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B8" w:rsidRPr="00896137" w:rsidRDefault="00D75DB8" w:rsidP="00251322">
      <w:pPr>
        <w:spacing w:line="280" w:lineRule="atLeast"/>
        <w:jc w:val="center"/>
        <w:rPr>
          <w:rFonts w:ascii="黑体" w:eastAsia="黑体" w:hAnsi="黑体"/>
          <w:b/>
          <w:color w:val="000000" w:themeColor="text1"/>
          <w:sz w:val="32"/>
          <w:szCs w:val="32"/>
        </w:rPr>
      </w:pPr>
      <w:r w:rsidRPr="00896137">
        <w:rPr>
          <w:rFonts w:ascii="黑体" w:eastAsia="黑体" w:hAnsi="黑体" w:hint="eastAsia"/>
          <w:b/>
          <w:color w:val="000000" w:themeColor="text1"/>
          <w:sz w:val="32"/>
          <w:szCs w:val="32"/>
        </w:rPr>
        <w:t>大自然的秘密教学设计</w:t>
      </w:r>
    </w:p>
    <w:p w:rsidR="00D75DB8" w:rsidRPr="00896137" w:rsidRDefault="00D75DB8" w:rsidP="00475D67">
      <w:pPr>
        <w:spacing w:line="280" w:lineRule="atLeast"/>
        <w:ind w:firstLineChars="1650" w:firstLine="3960"/>
        <w:rPr>
          <w:rFonts w:ascii="宋体"/>
          <w:color w:val="000000" w:themeColor="text1"/>
          <w:sz w:val="24"/>
        </w:rPr>
      </w:pPr>
      <w:r w:rsidRPr="00896137">
        <w:rPr>
          <w:rFonts w:ascii="宋体" w:hAnsi="宋体" w:hint="eastAsia"/>
          <w:color w:val="000000" w:themeColor="text1"/>
          <w:sz w:val="24"/>
        </w:rPr>
        <w:t>四川大学西航港实验小学</w:t>
      </w:r>
      <w:r w:rsidRPr="00896137">
        <w:rPr>
          <w:rFonts w:ascii="宋体" w:hAnsi="宋体"/>
          <w:color w:val="000000" w:themeColor="text1"/>
          <w:sz w:val="24"/>
        </w:rPr>
        <w:t xml:space="preserve">       </w:t>
      </w:r>
      <w:r w:rsidRPr="00896137">
        <w:rPr>
          <w:rFonts w:ascii="宋体" w:hAnsi="宋体" w:hint="eastAsia"/>
          <w:color w:val="000000" w:themeColor="text1"/>
          <w:sz w:val="24"/>
        </w:rPr>
        <w:t>龙琴</w:t>
      </w:r>
    </w:p>
    <w:p w:rsidR="00D75DB8" w:rsidRPr="00896137" w:rsidRDefault="00D75DB8" w:rsidP="00782499">
      <w:pPr>
        <w:spacing w:line="280" w:lineRule="atLeast"/>
        <w:rPr>
          <w:rFonts w:ascii="宋体"/>
          <w:color w:val="000000" w:themeColor="text1"/>
          <w:sz w:val="24"/>
        </w:rPr>
      </w:pPr>
      <w:r w:rsidRPr="00896137">
        <w:rPr>
          <w:rFonts w:ascii="宋体" w:hAnsi="宋体" w:hint="eastAsia"/>
          <w:b/>
          <w:color w:val="000000" w:themeColor="text1"/>
          <w:sz w:val="24"/>
        </w:rPr>
        <w:t>教学目标</w:t>
      </w:r>
      <w:r w:rsidRPr="00896137">
        <w:rPr>
          <w:rFonts w:ascii="宋体" w:hAnsi="宋体" w:hint="eastAsia"/>
          <w:color w:val="000000" w:themeColor="text1"/>
          <w:sz w:val="24"/>
        </w:rPr>
        <w:t>：</w:t>
      </w:r>
    </w:p>
    <w:p w:rsidR="002302A9" w:rsidRPr="00896137" w:rsidRDefault="00846BBA" w:rsidP="00FC2C87">
      <w:pPr>
        <w:pStyle w:val="a5"/>
        <w:spacing w:line="280" w:lineRule="atLeast"/>
        <w:rPr>
          <w:rFonts w:ascii="宋体" w:hAnsi="宋体"/>
          <w:color w:val="000000" w:themeColor="text1"/>
          <w:sz w:val="24"/>
        </w:rPr>
      </w:pPr>
      <w:r w:rsidRPr="00896137">
        <w:rPr>
          <w:rFonts w:ascii="宋体" w:hAnsi="宋体" w:hint="eastAsia"/>
          <w:color w:val="000000" w:themeColor="text1"/>
          <w:sz w:val="24"/>
        </w:rPr>
        <w:t>1、</w:t>
      </w:r>
      <w:r w:rsidR="0087461A" w:rsidRPr="00896137">
        <w:rPr>
          <w:rFonts w:ascii="宋体" w:hAnsi="宋体" w:hint="eastAsia"/>
          <w:color w:val="000000" w:themeColor="text1"/>
          <w:sz w:val="24"/>
        </w:rPr>
        <w:t>明白“鱼贯而出、结伴而出</w:t>
      </w:r>
      <w:r w:rsidR="002302A9" w:rsidRPr="00896137">
        <w:rPr>
          <w:rFonts w:ascii="宋体" w:hAnsi="宋体" w:hint="eastAsia"/>
          <w:color w:val="000000" w:themeColor="text1"/>
          <w:sz w:val="24"/>
        </w:rPr>
        <w:t>、</w:t>
      </w:r>
      <w:r w:rsidR="0087461A" w:rsidRPr="00896137">
        <w:rPr>
          <w:rFonts w:ascii="宋体" w:hAnsi="宋体" w:hint="eastAsia"/>
          <w:color w:val="000000" w:themeColor="text1"/>
          <w:sz w:val="24"/>
        </w:rPr>
        <w:t>结群而出”的意思。</w:t>
      </w:r>
      <w:r w:rsidR="00217641">
        <w:rPr>
          <w:rFonts w:ascii="宋体" w:hAnsi="宋体" w:hint="eastAsia"/>
          <w:color w:val="000000" w:themeColor="text1"/>
          <w:sz w:val="24"/>
        </w:rPr>
        <w:t>读出其数量的变化。</w:t>
      </w:r>
    </w:p>
    <w:p w:rsidR="0032641F" w:rsidRDefault="002302A9" w:rsidP="00782499">
      <w:pPr>
        <w:pStyle w:val="a5"/>
        <w:spacing w:line="280" w:lineRule="atLeast"/>
        <w:rPr>
          <w:rFonts w:ascii="宋体" w:hAnsi="宋体"/>
          <w:color w:val="000000" w:themeColor="text1"/>
          <w:sz w:val="24"/>
        </w:rPr>
      </w:pPr>
      <w:r w:rsidRPr="00896137">
        <w:rPr>
          <w:rFonts w:ascii="宋体" w:hAnsi="宋体" w:hint="eastAsia"/>
          <w:color w:val="000000" w:themeColor="text1"/>
          <w:sz w:val="24"/>
        </w:rPr>
        <w:t>2、体会</w:t>
      </w:r>
      <w:r w:rsidR="00846BBA" w:rsidRPr="00896137">
        <w:rPr>
          <w:rFonts w:ascii="宋体" w:hAnsi="宋体" w:hint="eastAsia"/>
          <w:color w:val="000000" w:themeColor="text1"/>
          <w:sz w:val="24"/>
        </w:rPr>
        <w:t>“探”字的表达效果，</w:t>
      </w:r>
      <w:r w:rsidR="00B947B6" w:rsidRPr="00896137">
        <w:rPr>
          <w:rFonts w:ascii="宋体" w:hAnsi="宋体" w:hint="eastAsia"/>
          <w:color w:val="000000" w:themeColor="text1"/>
          <w:sz w:val="24"/>
        </w:rPr>
        <w:t>读出幼龟的小心谨慎</w:t>
      </w:r>
      <w:r w:rsidR="0087461A" w:rsidRPr="00896137">
        <w:rPr>
          <w:rFonts w:ascii="宋体" w:hAnsi="宋体" w:hint="eastAsia"/>
          <w:color w:val="000000" w:themeColor="text1"/>
          <w:sz w:val="24"/>
        </w:rPr>
        <w:t>。</w:t>
      </w:r>
    </w:p>
    <w:p w:rsidR="00251322" w:rsidRPr="00896137" w:rsidRDefault="002302A9" w:rsidP="00782499">
      <w:pPr>
        <w:pStyle w:val="a5"/>
        <w:spacing w:line="280" w:lineRule="atLeast"/>
        <w:rPr>
          <w:rFonts w:ascii="宋体" w:hAnsi="宋体"/>
          <w:color w:val="000000" w:themeColor="text1"/>
          <w:sz w:val="24"/>
        </w:rPr>
      </w:pPr>
      <w:r w:rsidRPr="00896137">
        <w:rPr>
          <w:rFonts w:ascii="宋体" w:hAnsi="宋体" w:hint="eastAsia"/>
          <w:color w:val="000000" w:themeColor="text1"/>
          <w:sz w:val="24"/>
        </w:rPr>
        <w:t>3</w:t>
      </w:r>
      <w:r w:rsidR="00846BBA" w:rsidRPr="00896137">
        <w:rPr>
          <w:rFonts w:ascii="宋体" w:hAnsi="宋体" w:hint="eastAsia"/>
          <w:color w:val="000000" w:themeColor="text1"/>
          <w:sz w:val="24"/>
        </w:rPr>
        <w:t>、探究作者点面结合的场面描写方法，学习这种写法。</w:t>
      </w:r>
    </w:p>
    <w:p w:rsidR="00846BBA" w:rsidRPr="00896137" w:rsidRDefault="002302A9" w:rsidP="00782499">
      <w:pPr>
        <w:pStyle w:val="a5"/>
        <w:spacing w:line="280" w:lineRule="atLeast"/>
        <w:rPr>
          <w:rFonts w:ascii="宋体" w:hAnsi="宋体"/>
          <w:color w:val="000000" w:themeColor="text1"/>
          <w:sz w:val="24"/>
        </w:rPr>
      </w:pPr>
      <w:r w:rsidRPr="00896137">
        <w:rPr>
          <w:rFonts w:ascii="宋体" w:hAnsi="宋体" w:hint="eastAsia"/>
          <w:color w:val="000000" w:themeColor="text1"/>
          <w:sz w:val="24"/>
        </w:rPr>
        <w:t>4</w:t>
      </w:r>
      <w:r w:rsidR="00251322" w:rsidRPr="00896137">
        <w:rPr>
          <w:rFonts w:ascii="宋体" w:hAnsi="宋体" w:hint="eastAsia"/>
          <w:color w:val="000000" w:themeColor="text1"/>
          <w:sz w:val="24"/>
        </w:rPr>
        <w:t>、明白自然万物都有其生存规律，人类应认识自然，遵循自然之道。</w:t>
      </w:r>
    </w:p>
    <w:p w:rsidR="00D75DB8" w:rsidRPr="00896137" w:rsidRDefault="00D75DB8" w:rsidP="00782499">
      <w:pPr>
        <w:spacing w:line="280" w:lineRule="atLeast"/>
        <w:rPr>
          <w:rFonts w:ascii="宋体" w:hAnsi="宋体"/>
          <w:color w:val="000000" w:themeColor="text1"/>
          <w:sz w:val="24"/>
        </w:rPr>
      </w:pPr>
      <w:r w:rsidRPr="00896137">
        <w:rPr>
          <w:rFonts w:ascii="宋体" w:hAnsi="宋体" w:hint="eastAsia"/>
          <w:b/>
          <w:color w:val="000000" w:themeColor="text1"/>
          <w:sz w:val="24"/>
        </w:rPr>
        <w:t>教学重点：</w:t>
      </w:r>
      <w:r w:rsidR="00846BBA" w:rsidRPr="00896137">
        <w:rPr>
          <w:rFonts w:ascii="宋体" w:hAnsi="宋体" w:hint="eastAsia"/>
          <w:color w:val="000000" w:themeColor="text1"/>
          <w:sz w:val="24"/>
        </w:rPr>
        <w:t>探究作者点面结合的场面描写方法，学习这种写法。</w:t>
      </w:r>
    </w:p>
    <w:p w:rsidR="00D75DB8" w:rsidRPr="00896137" w:rsidRDefault="00D75DB8" w:rsidP="00782499">
      <w:pPr>
        <w:pStyle w:val="a5"/>
        <w:spacing w:line="280" w:lineRule="atLeast"/>
        <w:rPr>
          <w:rFonts w:ascii="宋体"/>
          <w:color w:val="000000" w:themeColor="text1"/>
          <w:sz w:val="24"/>
        </w:rPr>
      </w:pPr>
      <w:r w:rsidRPr="00896137">
        <w:rPr>
          <w:rFonts w:ascii="宋体" w:hAnsi="宋体" w:hint="eastAsia"/>
          <w:b/>
          <w:color w:val="000000" w:themeColor="text1"/>
          <w:sz w:val="24"/>
        </w:rPr>
        <w:t>教学难点：</w:t>
      </w:r>
      <w:r w:rsidR="00297854" w:rsidRPr="00896137">
        <w:rPr>
          <w:rFonts w:ascii="宋体" w:hAnsi="宋体" w:hint="eastAsia"/>
          <w:color w:val="000000" w:themeColor="text1"/>
          <w:sz w:val="24"/>
        </w:rPr>
        <w:t>明白作者是怎样进行点面结合的场面描写的。</w:t>
      </w:r>
    </w:p>
    <w:p w:rsidR="00316931" w:rsidRDefault="00D75DB8" w:rsidP="00782499">
      <w:pPr>
        <w:spacing w:line="280" w:lineRule="atLeast"/>
        <w:rPr>
          <w:rFonts w:ascii="宋体" w:hAnsi="宋体"/>
          <w:b/>
          <w:color w:val="000000" w:themeColor="text1"/>
          <w:sz w:val="24"/>
        </w:rPr>
      </w:pPr>
      <w:r w:rsidRPr="00896137">
        <w:rPr>
          <w:rFonts w:ascii="宋体" w:hAnsi="宋体" w:hint="eastAsia"/>
          <w:b/>
          <w:color w:val="000000" w:themeColor="text1"/>
          <w:sz w:val="24"/>
        </w:rPr>
        <w:t>教学过程：</w:t>
      </w:r>
    </w:p>
    <w:p w:rsidR="007E07CA" w:rsidRDefault="007E07CA" w:rsidP="00782499">
      <w:pPr>
        <w:spacing w:line="280" w:lineRule="atLeast"/>
        <w:rPr>
          <w:rFonts w:ascii="宋体" w:hAnsi="宋体"/>
          <w:b/>
          <w:color w:val="000000" w:themeColor="text1"/>
          <w:sz w:val="24"/>
        </w:rPr>
      </w:pPr>
      <w:r>
        <w:rPr>
          <w:rFonts w:ascii="宋体" w:hAnsi="宋体" w:hint="eastAsia"/>
          <w:b/>
          <w:color w:val="000000" w:themeColor="text1"/>
          <w:sz w:val="24"/>
        </w:rPr>
        <w:t>课前谈话：</w:t>
      </w:r>
      <w:r w:rsidR="008E2B27">
        <w:rPr>
          <w:rFonts w:ascii="宋体" w:hAnsi="宋体" w:hint="eastAsia"/>
          <w:b/>
          <w:color w:val="000000" w:themeColor="text1"/>
          <w:sz w:val="24"/>
        </w:rPr>
        <w:t>62班的同学，你们好。</w:t>
      </w:r>
      <w:r>
        <w:rPr>
          <w:rFonts w:ascii="宋体" w:hAnsi="宋体" w:hint="eastAsia"/>
          <w:b/>
          <w:color w:val="000000" w:themeColor="text1"/>
          <w:sz w:val="24"/>
        </w:rPr>
        <w:t>知道我叫什么名字，来自哪所学校吗？</w:t>
      </w:r>
      <w:r w:rsidR="006D483F">
        <w:rPr>
          <w:rFonts w:ascii="宋体" w:hAnsi="宋体" w:hint="eastAsia"/>
          <w:b/>
          <w:color w:val="000000" w:themeColor="text1"/>
          <w:sz w:val="24"/>
        </w:rPr>
        <w:t>我要表扬你，一、你</w:t>
      </w:r>
      <w:r>
        <w:rPr>
          <w:rFonts w:ascii="宋体" w:hAnsi="宋体" w:hint="eastAsia"/>
          <w:b/>
          <w:color w:val="000000" w:themeColor="text1"/>
          <w:sz w:val="24"/>
        </w:rPr>
        <w:t>会观察，这可是获取信息的重要能力。</w:t>
      </w:r>
      <w:r w:rsidR="006D483F">
        <w:rPr>
          <w:rFonts w:ascii="宋体" w:hAnsi="宋体" w:hint="eastAsia"/>
          <w:b/>
          <w:color w:val="000000" w:themeColor="text1"/>
          <w:sz w:val="24"/>
        </w:rPr>
        <w:t>第二、我学校的名称比较长吧，你居然一个字没念错，</w:t>
      </w:r>
      <w:r w:rsidR="00134A18">
        <w:rPr>
          <w:rFonts w:ascii="宋体" w:hAnsi="宋体" w:hint="eastAsia"/>
          <w:b/>
          <w:color w:val="000000" w:themeColor="text1"/>
          <w:sz w:val="24"/>
        </w:rPr>
        <w:t>说明你读书时眼到、口到、心也到了</w:t>
      </w:r>
      <w:r w:rsidR="006D483F">
        <w:rPr>
          <w:rFonts w:ascii="宋体" w:hAnsi="宋体" w:hint="eastAsia"/>
          <w:b/>
          <w:color w:val="000000" w:themeColor="text1"/>
          <w:sz w:val="24"/>
        </w:rPr>
        <w:t>。</w:t>
      </w:r>
      <w:r w:rsidR="00134A18">
        <w:rPr>
          <w:rFonts w:ascii="宋体" w:hAnsi="宋体" w:hint="eastAsia"/>
          <w:b/>
          <w:color w:val="000000" w:themeColor="text1"/>
          <w:sz w:val="24"/>
        </w:rPr>
        <w:t>现在说说你们吧。</w:t>
      </w:r>
      <w:r w:rsidR="00E5511E">
        <w:rPr>
          <w:rFonts w:ascii="宋体" w:hAnsi="宋体" w:hint="eastAsia"/>
          <w:b/>
          <w:color w:val="000000" w:themeColor="text1"/>
          <w:sz w:val="24"/>
        </w:rPr>
        <w:t>我们班属蛇的同学请举手，</w:t>
      </w:r>
      <w:r w:rsidR="00F557D7">
        <w:rPr>
          <w:rFonts w:ascii="宋体" w:hAnsi="宋体" w:hint="eastAsia"/>
          <w:b/>
          <w:color w:val="000000" w:themeColor="text1"/>
          <w:sz w:val="24"/>
        </w:rPr>
        <w:t>我喜欢你们，跟我有缘分</w:t>
      </w:r>
      <w:r w:rsidR="008E2B27">
        <w:rPr>
          <w:rFonts w:ascii="宋体" w:hAnsi="宋体" w:hint="eastAsia"/>
          <w:b/>
          <w:color w:val="000000" w:themeColor="text1"/>
          <w:sz w:val="24"/>
        </w:rPr>
        <w:t>，</w:t>
      </w:r>
      <w:r w:rsidR="00F557D7">
        <w:rPr>
          <w:rFonts w:ascii="宋体" w:hAnsi="宋体" w:hint="eastAsia"/>
          <w:b/>
          <w:color w:val="000000" w:themeColor="text1"/>
          <w:sz w:val="24"/>
        </w:rPr>
        <w:t>因为</w:t>
      </w:r>
      <w:r w:rsidR="00E5511E">
        <w:rPr>
          <w:rFonts w:ascii="宋体" w:hAnsi="宋体" w:hint="eastAsia"/>
          <w:b/>
          <w:color w:val="000000" w:themeColor="text1"/>
          <w:sz w:val="24"/>
        </w:rPr>
        <w:t>蛇就是小龙</w:t>
      </w:r>
      <w:r w:rsidR="005008AA">
        <w:rPr>
          <w:rFonts w:ascii="宋体" w:hAnsi="宋体" w:hint="eastAsia"/>
          <w:b/>
          <w:color w:val="000000" w:themeColor="text1"/>
          <w:sz w:val="24"/>
        </w:rPr>
        <w:t>，对吧？</w:t>
      </w:r>
      <w:r w:rsidR="001B15C7">
        <w:rPr>
          <w:rFonts w:ascii="宋体" w:hAnsi="宋体" w:hint="eastAsia"/>
          <w:b/>
          <w:color w:val="000000" w:themeColor="text1"/>
          <w:sz w:val="24"/>
        </w:rPr>
        <w:t>我们班属马的同学请举手，</w:t>
      </w:r>
      <w:r w:rsidR="00F557D7">
        <w:rPr>
          <w:rFonts w:ascii="宋体" w:hAnsi="宋体" w:hint="eastAsia"/>
          <w:b/>
          <w:color w:val="000000" w:themeColor="text1"/>
          <w:sz w:val="24"/>
        </w:rPr>
        <w:t>我也喜欢你们</w:t>
      </w:r>
      <w:r w:rsidR="001B15C7">
        <w:rPr>
          <w:rFonts w:ascii="宋体" w:hAnsi="宋体" w:hint="eastAsia"/>
          <w:b/>
          <w:color w:val="000000" w:themeColor="text1"/>
          <w:sz w:val="24"/>
        </w:rPr>
        <w:t>，因为今年是马年，你们的属相和我的姓合起来</w:t>
      </w:r>
      <w:r w:rsidR="008E2B27">
        <w:rPr>
          <w:rFonts w:ascii="宋体" w:hAnsi="宋体" w:hint="eastAsia"/>
          <w:b/>
          <w:color w:val="000000" w:themeColor="text1"/>
          <w:sz w:val="24"/>
        </w:rPr>
        <w:t>，</w:t>
      </w:r>
      <w:r w:rsidR="001B15C7">
        <w:rPr>
          <w:rFonts w:ascii="宋体" w:hAnsi="宋体" w:hint="eastAsia"/>
          <w:b/>
          <w:color w:val="000000" w:themeColor="text1"/>
          <w:sz w:val="24"/>
        </w:rPr>
        <w:t>那可代表了一种精神——龙马精神。</w:t>
      </w:r>
      <w:r w:rsidR="001B6798">
        <w:rPr>
          <w:rFonts w:ascii="宋体" w:hAnsi="宋体" w:hint="eastAsia"/>
          <w:b/>
          <w:color w:val="000000" w:themeColor="text1"/>
          <w:sz w:val="24"/>
        </w:rPr>
        <w:t>我看到你们双眼明亮、精神饱满的样子</w:t>
      </w:r>
      <w:r w:rsidR="00981F17">
        <w:rPr>
          <w:rFonts w:ascii="宋体" w:hAnsi="宋体" w:hint="eastAsia"/>
          <w:b/>
          <w:color w:val="000000" w:themeColor="text1"/>
          <w:sz w:val="24"/>
        </w:rPr>
        <w:t>，</w:t>
      </w:r>
      <w:r w:rsidR="001B15C7">
        <w:rPr>
          <w:rFonts w:ascii="宋体" w:hAnsi="宋体" w:hint="eastAsia"/>
          <w:b/>
          <w:color w:val="000000" w:themeColor="text1"/>
          <w:sz w:val="24"/>
        </w:rPr>
        <w:t>我猜想</w:t>
      </w:r>
      <w:r w:rsidR="000329BE">
        <w:rPr>
          <w:rFonts w:ascii="宋体" w:hAnsi="宋体" w:hint="eastAsia"/>
          <w:b/>
          <w:color w:val="000000" w:themeColor="text1"/>
          <w:sz w:val="24"/>
        </w:rPr>
        <w:t>你们</w:t>
      </w:r>
      <w:r w:rsidR="005E7C89">
        <w:rPr>
          <w:rFonts w:ascii="宋体" w:hAnsi="宋体" w:hint="eastAsia"/>
          <w:b/>
          <w:color w:val="000000" w:themeColor="text1"/>
          <w:sz w:val="24"/>
        </w:rPr>
        <w:t>一定是一群与众不同的</w:t>
      </w:r>
      <w:r w:rsidR="00E36918">
        <w:rPr>
          <w:rFonts w:ascii="宋体" w:hAnsi="宋体" w:hint="eastAsia"/>
          <w:b/>
          <w:color w:val="000000" w:themeColor="text1"/>
          <w:sz w:val="24"/>
        </w:rPr>
        <w:t>孩子，</w:t>
      </w:r>
      <w:r w:rsidR="000329BE">
        <w:rPr>
          <w:rFonts w:ascii="宋体" w:hAnsi="宋体" w:hint="eastAsia"/>
          <w:b/>
          <w:color w:val="000000" w:themeColor="text1"/>
          <w:sz w:val="24"/>
        </w:rPr>
        <w:t>六二六二，独一无二嘛。今天换了教室，</w:t>
      </w:r>
      <w:r w:rsidR="00E36918">
        <w:rPr>
          <w:rFonts w:ascii="宋体" w:hAnsi="宋体" w:hint="eastAsia"/>
          <w:b/>
          <w:color w:val="000000" w:themeColor="text1"/>
          <w:sz w:val="24"/>
        </w:rPr>
        <w:t>我想问问大家，</w:t>
      </w:r>
      <w:r w:rsidR="00190FBF">
        <w:rPr>
          <w:rFonts w:ascii="宋体" w:hAnsi="宋体" w:hint="eastAsia"/>
          <w:b/>
          <w:color w:val="000000" w:themeColor="text1"/>
          <w:sz w:val="24"/>
        </w:rPr>
        <w:t>来到</w:t>
      </w:r>
      <w:r w:rsidR="00E36918">
        <w:rPr>
          <w:rFonts w:ascii="宋体" w:hAnsi="宋体" w:hint="eastAsia"/>
          <w:b/>
          <w:color w:val="000000" w:themeColor="text1"/>
          <w:sz w:val="24"/>
        </w:rPr>
        <w:t>这个大教室，你首先</w:t>
      </w:r>
      <w:r w:rsidR="00932BB4">
        <w:rPr>
          <w:rFonts w:ascii="宋体" w:hAnsi="宋体" w:hint="eastAsia"/>
          <w:b/>
          <w:color w:val="000000" w:themeColor="text1"/>
          <w:sz w:val="24"/>
        </w:rPr>
        <w:t>关注</w:t>
      </w:r>
      <w:r w:rsidR="00E36918">
        <w:rPr>
          <w:rFonts w:ascii="宋体" w:hAnsi="宋体" w:hint="eastAsia"/>
          <w:b/>
          <w:color w:val="000000" w:themeColor="text1"/>
          <w:sz w:val="24"/>
        </w:rPr>
        <w:t>到的是什么？这么大一个场面，你最先关注到的是我，让我倍感荣幸</w:t>
      </w:r>
      <w:r w:rsidR="00E5511E">
        <w:rPr>
          <w:rFonts w:ascii="宋体" w:hAnsi="宋体" w:hint="eastAsia"/>
          <w:b/>
          <w:color w:val="000000" w:themeColor="text1"/>
          <w:sz w:val="24"/>
        </w:rPr>
        <w:t>（心思细腻）</w:t>
      </w:r>
      <w:r w:rsidR="00E36918">
        <w:rPr>
          <w:rFonts w:ascii="宋体" w:hAnsi="宋体" w:hint="eastAsia"/>
          <w:b/>
          <w:color w:val="000000" w:themeColor="text1"/>
          <w:sz w:val="24"/>
        </w:rPr>
        <w:t>。有关注到其他方面的孩子吗？你给我们描绘的是一个大场面，你是一个纵观全局的人。</w:t>
      </w:r>
      <w:r w:rsidR="00B55C2D">
        <w:rPr>
          <w:rFonts w:ascii="宋体" w:hAnsi="宋体" w:hint="eastAsia"/>
          <w:b/>
          <w:color w:val="000000" w:themeColor="text1"/>
          <w:sz w:val="24"/>
        </w:rPr>
        <w:t>看来啊，我们六二班的孩子就是特别，会观察，</w:t>
      </w:r>
      <w:r w:rsidR="005008AA">
        <w:rPr>
          <w:rFonts w:ascii="宋体" w:hAnsi="宋体" w:hint="eastAsia"/>
          <w:b/>
          <w:color w:val="000000" w:themeColor="text1"/>
          <w:sz w:val="24"/>
        </w:rPr>
        <w:t>也</w:t>
      </w:r>
      <w:r w:rsidR="00B55C2D">
        <w:rPr>
          <w:rFonts w:ascii="宋体" w:hAnsi="宋体" w:hint="eastAsia"/>
          <w:b/>
          <w:color w:val="000000" w:themeColor="text1"/>
          <w:sz w:val="24"/>
        </w:rPr>
        <w:t>会表达。</w:t>
      </w:r>
      <w:r w:rsidR="00085C9B">
        <w:rPr>
          <w:rFonts w:ascii="宋体" w:hAnsi="宋体" w:hint="eastAsia"/>
          <w:b/>
          <w:color w:val="000000" w:themeColor="text1"/>
          <w:sz w:val="24"/>
        </w:rPr>
        <w:t xml:space="preserve"> </w:t>
      </w:r>
    </w:p>
    <w:p w:rsidR="00D91544" w:rsidRPr="00896137" w:rsidRDefault="00D03070" w:rsidP="00846BBA">
      <w:pPr>
        <w:rPr>
          <w:color w:val="000000" w:themeColor="text1"/>
          <w:sz w:val="30"/>
          <w:szCs w:val="30"/>
        </w:rPr>
      </w:pPr>
      <w:r w:rsidRPr="00896137">
        <w:rPr>
          <w:rFonts w:ascii="宋体" w:hAnsi="宋体" w:hint="eastAsia"/>
          <w:color w:val="000000" w:themeColor="text1"/>
          <w:sz w:val="30"/>
          <w:szCs w:val="30"/>
        </w:rPr>
        <w:t>一、</w:t>
      </w:r>
      <w:r w:rsidR="00D91544" w:rsidRPr="00896137">
        <w:rPr>
          <w:rFonts w:hint="eastAsia"/>
          <w:b/>
          <w:color w:val="000000" w:themeColor="text1"/>
          <w:sz w:val="30"/>
          <w:szCs w:val="30"/>
        </w:rPr>
        <w:t>直入课题、整体概括</w:t>
      </w:r>
    </w:p>
    <w:p w:rsidR="00D03070" w:rsidRPr="00896137" w:rsidRDefault="00083134" w:rsidP="00083134">
      <w:pPr>
        <w:pStyle w:val="a5"/>
        <w:spacing w:line="280" w:lineRule="atLeast"/>
        <w:rPr>
          <w:rFonts w:ascii="宋体" w:hAnsi="宋体"/>
          <w:color w:val="000000" w:themeColor="text1"/>
          <w:sz w:val="24"/>
        </w:rPr>
      </w:pPr>
      <w:r w:rsidRPr="00896137">
        <w:rPr>
          <w:rFonts w:ascii="宋体" w:hAnsi="宋体" w:hint="eastAsia"/>
          <w:color w:val="000000" w:themeColor="text1"/>
          <w:sz w:val="24"/>
        </w:rPr>
        <w:t>1、</w:t>
      </w:r>
      <w:r w:rsidR="00D03070" w:rsidRPr="00896137">
        <w:rPr>
          <w:rFonts w:ascii="宋体" w:hAnsi="宋体" w:hint="eastAsia"/>
          <w:color w:val="000000" w:themeColor="text1"/>
          <w:sz w:val="24"/>
        </w:rPr>
        <w:t>师</w:t>
      </w:r>
      <w:r w:rsidR="00D03070" w:rsidRPr="00896137">
        <w:rPr>
          <w:rFonts w:ascii="宋体" w:hAnsi="宋体"/>
          <w:color w:val="000000" w:themeColor="text1"/>
          <w:sz w:val="24"/>
        </w:rPr>
        <w:t>:</w:t>
      </w:r>
      <w:r w:rsidR="00D03070" w:rsidRPr="00896137">
        <w:rPr>
          <w:rFonts w:ascii="宋体" w:hAnsi="宋体" w:hint="eastAsia"/>
          <w:color w:val="000000" w:themeColor="text1"/>
          <w:sz w:val="24"/>
        </w:rPr>
        <w:t>这节课，我们跟随美国作家伯罗蒙塞尔走进大自然，去探索</w:t>
      </w:r>
      <w:r w:rsidR="00D03070" w:rsidRPr="00896137">
        <w:rPr>
          <w:rFonts w:ascii="宋体" w:hAnsi="宋体"/>
          <w:color w:val="000000" w:themeColor="text1"/>
          <w:sz w:val="24"/>
        </w:rPr>
        <w:t>——</w:t>
      </w:r>
      <w:r w:rsidR="00D03070" w:rsidRPr="00896137">
        <w:rPr>
          <w:rFonts w:ascii="宋体" w:hAnsi="宋体" w:hint="eastAsia"/>
          <w:color w:val="000000" w:themeColor="text1"/>
          <w:sz w:val="24"/>
        </w:rPr>
        <w:t>（生）《大自然的秘密》。（读课题）。</w:t>
      </w:r>
    </w:p>
    <w:p w:rsidR="00D75DB8" w:rsidRPr="00896137" w:rsidRDefault="00083134" w:rsidP="00083134">
      <w:pPr>
        <w:pStyle w:val="a5"/>
        <w:spacing w:line="280" w:lineRule="atLeast"/>
        <w:rPr>
          <w:rFonts w:ascii="宋体" w:hAnsi="宋体"/>
          <w:color w:val="000000" w:themeColor="text1"/>
          <w:sz w:val="24"/>
        </w:rPr>
      </w:pPr>
      <w:r w:rsidRPr="00896137">
        <w:rPr>
          <w:rFonts w:ascii="宋体" w:hAnsi="宋体" w:hint="eastAsia"/>
          <w:color w:val="000000" w:themeColor="text1"/>
          <w:sz w:val="24"/>
        </w:rPr>
        <w:t>2、</w:t>
      </w:r>
      <w:r w:rsidR="0077492E">
        <w:rPr>
          <w:rFonts w:ascii="宋体" w:hAnsi="宋体" w:hint="eastAsia"/>
          <w:color w:val="000000" w:themeColor="text1"/>
          <w:sz w:val="24"/>
        </w:rPr>
        <w:t>请同学们翻开语文书68页，</w:t>
      </w:r>
      <w:r w:rsidR="00D03070" w:rsidRPr="00896137">
        <w:rPr>
          <w:rFonts w:ascii="宋体" w:hAnsi="宋体" w:hint="eastAsia"/>
          <w:color w:val="000000" w:themeColor="text1"/>
          <w:sz w:val="24"/>
        </w:rPr>
        <w:t>快</w:t>
      </w:r>
      <w:r w:rsidRPr="00896137">
        <w:rPr>
          <w:rFonts w:ascii="宋体" w:hAnsi="宋体" w:hint="eastAsia"/>
          <w:color w:val="000000" w:themeColor="text1"/>
          <w:sz w:val="24"/>
        </w:rPr>
        <w:t>速</w:t>
      </w:r>
      <w:r w:rsidR="00640663">
        <w:rPr>
          <w:rFonts w:ascii="宋体" w:hAnsi="宋体" w:hint="eastAsia"/>
          <w:color w:val="000000" w:themeColor="text1"/>
          <w:sz w:val="24"/>
        </w:rPr>
        <w:t>浏览</w:t>
      </w:r>
      <w:r w:rsidR="00D03070" w:rsidRPr="00896137">
        <w:rPr>
          <w:rFonts w:ascii="宋体" w:hAnsi="宋体" w:hint="eastAsia"/>
          <w:color w:val="000000" w:themeColor="text1"/>
          <w:sz w:val="24"/>
        </w:rPr>
        <w:t>课文，用精炼的语言概括课文</w:t>
      </w:r>
      <w:r w:rsidR="005F5414" w:rsidRPr="00896137">
        <w:rPr>
          <w:rFonts w:ascii="宋体" w:hAnsi="宋体" w:hint="eastAsia"/>
          <w:color w:val="000000" w:themeColor="text1"/>
          <w:sz w:val="24"/>
        </w:rPr>
        <w:t>的</w:t>
      </w:r>
      <w:r w:rsidR="00D03070" w:rsidRPr="00896137">
        <w:rPr>
          <w:rFonts w:ascii="宋体" w:hAnsi="宋体" w:hint="eastAsia"/>
          <w:color w:val="000000" w:themeColor="text1"/>
          <w:sz w:val="24"/>
        </w:rPr>
        <w:t>主要</w:t>
      </w:r>
      <w:r w:rsidR="005F5414" w:rsidRPr="00896137">
        <w:rPr>
          <w:rFonts w:ascii="宋体" w:hAnsi="宋体" w:hint="eastAsia"/>
          <w:color w:val="000000" w:themeColor="text1"/>
          <w:sz w:val="24"/>
        </w:rPr>
        <w:t>内容。</w:t>
      </w:r>
      <w:r w:rsidR="00D03070" w:rsidRPr="00896137">
        <w:rPr>
          <w:rFonts w:ascii="宋体" w:hAnsi="宋体" w:hint="eastAsia"/>
          <w:color w:val="000000" w:themeColor="text1"/>
          <w:sz w:val="24"/>
        </w:rPr>
        <w:t>（你可以抓住谁，做了什么，结果怎样？</w:t>
      </w:r>
      <w:r w:rsidR="00140904" w:rsidRPr="00896137">
        <w:rPr>
          <w:rFonts w:ascii="宋体" w:hAnsi="宋体" w:hint="eastAsia"/>
          <w:color w:val="000000" w:themeColor="text1"/>
          <w:sz w:val="24"/>
        </w:rPr>
        <w:t>三个关键问题来概括</w:t>
      </w:r>
      <w:r w:rsidR="00D03070" w:rsidRPr="00896137">
        <w:rPr>
          <w:rFonts w:ascii="宋体" w:hAnsi="宋体" w:hint="eastAsia"/>
          <w:color w:val="000000" w:themeColor="text1"/>
          <w:sz w:val="24"/>
        </w:rPr>
        <w:t>）</w:t>
      </w:r>
      <w:r w:rsidR="00912387">
        <w:rPr>
          <w:rFonts w:ascii="宋体" w:hAnsi="宋体" w:hint="eastAsia"/>
          <w:color w:val="000000" w:themeColor="text1"/>
          <w:sz w:val="24"/>
        </w:rPr>
        <w:t>（板书：</w:t>
      </w:r>
      <w:r w:rsidRPr="00912387">
        <w:rPr>
          <w:rFonts w:ascii="宋体" w:hAnsi="宋体" w:hint="eastAsia"/>
          <w:color w:val="FF0000"/>
          <w:sz w:val="24"/>
        </w:rPr>
        <w:t>救一只，害一群</w:t>
      </w:r>
      <w:r w:rsidR="00912387">
        <w:rPr>
          <w:rFonts w:ascii="宋体" w:hAnsi="宋体" w:hint="eastAsia"/>
          <w:color w:val="FF0000"/>
          <w:sz w:val="24"/>
        </w:rPr>
        <w:t>）</w:t>
      </w:r>
    </w:p>
    <w:p w:rsidR="00D91544" w:rsidRPr="00896137" w:rsidRDefault="00D91544" w:rsidP="002157CC">
      <w:pPr>
        <w:rPr>
          <w:rFonts w:ascii="宋体" w:hAnsi="宋体"/>
          <w:b/>
          <w:color w:val="000000" w:themeColor="text1"/>
          <w:sz w:val="30"/>
          <w:szCs w:val="30"/>
        </w:rPr>
      </w:pPr>
      <w:r w:rsidRPr="00896137">
        <w:rPr>
          <w:rFonts w:ascii="宋体" w:hAnsi="宋体" w:hint="eastAsia"/>
          <w:b/>
          <w:color w:val="000000" w:themeColor="text1"/>
          <w:sz w:val="30"/>
          <w:szCs w:val="30"/>
        </w:rPr>
        <w:t>二、读懂写法、</w:t>
      </w:r>
      <w:r w:rsidR="00034504" w:rsidRPr="00896137">
        <w:rPr>
          <w:rFonts w:ascii="宋体" w:hAnsi="宋体" w:hint="eastAsia"/>
          <w:b/>
          <w:color w:val="000000" w:themeColor="text1"/>
          <w:sz w:val="30"/>
          <w:szCs w:val="30"/>
        </w:rPr>
        <w:t>学写场面</w:t>
      </w:r>
    </w:p>
    <w:p w:rsidR="00812335" w:rsidRPr="00F542E7" w:rsidRDefault="00C14326" w:rsidP="00083134">
      <w:pPr>
        <w:pStyle w:val="a5"/>
        <w:spacing w:line="280" w:lineRule="atLeast"/>
        <w:rPr>
          <w:rFonts w:ascii="宋体" w:hAnsi="宋体"/>
          <w:b/>
          <w:color w:val="000000" w:themeColor="text1"/>
          <w:sz w:val="24"/>
        </w:rPr>
      </w:pPr>
      <w:r w:rsidRPr="00F542E7">
        <w:rPr>
          <w:rFonts w:ascii="宋体" w:hAnsi="宋体" w:hint="eastAsia"/>
          <w:b/>
          <w:color w:val="000000" w:themeColor="text1"/>
          <w:sz w:val="24"/>
        </w:rPr>
        <w:t>1、</w:t>
      </w:r>
      <w:r w:rsidR="00812335" w:rsidRPr="00F542E7">
        <w:rPr>
          <w:rFonts w:ascii="宋体" w:hAnsi="宋体" w:hint="eastAsia"/>
          <w:b/>
          <w:color w:val="000000" w:themeColor="text1"/>
          <w:sz w:val="24"/>
        </w:rPr>
        <w:t>点的描写</w:t>
      </w:r>
    </w:p>
    <w:p w:rsidR="00C14326" w:rsidRPr="00896137" w:rsidRDefault="00AF6C3D" w:rsidP="00083134">
      <w:pPr>
        <w:pStyle w:val="a5"/>
        <w:spacing w:line="280" w:lineRule="atLeast"/>
        <w:rPr>
          <w:rFonts w:ascii="宋体" w:hAnsi="宋体"/>
          <w:color w:val="000000" w:themeColor="text1"/>
          <w:sz w:val="24"/>
        </w:rPr>
      </w:pPr>
      <w:r w:rsidRPr="00896137">
        <w:rPr>
          <w:rFonts w:ascii="宋体" w:hAnsi="宋体" w:hint="eastAsia"/>
          <w:color w:val="000000" w:themeColor="text1"/>
          <w:sz w:val="24"/>
        </w:rPr>
        <w:t>师：</w:t>
      </w:r>
      <w:r w:rsidR="00940E42">
        <w:rPr>
          <w:rFonts w:ascii="宋体" w:hAnsi="宋体" w:hint="eastAsia"/>
          <w:color w:val="000000" w:themeColor="text1"/>
          <w:sz w:val="24"/>
        </w:rPr>
        <w:t>我们所救的</w:t>
      </w:r>
      <w:r w:rsidR="00807B54" w:rsidRPr="00807B54">
        <w:rPr>
          <w:rFonts w:ascii="宋体" w:hAnsi="宋体" w:hint="eastAsia"/>
          <w:color w:val="FF0000"/>
          <w:sz w:val="24"/>
        </w:rPr>
        <w:t>可不是一只普通的幼龟，它是龟群的</w:t>
      </w:r>
      <w:r w:rsidR="00940E42">
        <w:rPr>
          <w:rFonts w:ascii="宋体" w:hAnsi="宋体" w:hint="eastAsia"/>
          <w:color w:val="FF0000"/>
          <w:sz w:val="24"/>
        </w:rPr>
        <w:t>——</w:t>
      </w:r>
      <w:r w:rsidR="00807B54" w:rsidRPr="00807B54">
        <w:rPr>
          <w:rFonts w:ascii="宋体" w:hAnsi="宋体" w:hint="eastAsia"/>
          <w:color w:val="FF0000"/>
          <w:sz w:val="24"/>
        </w:rPr>
        <w:t>侦察兵。这只侦</w:t>
      </w:r>
      <w:r w:rsidR="00EF270E">
        <w:rPr>
          <w:rFonts w:ascii="宋体" w:hAnsi="宋体" w:hint="eastAsia"/>
          <w:color w:val="FF0000"/>
          <w:sz w:val="24"/>
        </w:rPr>
        <w:t>察</w:t>
      </w:r>
      <w:r w:rsidR="00807B54" w:rsidRPr="00807B54">
        <w:rPr>
          <w:rFonts w:ascii="宋体" w:hAnsi="宋体" w:hint="eastAsia"/>
          <w:color w:val="FF0000"/>
          <w:sz w:val="24"/>
        </w:rPr>
        <w:t>兵是怎么侦查外面情况的呢？</w:t>
      </w:r>
      <w:r w:rsidR="00BA1860" w:rsidRPr="00896137">
        <w:rPr>
          <w:rFonts w:ascii="宋体" w:hAnsi="宋体" w:hint="eastAsia"/>
          <w:color w:val="000000" w:themeColor="text1"/>
          <w:sz w:val="24"/>
        </w:rPr>
        <w:t>请同学们</w:t>
      </w:r>
      <w:r w:rsidR="001C240D">
        <w:rPr>
          <w:rFonts w:ascii="宋体" w:hAnsi="宋体" w:hint="eastAsia"/>
          <w:color w:val="000000" w:themeColor="text1"/>
          <w:sz w:val="24"/>
        </w:rPr>
        <w:t>仔细</w:t>
      </w:r>
      <w:r w:rsidR="00BA1860" w:rsidRPr="00896137">
        <w:rPr>
          <w:rFonts w:ascii="宋体" w:hAnsi="宋体" w:hint="eastAsia"/>
          <w:color w:val="000000" w:themeColor="text1"/>
          <w:sz w:val="24"/>
        </w:rPr>
        <w:t>读课文</w:t>
      </w:r>
      <w:r w:rsidR="00083134" w:rsidRPr="00896137">
        <w:rPr>
          <w:rFonts w:ascii="宋体" w:hAnsi="宋体" w:hint="eastAsia"/>
          <w:color w:val="000000" w:themeColor="text1"/>
          <w:sz w:val="24"/>
        </w:rPr>
        <w:t>3自然段</w:t>
      </w:r>
      <w:r w:rsidR="00554E5E" w:rsidRPr="00896137">
        <w:rPr>
          <w:rFonts w:ascii="宋体" w:hAnsi="宋体" w:hint="eastAsia"/>
          <w:color w:val="000000" w:themeColor="text1"/>
          <w:sz w:val="24"/>
        </w:rPr>
        <w:t>，画出相关语句。</w:t>
      </w:r>
    </w:p>
    <w:p w:rsidR="00E9790E" w:rsidRPr="00896137" w:rsidRDefault="00594EC9" w:rsidP="00E9790E">
      <w:pPr>
        <w:pStyle w:val="a5"/>
        <w:spacing w:line="280" w:lineRule="atLeast"/>
        <w:ind w:firstLineChars="150" w:firstLine="36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（1）</w:t>
      </w:r>
      <w:r w:rsidR="00C14326" w:rsidRPr="00896137">
        <w:rPr>
          <w:rFonts w:ascii="宋体" w:hAnsi="宋体" w:hint="eastAsia"/>
          <w:color w:val="000000" w:themeColor="text1"/>
          <w:sz w:val="24"/>
        </w:rPr>
        <w:t>出示：</w:t>
      </w:r>
      <w:r w:rsidR="00E9790E" w:rsidRPr="00896137">
        <w:rPr>
          <w:rFonts w:ascii="宋体" w:hAnsi="宋体" w:hint="eastAsia"/>
          <w:color w:val="000000" w:themeColor="text1"/>
          <w:sz w:val="24"/>
        </w:rPr>
        <w:t>一只幼龟率先把头探出巢穴，却又</w:t>
      </w:r>
      <w:r w:rsidR="00AB2FC2" w:rsidRPr="00896137">
        <w:rPr>
          <w:rFonts w:ascii="宋体" w:hAnsi="宋体" w:hint="eastAsia"/>
          <w:color w:val="000000" w:themeColor="text1"/>
          <w:sz w:val="24"/>
        </w:rPr>
        <w:t>欲出而止</w:t>
      </w:r>
      <w:r w:rsidR="00E9790E" w:rsidRPr="00896137">
        <w:rPr>
          <w:rFonts w:ascii="宋体" w:hAnsi="宋体" w:hint="eastAsia"/>
          <w:color w:val="000000" w:themeColor="text1"/>
          <w:sz w:val="24"/>
        </w:rPr>
        <w:t>，似乎在侦察外面是否安全。</w:t>
      </w:r>
    </w:p>
    <w:p w:rsidR="009D0244" w:rsidRPr="00896137" w:rsidRDefault="009D0244" w:rsidP="00594EC9">
      <w:pPr>
        <w:pStyle w:val="a5"/>
        <w:spacing w:line="280" w:lineRule="atLeast"/>
        <w:rPr>
          <w:rFonts w:ascii="宋体" w:hAnsi="宋体"/>
          <w:color w:val="000000" w:themeColor="text1"/>
          <w:sz w:val="24"/>
        </w:rPr>
      </w:pPr>
      <w:r w:rsidRPr="00896137">
        <w:rPr>
          <w:rFonts w:ascii="宋体" w:hAnsi="宋体" w:hint="eastAsia"/>
          <w:color w:val="000000" w:themeColor="text1"/>
          <w:sz w:val="24"/>
        </w:rPr>
        <w:t>师：请同学们</w:t>
      </w:r>
      <w:r w:rsidR="00CA04EC" w:rsidRPr="00896137">
        <w:rPr>
          <w:rFonts w:ascii="宋体" w:hAnsi="宋体" w:hint="eastAsia"/>
          <w:color w:val="FF0000"/>
          <w:sz w:val="24"/>
        </w:rPr>
        <w:t>默</w:t>
      </w:r>
      <w:r w:rsidRPr="00896137">
        <w:rPr>
          <w:rFonts w:ascii="宋体" w:hAnsi="宋体" w:hint="eastAsia"/>
          <w:color w:val="FF0000"/>
          <w:sz w:val="24"/>
        </w:rPr>
        <w:t>读</w:t>
      </w:r>
      <w:r w:rsidRPr="00896137">
        <w:rPr>
          <w:rFonts w:ascii="宋体" w:hAnsi="宋体" w:hint="eastAsia"/>
          <w:color w:val="000000" w:themeColor="text1"/>
          <w:sz w:val="24"/>
        </w:rPr>
        <w:t>这</w:t>
      </w:r>
      <w:r w:rsidR="000F2445">
        <w:rPr>
          <w:rFonts w:ascii="宋体" w:hAnsi="宋体" w:hint="eastAsia"/>
          <w:color w:val="000000" w:themeColor="text1"/>
          <w:sz w:val="24"/>
        </w:rPr>
        <w:t>句</w:t>
      </w:r>
      <w:r w:rsidRPr="00896137">
        <w:rPr>
          <w:rFonts w:ascii="宋体" w:hAnsi="宋体" w:hint="eastAsia"/>
          <w:color w:val="000000" w:themeColor="text1"/>
          <w:sz w:val="24"/>
        </w:rPr>
        <w:t>话。</w:t>
      </w:r>
      <w:r w:rsidR="004A2031" w:rsidRPr="00896137">
        <w:rPr>
          <w:rFonts w:ascii="宋体" w:hAnsi="宋体" w:hint="eastAsia"/>
          <w:color w:val="000000" w:themeColor="text1"/>
          <w:sz w:val="24"/>
        </w:rPr>
        <w:t>你能看出这是一只怎样的</w:t>
      </w:r>
      <w:r w:rsidR="00807B54">
        <w:rPr>
          <w:rFonts w:ascii="宋体" w:hAnsi="宋体" w:hint="eastAsia"/>
          <w:color w:val="000000" w:themeColor="text1"/>
          <w:sz w:val="24"/>
        </w:rPr>
        <w:t>侦</w:t>
      </w:r>
      <w:r w:rsidR="00EF270E" w:rsidRPr="00896137">
        <w:rPr>
          <w:rFonts w:ascii="宋体" w:hAnsi="宋体" w:hint="eastAsia"/>
          <w:color w:val="000000" w:themeColor="text1"/>
          <w:sz w:val="24"/>
        </w:rPr>
        <w:t>察</w:t>
      </w:r>
      <w:r w:rsidR="00807B54">
        <w:rPr>
          <w:rFonts w:ascii="宋体" w:hAnsi="宋体" w:hint="eastAsia"/>
          <w:color w:val="000000" w:themeColor="text1"/>
          <w:sz w:val="24"/>
        </w:rPr>
        <w:t>兵</w:t>
      </w:r>
      <w:r w:rsidRPr="00896137">
        <w:rPr>
          <w:rFonts w:ascii="宋体" w:hAnsi="宋体" w:hint="eastAsia"/>
          <w:color w:val="000000" w:themeColor="text1"/>
          <w:sz w:val="24"/>
        </w:rPr>
        <w:t>?</w:t>
      </w:r>
      <w:r w:rsidR="006625F2" w:rsidRPr="00896137">
        <w:rPr>
          <w:rFonts w:ascii="宋体" w:hAnsi="宋体" w:hint="eastAsia"/>
          <w:color w:val="000000" w:themeColor="text1"/>
          <w:sz w:val="24"/>
        </w:rPr>
        <w:t xml:space="preserve"> </w:t>
      </w:r>
      <w:r w:rsidR="00140904" w:rsidRPr="00896137">
        <w:rPr>
          <w:rFonts w:ascii="宋体" w:hAnsi="宋体" w:hint="eastAsia"/>
          <w:color w:val="000000" w:themeColor="text1"/>
          <w:sz w:val="24"/>
        </w:rPr>
        <w:t>（</w:t>
      </w:r>
      <w:r w:rsidR="006625F2" w:rsidRPr="00896137">
        <w:rPr>
          <w:rFonts w:ascii="宋体" w:hAnsi="宋体" w:hint="eastAsia"/>
          <w:color w:val="000000" w:themeColor="text1"/>
          <w:sz w:val="24"/>
        </w:rPr>
        <w:t>抓住关键词谈出了你的体会。</w:t>
      </w:r>
      <w:r w:rsidR="00140904" w:rsidRPr="00896137">
        <w:rPr>
          <w:rFonts w:ascii="宋体" w:hAnsi="宋体" w:hint="eastAsia"/>
          <w:color w:val="000000" w:themeColor="text1"/>
          <w:sz w:val="24"/>
        </w:rPr>
        <w:t>）</w:t>
      </w:r>
    </w:p>
    <w:p w:rsidR="00594EC9" w:rsidRDefault="00594EC9" w:rsidP="00D80069">
      <w:pPr>
        <w:adjustRightInd w:val="0"/>
        <w:snapToGrid w:val="0"/>
        <w:spacing w:line="280" w:lineRule="atLeas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lastRenderedPageBreak/>
        <w:t>（2）</w:t>
      </w:r>
      <w:r w:rsidR="005E0CDC" w:rsidRPr="00896137">
        <w:rPr>
          <w:rFonts w:ascii="宋体" w:hAnsi="宋体" w:hint="eastAsia"/>
          <w:color w:val="000000" w:themeColor="text1"/>
          <w:sz w:val="24"/>
        </w:rPr>
        <w:t>师：</w:t>
      </w:r>
      <w:r w:rsidR="009E13D7" w:rsidRPr="00896137">
        <w:rPr>
          <w:rFonts w:ascii="宋体" w:hAnsi="宋体" w:hint="eastAsia"/>
          <w:color w:val="000000" w:themeColor="text1"/>
          <w:sz w:val="24"/>
        </w:rPr>
        <w:t>小心谨慎。</w:t>
      </w:r>
      <w:r w:rsidR="005E0CDC" w:rsidRPr="00896137">
        <w:rPr>
          <w:rFonts w:ascii="宋体" w:hAnsi="宋体" w:hint="eastAsia"/>
          <w:color w:val="000000" w:themeColor="text1"/>
          <w:sz w:val="24"/>
        </w:rPr>
        <w:t>从哪个词读出来的？</w:t>
      </w:r>
      <w:r w:rsidR="009E13D7" w:rsidRPr="00896137">
        <w:rPr>
          <w:rFonts w:ascii="宋体" w:hAnsi="宋体" w:hint="eastAsia"/>
          <w:color w:val="000000" w:themeColor="text1"/>
          <w:sz w:val="24"/>
        </w:rPr>
        <w:t>探</w:t>
      </w:r>
      <w:r w:rsidR="00D80069">
        <w:rPr>
          <w:rFonts w:ascii="宋体" w:hAnsi="宋体" w:hint="eastAsia"/>
          <w:color w:val="000000" w:themeColor="text1"/>
          <w:sz w:val="24"/>
        </w:rPr>
        <w:t>。</w:t>
      </w:r>
    </w:p>
    <w:p w:rsidR="00D80069" w:rsidRDefault="00594EC9" w:rsidP="00D80069">
      <w:pPr>
        <w:adjustRightInd w:val="0"/>
        <w:snapToGrid w:val="0"/>
        <w:spacing w:line="280" w:lineRule="atLeast"/>
        <w:rPr>
          <w:rFonts w:ascii="宋体" w:hAnsi="宋体"/>
          <w:color w:val="000000" w:themeColor="text1"/>
          <w:sz w:val="24"/>
        </w:rPr>
      </w:pPr>
      <w:r w:rsidRPr="00594EC9">
        <w:rPr>
          <w:rFonts w:ascii="黑体" w:eastAsia="黑体" w:hAnsi="黑体" w:hint="eastAsia"/>
          <w:color w:val="000000" w:themeColor="text1"/>
          <w:sz w:val="24"/>
        </w:rPr>
        <w:t>一读</w:t>
      </w:r>
      <w:r>
        <w:rPr>
          <w:rFonts w:ascii="宋体" w:hAnsi="宋体" w:hint="eastAsia"/>
          <w:color w:val="000000" w:themeColor="text1"/>
          <w:sz w:val="24"/>
        </w:rPr>
        <w:t>：</w:t>
      </w:r>
      <w:r w:rsidR="00A13A33">
        <w:rPr>
          <w:rFonts w:ascii="宋体" w:hAnsi="宋体" w:hint="eastAsia"/>
          <w:color w:val="000000" w:themeColor="text1"/>
          <w:sz w:val="24"/>
        </w:rPr>
        <w:t>这个</w:t>
      </w:r>
      <w:r w:rsidR="00A13A33" w:rsidRPr="000C22BD">
        <w:rPr>
          <w:rFonts w:ascii="宋体" w:hAnsi="宋体" w:hint="eastAsia"/>
          <w:sz w:val="24"/>
        </w:rPr>
        <w:t>动词</w:t>
      </w:r>
      <w:r w:rsidR="00A13A33">
        <w:rPr>
          <w:rFonts w:ascii="宋体" w:hAnsi="宋体" w:hint="eastAsia"/>
          <w:color w:val="000000" w:themeColor="text1"/>
          <w:sz w:val="24"/>
        </w:rPr>
        <w:t>抓得好</w:t>
      </w:r>
      <w:r w:rsidR="00D065A1">
        <w:rPr>
          <w:rFonts w:ascii="宋体" w:hAnsi="宋体" w:hint="eastAsia"/>
          <w:color w:val="000000" w:themeColor="text1"/>
          <w:sz w:val="24"/>
        </w:rPr>
        <w:t>，</w:t>
      </w:r>
      <w:r w:rsidR="00D80069">
        <w:rPr>
          <w:rFonts w:ascii="宋体" w:hAnsi="宋体" w:hint="eastAsia"/>
          <w:color w:val="000000" w:themeColor="text1"/>
          <w:sz w:val="24"/>
        </w:rPr>
        <w:t>请你来读这句话，读出侦察兵的小心谨慎。</w:t>
      </w:r>
      <w:r w:rsidR="00BC11DB">
        <w:rPr>
          <w:rFonts w:ascii="宋体" w:hAnsi="宋体" w:hint="eastAsia"/>
          <w:color w:val="000000" w:themeColor="text1"/>
          <w:sz w:val="24"/>
        </w:rPr>
        <w:t>（</w:t>
      </w:r>
      <w:r w:rsidR="00BC11DB" w:rsidRPr="000C22BD">
        <w:rPr>
          <w:rFonts w:ascii="宋体" w:hAnsi="宋体" w:hint="eastAsia"/>
          <w:color w:val="FF0000"/>
          <w:sz w:val="24"/>
        </w:rPr>
        <w:t>体会读</w:t>
      </w:r>
      <w:r w:rsidR="00BC11DB">
        <w:rPr>
          <w:rFonts w:ascii="宋体" w:hAnsi="宋体" w:hint="eastAsia"/>
          <w:color w:val="000000" w:themeColor="text1"/>
          <w:sz w:val="24"/>
        </w:rPr>
        <w:t>）</w:t>
      </w:r>
    </w:p>
    <w:p w:rsidR="00D80069" w:rsidRDefault="00D80069" w:rsidP="00D80069">
      <w:pPr>
        <w:adjustRightInd w:val="0"/>
        <w:snapToGrid w:val="0"/>
        <w:spacing w:line="280" w:lineRule="atLeast"/>
        <w:rPr>
          <w:rFonts w:ascii="宋体" w:hAnsi="宋体"/>
          <w:sz w:val="24"/>
        </w:rPr>
      </w:pPr>
      <w:r w:rsidRPr="00D80069">
        <w:rPr>
          <w:rFonts w:ascii="宋体" w:hAnsi="宋体" w:hint="eastAsia"/>
          <w:color w:val="000000" w:themeColor="text1"/>
          <w:sz w:val="24"/>
        </w:rPr>
        <w:t>评：你体会的好，但没有读出小海龟的小心谨慎。</w:t>
      </w:r>
      <w:r w:rsidRPr="004C1C63">
        <w:rPr>
          <w:rFonts w:ascii="宋体" w:hAnsi="宋体" w:hint="eastAsia"/>
          <w:sz w:val="24"/>
        </w:rPr>
        <w:t>这个“探”字，还可以换成别的什么字？</w:t>
      </w:r>
      <w:r w:rsidRPr="004C1C63">
        <w:rPr>
          <w:rFonts w:ascii="宋体" w:hAnsi="宋体"/>
          <w:sz w:val="24"/>
        </w:rPr>
        <w:t xml:space="preserve"> </w:t>
      </w:r>
      <w:r w:rsidRPr="004C1C63">
        <w:rPr>
          <w:rFonts w:ascii="宋体" w:hAnsi="宋体" w:hint="eastAsia"/>
          <w:sz w:val="24"/>
        </w:rPr>
        <w:t>“伸”“露”。但是这些字作者都没用，就用了一个“探”字，为什么呢？</w:t>
      </w:r>
    </w:p>
    <w:p w:rsidR="00DE1BFC" w:rsidRDefault="00594EC9" w:rsidP="00DE1BFC">
      <w:pPr>
        <w:adjustRightInd w:val="0"/>
        <w:snapToGrid w:val="0"/>
        <w:spacing w:line="280" w:lineRule="atLeast"/>
        <w:rPr>
          <w:rFonts w:ascii="宋体" w:hAnsi="宋体"/>
          <w:sz w:val="24"/>
        </w:rPr>
      </w:pPr>
      <w:r w:rsidRPr="00594EC9">
        <w:rPr>
          <w:rFonts w:ascii="黑体" w:eastAsia="黑体" w:hAnsi="黑体" w:hint="eastAsia"/>
          <w:sz w:val="24"/>
        </w:rPr>
        <w:t>二读</w:t>
      </w:r>
      <w:r>
        <w:rPr>
          <w:rFonts w:ascii="宋体" w:hAnsi="宋体" w:hint="eastAsia"/>
          <w:sz w:val="24"/>
        </w:rPr>
        <w:t>：</w:t>
      </w:r>
      <w:r w:rsidR="00D80069">
        <w:rPr>
          <w:rFonts w:ascii="宋体" w:hAnsi="宋体" w:hint="eastAsia"/>
          <w:sz w:val="24"/>
        </w:rPr>
        <w:t>交流，师点评：看来作者用这个“探”字是有深意的。那请你</w:t>
      </w:r>
      <w:r w:rsidR="003C30C5">
        <w:rPr>
          <w:rFonts w:ascii="宋体" w:hAnsi="宋体" w:hint="eastAsia"/>
          <w:sz w:val="24"/>
        </w:rPr>
        <w:t>（刚才那位）</w:t>
      </w:r>
      <w:r w:rsidR="00331765">
        <w:rPr>
          <w:rFonts w:ascii="宋体" w:hAnsi="宋体" w:hint="eastAsia"/>
          <w:sz w:val="24"/>
        </w:rPr>
        <w:t>再</w:t>
      </w:r>
      <w:r w:rsidR="00D80069">
        <w:rPr>
          <w:rFonts w:ascii="宋体" w:hAnsi="宋体" w:hint="eastAsia"/>
          <w:sz w:val="24"/>
        </w:rPr>
        <w:t>来读一读，</w:t>
      </w:r>
      <w:r w:rsidR="001A5CFB" w:rsidRPr="000C22BD">
        <w:rPr>
          <w:rFonts w:ascii="宋体" w:hAnsi="宋体" w:hint="eastAsia"/>
          <w:sz w:val="24"/>
        </w:rPr>
        <w:t>突出这个“探”字来</w:t>
      </w:r>
      <w:r w:rsidR="00D80069" w:rsidRPr="000C22BD">
        <w:rPr>
          <w:rFonts w:ascii="宋体" w:hAnsi="宋体" w:hint="eastAsia"/>
          <w:sz w:val="24"/>
        </w:rPr>
        <w:t>读</w:t>
      </w:r>
      <w:r w:rsidR="001A5CFB">
        <w:rPr>
          <w:rFonts w:ascii="宋体" w:hAnsi="宋体" w:hint="eastAsia"/>
          <w:sz w:val="24"/>
        </w:rPr>
        <w:t>。</w:t>
      </w:r>
      <w:r w:rsidR="00A13A33">
        <w:rPr>
          <w:rFonts w:ascii="宋体" w:hAnsi="宋体" w:hint="eastAsia"/>
          <w:sz w:val="24"/>
        </w:rPr>
        <w:t>读</w:t>
      </w:r>
      <w:r w:rsidR="00D80069">
        <w:rPr>
          <w:rFonts w:ascii="宋体" w:hAnsi="宋体" w:hint="eastAsia"/>
          <w:sz w:val="24"/>
        </w:rPr>
        <w:t>出</w:t>
      </w:r>
      <w:r w:rsidR="00D80913">
        <w:rPr>
          <w:rFonts w:ascii="宋体" w:hAnsi="宋体" w:hint="eastAsia"/>
          <w:sz w:val="24"/>
        </w:rPr>
        <w:t>幼龟的小心谨慎。</w:t>
      </w:r>
      <w:r w:rsidR="00BC11DB">
        <w:rPr>
          <w:rFonts w:ascii="宋体" w:hAnsi="宋体" w:hint="eastAsia"/>
          <w:sz w:val="24"/>
        </w:rPr>
        <w:t>（</w:t>
      </w:r>
      <w:r w:rsidR="00BC11DB" w:rsidRPr="000C22BD">
        <w:rPr>
          <w:rFonts w:ascii="宋体" w:hAnsi="宋体" w:hint="eastAsia"/>
          <w:color w:val="FF0000"/>
          <w:sz w:val="24"/>
        </w:rPr>
        <w:t>换词读</w:t>
      </w:r>
      <w:r w:rsidR="00BC11DB">
        <w:rPr>
          <w:rFonts w:ascii="宋体" w:hAnsi="宋体" w:hint="eastAsia"/>
          <w:sz w:val="24"/>
        </w:rPr>
        <w:t>）</w:t>
      </w:r>
    </w:p>
    <w:p w:rsidR="00DE1BFC" w:rsidRDefault="00D80069" w:rsidP="00DE1BFC">
      <w:pPr>
        <w:adjustRightInd w:val="0"/>
        <w:snapToGrid w:val="0"/>
        <w:spacing w:line="280" w:lineRule="atLeast"/>
        <w:rPr>
          <w:rFonts w:ascii="宋体" w:hAnsi="宋体"/>
          <w:color w:val="000000" w:themeColor="text1"/>
          <w:sz w:val="24"/>
        </w:rPr>
      </w:pPr>
      <w:r w:rsidRPr="00D80913">
        <w:rPr>
          <w:rFonts w:ascii="宋体" w:hAnsi="宋体" w:hint="eastAsia"/>
          <w:color w:val="000000" w:themeColor="text1"/>
          <w:sz w:val="24"/>
        </w:rPr>
        <w:t>师：</w:t>
      </w:r>
      <w:r w:rsidR="00D065A1">
        <w:rPr>
          <w:rFonts w:ascii="宋体" w:hAnsi="宋体" w:hint="eastAsia"/>
          <w:sz w:val="24"/>
        </w:rPr>
        <w:t>评：</w:t>
      </w:r>
      <w:r w:rsidR="004651E0">
        <w:rPr>
          <w:rFonts w:ascii="宋体" w:hAnsi="宋体" w:hint="eastAsia"/>
          <w:sz w:val="24"/>
        </w:rPr>
        <w:t>有点儿</w:t>
      </w:r>
      <w:r w:rsidR="00D065A1">
        <w:rPr>
          <w:rFonts w:ascii="宋体" w:hAnsi="宋体" w:hint="eastAsia"/>
          <w:sz w:val="24"/>
        </w:rPr>
        <w:t>“探”</w:t>
      </w:r>
      <w:r w:rsidR="004651E0">
        <w:rPr>
          <w:rFonts w:ascii="宋体" w:hAnsi="宋体" w:hint="eastAsia"/>
          <w:sz w:val="24"/>
        </w:rPr>
        <w:t>的味道</w:t>
      </w:r>
      <w:r w:rsidR="001A1501">
        <w:rPr>
          <w:rFonts w:ascii="宋体" w:hAnsi="宋体" w:hint="eastAsia"/>
          <w:sz w:val="24"/>
        </w:rPr>
        <w:t>。</w:t>
      </w:r>
      <w:r w:rsidR="00F84E8F" w:rsidRPr="004C1C63">
        <w:rPr>
          <w:rFonts w:ascii="宋体" w:hAnsi="宋体" w:hint="eastAsia"/>
          <w:sz w:val="24"/>
        </w:rPr>
        <w:t>我仿佛看到小海龟把头探到了外面。</w:t>
      </w:r>
      <w:r w:rsidR="00927299">
        <w:rPr>
          <w:rFonts w:ascii="宋体" w:hAnsi="宋体" w:hint="eastAsia"/>
          <w:sz w:val="24"/>
        </w:rPr>
        <w:t xml:space="preserve">  </w:t>
      </w:r>
    </w:p>
    <w:p w:rsidR="00DE1BFC" w:rsidRPr="004C1C63" w:rsidRDefault="00BC11DB" w:rsidP="00DE1BFC">
      <w:pPr>
        <w:adjustRightInd w:val="0"/>
        <w:snapToGrid w:val="0"/>
        <w:spacing w:line="280" w:lineRule="atLeast"/>
        <w:rPr>
          <w:rFonts w:ascii="宋体"/>
          <w:sz w:val="24"/>
        </w:rPr>
      </w:pPr>
      <w:r w:rsidRPr="00594EC9">
        <w:rPr>
          <w:rFonts w:ascii="黑体" w:eastAsia="黑体" w:hAnsi="黑体" w:hint="eastAsia"/>
          <w:color w:val="000000" w:themeColor="text1"/>
          <w:sz w:val="24"/>
        </w:rPr>
        <w:t>三读：</w:t>
      </w:r>
      <w:r w:rsidR="00DE1BFC" w:rsidRPr="004C1C63">
        <w:rPr>
          <w:rFonts w:ascii="宋体" w:hAnsi="宋体" w:hint="eastAsia"/>
          <w:sz w:val="24"/>
        </w:rPr>
        <w:t>那么小心，那么谨慎，</w:t>
      </w:r>
      <w:r w:rsidR="00DE1BFC" w:rsidRPr="000C22BD">
        <w:rPr>
          <w:rFonts w:ascii="宋体" w:hAnsi="宋体" w:hint="eastAsia"/>
          <w:sz w:val="24"/>
        </w:rPr>
        <w:t>原因</w:t>
      </w:r>
      <w:r w:rsidR="00DE1BFC" w:rsidRPr="004C1C63">
        <w:rPr>
          <w:rFonts w:ascii="宋体" w:hAnsi="宋体" w:hint="eastAsia"/>
          <w:sz w:val="24"/>
        </w:rPr>
        <w:t>何在？</w:t>
      </w:r>
    </w:p>
    <w:p w:rsidR="00DE1BFC" w:rsidRPr="004C1C63" w:rsidRDefault="00DE1BFC" w:rsidP="00DE1BFC">
      <w:pPr>
        <w:adjustRightInd w:val="0"/>
        <w:snapToGrid w:val="0"/>
        <w:spacing w:line="280" w:lineRule="atLeast"/>
        <w:rPr>
          <w:rFonts w:ascii="宋体"/>
          <w:sz w:val="24"/>
        </w:rPr>
      </w:pPr>
      <w:r w:rsidRPr="004C1C63">
        <w:rPr>
          <w:rFonts w:ascii="宋体" w:hAnsi="宋体" w:hint="eastAsia"/>
          <w:sz w:val="24"/>
        </w:rPr>
        <w:t>（交流，</w:t>
      </w:r>
      <w:r w:rsidR="00BE0CCD">
        <w:rPr>
          <w:rFonts w:ascii="宋体" w:hAnsi="宋体" w:hint="eastAsia"/>
          <w:sz w:val="24"/>
        </w:rPr>
        <w:t>对，一个“探”字，看出</w:t>
      </w:r>
      <w:r w:rsidRPr="004C1C63">
        <w:rPr>
          <w:rFonts w:ascii="宋体" w:hAnsi="宋体" w:hint="eastAsia"/>
          <w:sz w:val="24"/>
        </w:rPr>
        <w:t>小</w:t>
      </w:r>
      <w:r w:rsidR="00BE0CCD">
        <w:rPr>
          <w:rFonts w:ascii="宋体" w:hAnsi="宋体" w:hint="eastAsia"/>
          <w:sz w:val="24"/>
        </w:rPr>
        <w:t>海</w:t>
      </w:r>
      <w:r w:rsidRPr="004C1C63">
        <w:rPr>
          <w:rFonts w:ascii="宋体" w:hAnsi="宋体" w:hint="eastAsia"/>
          <w:sz w:val="24"/>
        </w:rPr>
        <w:t>龟</w:t>
      </w:r>
      <w:r w:rsidR="00BE0CCD" w:rsidRPr="004C1C63">
        <w:rPr>
          <w:rFonts w:ascii="宋体" w:hAnsi="宋体" w:hint="eastAsia"/>
          <w:sz w:val="24"/>
        </w:rPr>
        <w:t>多么</w:t>
      </w:r>
      <w:r w:rsidRPr="004C1C63">
        <w:rPr>
          <w:rFonts w:ascii="宋体" w:hAnsi="宋体" w:hint="eastAsia"/>
          <w:sz w:val="24"/>
        </w:rPr>
        <w:t>会保护自己</w:t>
      </w:r>
      <w:r w:rsidR="00771CCD">
        <w:rPr>
          <w:rFonts w:ascii="宋体" w:hAnsi="宋体" w:hint="eastAsia"/>
          <w:sz w:val="24"/>
        </w:rPr>
        <w:t>和同伴</w:t>
      </w:r>
      <w:r w:rsidRPr="004C1C63">
        <w:rPr>
          <w:rFonts w:ascii="宋体" w:hAnsi="宋体" w:hint="eastAsia"/>
          <w:sz w:val="24"/>
        </w:rPr>
        <w:t>！那你读读吧。</w:t>
      </w:r>
      <w:r w:rsidR="00B9324D" w:rsidRPr="00B9324D">
        <w:rPr>
          <w:rFonts w:ascii="宋体" w:hAnsi="宋体" w:hint="eastAsia"/>
          <w:color w:val="FF0000"/>
          <w:sz w:val="24"/>
        </w:rPr>
        <w:t>可得小心，你的命运关系到群体的存亡</w:t>
      </w:r>
      <w:r w:rsidRPr="004C1C63">
        <w:rPr>
          <w:rFonts w:ascii="宋体" w:hAnsi="宋体" w:hint="eastAsia"/>
          <w:sz w:val="24"/>
        </w:rPr>
        <w:t>）</w:t>
      </w:r>
      <w:r w:rsidR="000C22BD">
        <w:rPr>
          <w:rFonts w:ascii="宋体" w:hAnsi="宋体" w:hint="eastAsia"/>
          <w:sz w:val="24"/>
        </w:rPr>
        <w:t>（</w:t>
      </w:r>
      <w:r w:rsidR="000C22BD" w:rsidRPr="000C22BD">
        <w:rPr>
          <w:rFonts w:ascii="宋体" w:hAnsi="宋体" w:hint="eastAsia"/>
          <w:color w:val="FF0000"/>
          <w:sz w:val="24"/>
        </w:rPr>
        <w:t>情景读</w:t>
      </w:r>
      <w:r w:rsidR="000C22BD">
        <w:rPr>
          <w:rFonts w:ascii="宋体" w:hAnsi="宋体" w:hint="eastAsia"/>
          <w:sz w:val="24"/>
        </w:rPr>
        <w:t>）</w:t>
      </w:r>
    </w:p>
    <w:p w:rsidR="00327DB9" w:rsidRDefault="00EF7DF8" w:rsidP="00594EC9">
      <w:pPr>
        <w:pStyle w:val="a5"/>
        <w:spacing w:line="280" w:lineRule="atLeast"/>
        <w:rPr>
          <w:rFonts w:ascii="宋体" w:hAnsi="宋体"/>
          <w:color w:val="000000" w:themeColor="text1"/>
          <w:sz w:val="24"/>
        </w:rPr>
      </w:pPr>
      <w:r w:rsidRPr="00EF7DF8">
        <w:rPr>
          <w:rFonts w:ascii="宋体" w:hAnsi="宋体" w:hint="eastAsia"/>
          <w:color w:val="000000" w:themeColor="text1"/>
          <w:sz w:val="24"/>
        </w:rPr>
        <w:t>师：</w:t>
      </w:r>
      <w:r w:rsidR="001A1501">
        <w:rPr>
          <w:rFonts w:ascii="宋体" w:hAnsi="宋体" w:hint="eastAsia"/>
          <w:sz w:val="24"/>
        </w:rPr>
        <w:t>（或</w:t>
      </w:r>
      <w:r w:rsidR="001A1501" w:rsidRPr="00D80913">
        <w:rPr>
          <w:rFonts w:ascii="宋体" w:hAnsi="宋体" w:hint="eastAsia"/>
          <w:color w:val="000000" w:themeColor="text1"/>
          <w:sz w:val="24"/>
        </w:rPr>
        <w:t>你这么“探”，</w:t>
      </w:r>
      <w:r w:rsidR="001A1501">
        <w:rPr>
          <w:rFonts w:ascii="宋体" w:hAnsi="宋体" w:hint="eastAsia"/>
          <w:color w:val="000000" w:themeColor="text1"/>
          <w:sz w:val="24"/>
        </w:rPr>
        <w:t>动作太慢，</w:t>
      </w:r>
      <w:r w:rsidR="001A1501" w:rsidRPr="00D80913">
        <w:rPr>
          <w:rFonts w:ascii="宋体" w:hAnsi="宋体" w:hint="eastAsia"/>
          <w:color w:val="000000" w:themeColor="text1"/>
          <w:sz w:val="24"/>
        </w:rPr>
        <w:t>嘲鹰锐利的眼睛早就发现你了。</w:t>
      </w:r>
      <w:r w:rsidR="001A1501" w:rsidRPr="00EF7DF8">
        <w:rPr>
          <w:rFonts w:ascii="宋体" w:hAnsi="宋体" w:hint="eastAsia"/>
          <w:color w:val="000000" w:themeColor="text1"/>
          <w:sz w:val="24"/>
        </w:rPr>
        <w:t>为了</w:t>
      </w:r>
      <w:r w:rsidR="001A1501">
        <w:rPr>
          <w:rFonts w:ascii="宋体" w:hAnsi="宋体" w:hint="eastAsia"/>
          <w:color w:val="000000" w:themeColor="text1"/>
          <w:sz w:val="24"/>
        </w:rPr>
        <w:t>安全</w:t>
      </w:r>
      <w:r w:rsidR="001A1501" w:rsidRPr="00EF7DF8">
        <w:rPr>
          <w:rFonts w:ascii="宋体" w:hAnsi="宋体" w:hint="eastAsia"/>
          <w:color w:val="000000" w:themeColor="text1"/>
          <w:sz w:val="24"/>
        </w:rPr>
        <w:t>，你</w:t>
      </w:r>
      <w:r w:rsidR="001A1501">
        <w:rPr>
          <w:rFonts w:ascii="宋体" w:hAnsi="宋体" w:hint="eastAsia"/>
          <w:color w:val="000000" w:themeColor="text1"/>
          <w:sz w:val="24"/>
        </w:rPr>
        <w:t>应该更加</w:t>
      </w:r>
      <w:r w:rsidR="001A1501" w:rsidRPr="00EF7DF8">
        <w:rPr>
          <w:rFonts w:ascii="宋体" w:hAnsi="宋体" w:hint="eastAsia"/>
          <w:color w:val="000000" w:themeColor="text1"/>
          <w:sz w:val="24"/>
        </w:rPr>
        <w:t>小心谨慎</w:t>
      </w:r>
      <w:r w:rsidR="001A1501">
        <w:rPr>
          <w:rFonts w:ascii="宋体" w:hAnsi="宋体" w:hint="eastAsia"/>
          <w:color w:val="000000" w:themeColor="text1"/>
          <w:sz w:val="24"/>
        </w:rPr>
        <w:t>，请你再读。）</w:t>
      </w:r>
      <w:r w:rsidR="00D80913" w:rsidRPr="00EF7DF8">
        <w:rPr>
          <w:rFonts w:ascii="宋体" w:hAnsi="宋体" w:hint="eastAsia"/>
          <w:color w:val="000000" w:themeColor="text1"/>
          <w:sz w:val="24"/>
        </w:rPr>
        <w:t>真是一只称职的侦察兵。</w:t>
      </w:r>
      <w:r w:rsidR="00327DB9" w:rsidRPr="00896137">
        <w:rPr>
          <w:rFonts w:ascii="宋体" w:hAnsi="宋体" w:hint="eastAsia"/>
          <w:color w:val="000000" w:themeColor="text1"/>
          <w:sz w:val="24"/>
        </w:rPr>
        <w:t>突出“探”</w:t>
      </w:r>
      <w:r w:rsidR="00BC11DB">
        <w:rPr>
          <w:rFonts w:ascii="宋体" w:hAnsi="宋体" w:hint="eastAsia"/>
          <w:color w:val="000000" w:themeColor="text1"/>
          <w:sz w:val="24"/>
        </w:rPr>
        <w:t>（</w:t>
      </w:r>
      <w:r w:rsidR="00327DB9" w:rsidRPr="00896137">
        <w:rPr>
          <w:rFonts w:ascii="宋体" w:hAnsi="宋体" w:hint="eastAsia"/>
          <w:color w:val="000000" w:themeColor="text1"/>
          <w:sz w:val="24"/>
        </w:rPr>
        <w:t>和“欲出而止”</w:t>
      </w:r>
      <w:r w:rsidR="00327DB9">
        <w:rPr>
          <w:rFonts w:ascii="宋体" w:hAnsi="宋体" w:hint="eastAsia"/>
          <w:color w:val="000000" w:themeColor="text1"/>
          <w:sz w:val="24"/>
        </w:rPr>
        <w:t>，</w:t>
      </w:r>
      <w:r w:rsidR="00BC11DB">
        <w:rPr>
          <w:rFonts w:ascii="宋体" w:hAnsi="宋体" w:hint="eastAsia"/>
          <w:color w:val="000000" w:themeColor="text1"/>
          <w:sz w:val="24"/>
        </w:rPr>
        <w:t>）</w:t>
      </w:r>
      <w:r w:rsidR="00327DB9" w:rsidRPr="00896137">
        <w:rPr>
          <w:rFonts w:ascii="宋体" w:hAnsi="宋体" w:hint="eastAsia"/>
          <w:color w:val="000000" w:themeColor="text1"/>
          <w:sz w:val="24"/>
        </w:rPr>
        <w:t xml:space="preserve"> </w:t>
      </w:r>
      <w:r w:rsidR="000F4FE3">
        <w:rPr>
          <w:rFonts w:ascii="宋体" w:hAnsi="宋体" w:hint="eastAsia"/>
          <w:color w:val="000000" w:themeColor="text1"/>
          <w:sz w:val="24"/>
        </w:rPr>
        <w:t>而且</w:t>
      </w:r>
      <w:r w:rsidR="00327DB9" w:rsidRPr="000C22BD">
        <w:rPr>
          <w:rFonts w:ascii="宋体" w:hAnsi="宋体" w:hint="eastAsia"/>
          <w:color w:val="000000" w:themeColor="text1"/>
          <w:sz w:val="24"/>
        </w:rPr>
        <w:t>带着小心翼翼的心理，</w:t>
      </w:r>
      <w:r w:rsidR="00EF270E" w:rsidRPr="000C22BD">
        <w:rPr>
          <w:rFonts w:ascii="宋体" w:hAnsi="宋体" w:hint="eastAsia"/>
          <w:color w:val="000000" w:themeColor="text1"/>
          <w:sz w:val="24"/>
        </w:rPr>
        <w:t>想象</w:t>
      </w:r>
      <w:r w:rsidR="00EE5777">
        <w:rPr>
          <w:rFonts w:ascii="宋体" w:hAnsi="宋体" w:hint="eastAsia"/>
          <w:color w:val="000000" w:themeColor="text1"/>
          <w:sz w:val="24"/>
        </w:rPr>
        <w:t>欲出而止</w:t>
      </w:r>
      <w:r w:rsidR="00EF270E" w:rsidRPr="000C22BD">
        <w:rPr>
          <w:rFonts w:ascii="宋体" w:hAnsi="宋体" w:hint="eastAsia"/>
          <w:color w:val="000000" w:themeColor="text1"/>
          <w:sz w:val="24"/>
        </w:rPr>
        <w:t>的画面</w:t>
      </w:r>
      <w:r w:rsidR="00EF270E">
        <w:rPr>
          <w:rFonts w:ascii="宋体" w:hAnsi="宋体" w:hint="eastAsia"/>
          <w:color w:val="000000" w:themeColor="text1"/>
          <w:sz w:val="24"/>
        </w:rPr>
        <w:t>，</w:t>
      </w:r>
      <w:r w:rsidR="000F4FE3">
        <w:rPr>
          <w:rFonts w:ascii="宋体" w:hAnsi="宋体" w:hint="eastAsia"/>
          <w:color w:val="000000" w:themeColor="text1"/>
          <w:sz w:val="24"/>
        </w:rPr>
        <w:t>就能</w:t>
      </w:r>
      <w:r w:rsidR="00327DB9" w:rsidRPr="00896137">
        <w:rPr>
          <w:rFonts w:ascii="宋体" w:hAnsi="宋体" w:hint="eastAsia"/>
          <w:color w:val="000000" w:themeColor="text1"/>
          <w:sz w:val="24"/>
        </w:rPr>
        <w:t>读出</w:t>
      </w:r>
      <w:r w:rsidR="00327DB9">
        <w:rPr>
          <w:rFonts w:ascii="宋体" w:hAnsi="宋体" w:hint="eastAsia"/>
          <w:color w:val="000000" w:themeColor="text1"/>
          <w:sz w:val="24"/>
        </w:rPr>
        <w:t>小海龟的小心谨慎。</w:t>
      </w:r>
    </w:p>
    <w:p w:rsidR="00594EC9" w:rsidRDefault="00BC11DB" w:rsidP="00594EC9">
      <w:pPr>
        <w:pStyle w:val="a5"/>
        <w:spacing w:line="280" w:lineRule="atLeast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sz w:val="24"/>
        </w:rPr>
        <w:t>四读：</w:t>
      </w:r>
      <w:r w:rsidR="00327DB9">
        <w:rPr>
          <w:rFonts w:ascii="黑体" w:eastAsia="黑体" w:hAnsi="黑体" w:hint="eastAsia"/>
          <w:color w:val="000000" w:themeColor="text1"/>
          <w:sz w:val="24"/>
        </w:rPr>
        <w:t>（</w:t>
      </w:r>
      <w:r w:rsidR="000367A9" w:rsidRPr="00AB6707">
        <w:rPr>
          <w:rFonts w:ascii="宋体" w:hAnsi="宋体" w:hint="eastAsia"/>
          <w:color w:val="FF0000"/>
          <w:sz w:val="24"/>
        </w:rPr>
        <w:t>推荐读。</w:t>
      </w:r>
      <w:r w:rsidR="00121D36" w:rsidRPr="00BC11DB">
        <w:rPr>
          <w:rFonts w:ascii="宋体" w:hAnsi="宋体" w:hint="eastAsia"/>
          <w:sz w:val="24"/>
        </w:rPr>
        <w:t>从你的表情我能看出这是一只小心翼翼的侦察兵。</w:t>
      </w:r>
      <w:r w:rsidR="00327DB9" w:rsidRPr="00BC11DB">
        <w:rPr>
          <w:rFonts w:ascii="宋体" w:hAnsi="宋体" w:hint="eastAsia"/>
          <w:sz w:val="24"/>
        </w:rPr>
        <w:t>）</w:t>
      </w:r>
    </w:p>
    <w:p w:rsidR="00B42BE6" w:rsidRPr="00AB6707" w:rsidRDefault="00BC11DB" w:rsidP="00594EC9">
      <w:pPr>
        <w:pStyle w:val="a5"/>
        <w:spacing w:line="280" w:lineRule="atLeast"/>
        <w:rPr>
          <w:rFonts w:ascii="宋体" w:hAnsi="宋体"/>
          <w:color w:val="000000" w:themeColor="text1"/>
          <w:sz w:val="24"/>
        </w:rPr>
      </w:pPr>
      <w:r>
        <w:rPr>
          <w:rFonts w:ascii="黑体" w:eastAsia="黑体" w:hAnsi="黑体" w:hint="eastAsia"/>
          <w:color w:val="000000" w:themeColor="text1"/>
          <w:sz w:val="24"/>
        </w:rPr>
        <w:t>五</w:t>
      </w:r>
      <w:r w:rsidR="00327DB9" w:rsidRPr="00594EC9">
        <w:rPr>
          <w:rFonts w:ascii="黑体" w:eastAsia="黑体" w:hAnsi="黑体" w:hint="eastAsia"/>
          <w:color w:val="000000" w:themeColor="text1"/>
          <w:sz w:val="24"/>
        </w:rPr>
        <w:t>读</w:t>
      </w:r>
      <w:r w:rsidR="00331765" w:rsidRPr="00594EC9">
        <w:rPr>
          <w:rFonts w:ascii="黑体" w:eastAsia="黑体" w:hAnsi="黑体" w:hint="eastAsia"/>
          <w:color w:val="000000" w:themeColor="text1"/>
          <w:sz w:val="24"/>
        </w:rPr>
        <w:t>：</w:t>
      </w:r>
      <w:r w:rsidR="00A13A33" w:rsidRPr="00BC11DB">
        <w:rPr>
          <w:rFonts w:ascii="宋体" w:hAnsi="宋体" w:hint="eastAsia"/>
          <w:sz w:val="24"/>
        </w:rPr>
        <w:t>来，</w:t>
      </w:r>
      <w:r w:rsidR="00121D36" w:rsidRPr="00BC11DB">
        <w:rPr>
          <w:rFonts w:ascii="宋体" w:hAnsi="宋体" w:hint="eastAsia"/>
          <w:sz w:val="24"/>
        </w:rPr>
        <w:t>像他</w:t>
      </w:r>
      <w:r w:rsidR="00A13A33" w:rsidRPr="00BC11DB">
        <w:rPr>
          <w:rFonts w:ascii="宋体" w:hAnsi="宋体" w:hint="eastAsia"/>
          <w:sz w:val="24"/>
        </w:rPr>
        <w:t>那</w:t>
      </w:r>
      <w:r w:rsidR="00121D36" w:rsidRPr="00BC11DB">
        <w:rPr>
          <w:rFonts w:ascii="宋体" w:hAnsi="宋体" w:hint="eastAsia"/>
          <w:sz w:val="24"/>
        </w:rPr>
        <w:t>样读一读。</w:t>
      </w:r>
      <w:r w:rsidR="00312180" w:rsidRPr="00BC11DB">
        <w:rPr>
          <w:rFonts w:ascii="宋体" w:hAnsi="宋体" w:hint="eastAsia"/>
          <w:sz w:val="24"/>
        </w:rPr>
        <w:t>准备好，小心翼翼</w:t>
      </w:r>
      <w:r w:rsidR="00A13A33" w:rsidRPr="00BC11DB">
        <w:rPr>
          <w:rFonts w:ascii="宋体" w:hAnsi="宋体" w:hint="eastAsia"/>
          <w:sz w:val="24"/>
        </w:rPr>
        <w:t>地</w:t>
      </w:r>
      <w:r w:rsidR="00312180" w:rsidRPr="00BC11DB">
        <w:rPr>
          <w:rFonts w:ascii="宋体" w:hAnsi="宋体" w:hint="eastAsia"/>
          <w:sz w:val="24"/>
        </w:rPr>
        <w:t>，开始——</w:t>
      </w:r>
      <w:r w:rsidR="004A2031" w:rsidRPr="00AB6707">
        <w:rPr>
          <w:rFonts w:ascii="宋体" w:hAnsi="宋体" w:hint="eastAsia"/>
          <w:color w:val="FF0000"/>
          <w:sz w:val="24"/>
        </w:rPr>
        <w:t>齐读</w:t>
      </w:r>
    </w:p>
    <w:p w:rsidR="00630352" w:rsidRPr="00896137" w:rsidRDefault="003E2D87" w:rsidP="00327DB9">
      <w:pPr>
        <w:pStyle w:val="a5"/>
        <w:spacing w:line="280" w:lineRule="atLeast"/>
        <w:rPr>
          <w:rFonts w:ascii="宋体" w:hAnsi="宋体"/>
          <w:color w:val="000000" w:themeColor="text1"/>
          <w:sz w:val="24"/>
        </w:rPr>
      </w:pPr>
      <w:r w:rsidRPr="00896137">
        <w:rPr>
          <w:rFonts w:ascii="宋体" w:hAnsi="宋体" w:hint="eastAsia"/>
          <w:color w:val="000000" w:themeColor="text1"/>
          <w:sz w:val="24"/>
        </w:rPr>
        <w:t>评：</w:t>
      </w:r>
      <w:r w:rsidR="00327DB9">
        <w:rPr>
          <w:rFonts w:ascii="宋体" w:hAnsi="宋体" w:hint="eastAsia"/>
          <w:color w:val="000000" w:themeColor="text1"/>
          <w:sz w:val="24"/>
        </w:rPr>
        <w:t>带着心理，</w:t>
      </w:r>
      <w:r w:rsidR="00EF270E">
        <w:rPr>
          <w:rFonts w:ascii="宋体" w:hAnsi="宋体" w:hint="eastAsia"/>
          <w:color w:val="000000" w:themeColor="text1"/>
          <w:sz w:val="24"/>
        </w:rPr>
        <w:t>突出关键词，</w:t>
      </w:r>
      <w:r w:rsidR="00327DB9">
        <w:rPr>
          <w:rFonts w:ascii="宋体" w:hAnsi="宋体" w:hint="eastAsia"/>
          <w:color w:val="000000" w:themeColor="text1"/>
          <w:sz w:val="24"/>
        </w:rPr>
        <w:t>想象</w:t>
      </w:r>
      <w:r w:rsidR="00EF270E">
        <w:rPr>
          <w:rFonts w:ascii="宋体" w:hAnsi="宋体" w:hint="eastAsia"/>
          <w:color w:val="000000" w:themeColor="text1"/>
          <w:sz w:val="24"/>
        </w:rPr>
        <w:t>画面</w:t>
      </w:r>
      <w:r w:rsidR="00327DB9">
        <w:rPr>
          <w:rFonts w:ascii="宋体" w:hAnsi="宋体" w:hint="eastAsia"/>
          <w:color w:val="000000" w:themeColor="text1"/>
          <w:sz w:val="24"/>
        </w:rPr>
        <w:t>，</w:t>
      </w:r>
      <w:r w:rsidR="00EF270E">
        <w:rPr>
          <w:rFonts w:ascii="宋体" w:hAnsi="宋体" w:hint="eastAsia"/>
          <w:color w:val="000000" w:themeColor="text1"/>
          <w:sz w:val="24"/>
        </w:rPr>
        <w:t>你们</w:t>
      </w:r>
      <w:r w:rsidR="00327DB9">
        <w:rPr>
          <w:rFonts w:ascii="宋体" w:hAnsi="宋体" w:hint="eastAsia"/>
          <w:color w:val="000000" w:themeColor="text1"/>
          <w:sz w:val="24"/>
        </w:rPr>
        <w:t>读出</w:t>
      </w:r>
      <w:r w:rsidR="00EF270E">
        <w:rPr>
          <w:rFonts w:ascii="宋体" w:hAnsi="宋体" w:hint="eastAsia"/>
          <w:color w:val="000000" w:themeColor="text1"/>
          <w:sz w:val="24"/>
        </w:rPr>
        <w:t>了</w:t>
      </w:r>
      <w:r w:rsidR="00327DB9" w:rsidRPr="00896137">
        <w:rPr>
          <w:rFonts w:ascii="宋体" w:hAnsi="宋体" w:hint="eastAsia"/>
          <w:color w:val="000000" w:themeColor="text1"/>
          <w:sz w:val="24"/>
        </w:rPr>
        <w:t>“探</w:t>
      </w:r>
      <w:r w:rsidR="00327DB9" w:rsidRPr="00896137">
        <w:rPr>
          <w:rFonts w:ascii="宋体" w:hAnsi="宋体"/>
          <w:color w:val="000000" w:themeColor="text1"/>
          <w:sz w:val="24"/>
        </w:rPr>
        <w:t>”</w:t>
      </w:r>
      <w:r w:rsidR="00327DB9" w:rsidRPr="00896137">
        <w:rPr>
          <w:rFonts w:ascii="宋体" w:hAnsi="宋体" w:hint="eastAsia"/>
          <w:color w:val="000000" w:themeColor="text1"/>
          <w:sz w:val="24"/>
        </w:rPr>
        <w:t>字的奥妙！</w:t>
      </w:r>
    </w:p>
    <w:p w:rsidR="00140904" w:rsidRPr="00896137" w:rsidRDefault="00D52792" w:rsidP="00140904">
      <w:pPr>
        <w:adjustRightInd w:val="0"/>
        <w:snapToGrid w:val="0"/>
        <w:spacing w:line="280" w:lineRule="atLeast"/>
        <w:rPr>
          <w:rFonts w:ascii="宋体"/>
          <w:color w:val="000000" w:themeColor="text1"/>
          <w:sz w:val="24"/>
        </w:rPr>
      </w:pPr>
      <w:r w:rsidRPr="00896137">
        <w:rPr>
          <w:rFonts w:ascii="宋体" w:hAnsi="宋体" w:hint="eastAsia"/>
          <w:color w:val="000000" w:themeColor="text1"/>
          <w:sz w:val="24"/>
        </w:rPr>
        <w:t>师：</w:t>
      </w:r>
      <w:r w:rsidR="00057042" w:rsidRPr="00896137">
        <w:rPr>
          <w:rFonts w:ascii="宋体" w:hAnsi="宋体" w:hint="eastAsia"/>
          <w:color w:val="000000" w:themeColor="text1"/>
          <w:sz w:val="24"/>
        </w:rPr>
        <w:t>刚才我们抓住动词“探”体会到了这只侦</w:t>
      </w:r>
      <w:r w:rsidR="008C3941">
        <w:rPr>
          <w:rFonts w:ascii="宋体" w:hAnsi="宋体" w:hint="eastAsia"/>
          <w:color w:val="000000" w:themeColor="text1"/>
          <w:sz w:val="24"/>
        </w:rPr>
        <w:t>察</w:t>
      </w:r>
      <w:r w:rsidR="00057042" w:rsidRPr="00896137">
        <w:rPr>
          <w:rFonts w:ascii="宋体" w:hAnsi="宋体" w:hint="eastAsia"/>
          <w:color w:val="000000" w:themeColor="text1"/>
          <w:sz w:val="24"/>
        </w:rPr>
        <w:t>兵的谨慎和小心。</w:t>
      </w:r>
      <w:r w:rsidR="00140904" w:rsidRPr="00896137">
        <w:rPr>
          <w:rFonts w:ascii="宋体" w:hAnsi="宋体" w:hint="eastAsia"/>
          <w:color w:val="000000" w:themeColor="text1"/>
          <w:sz w:val="24"/>
        </w:rPr>
        <w:t>这段话中</w:t>
      </w:r>
      <w:r w:rsidR="00912387">
        <w:rPr>
          <w:rFonts w:ascii="宋体" w:hAnsi="宋体" w:hint="eastAsia"/>
          <w:color w:val="000000" w:themeColor="text1"/>
          <w:sz w:val="24"/>
        </w:rPr>
        <w:t>还有</w:t>
      </w:r>
      <w:r w:rsidR="00177890">
        <w:rPr>
          <w:rFonts w:ascii="宋体" w:hAnsi="宋体" w:hint="eastAsia"/>
          <w:color w:val="000000" w:themeColor="text1"/>
          <w:sz w:val="24"/>
        </w:rPr>
        <w:t>哪个</w:t>
      </w:r>
      <w:r w:rsidR="00140904" w:rsidRPr="00896137">
        <w:rPr>
          <w:rFonts w:ascii="宋体" w:hAnsi="宋体" w:hint="eastAsia"/>
          <w:color w:val="000000" w:themeColor="text1"/>
          <w:sz w:val="24"/>
        </w:rPr>
        <w:t>词</w:t>
      </w:r>
      <w:r w:rsidR="001A6F39" w:rsidRPr="00896137">
        <w:rPr>
          <w:rFonts w:ascii="宋体" w:hAnsi="宋体" w:hint="eastAsia"/>
          <w:color w:val="000000" w:themeColor="text1"/>
          <w:sz w:val="24"/>
        </w:rPr>
        <w:t>也是</w:t>
      </w:r>
      <w:r w:rsidR="00140904" w:rsidRPr="00896137">
        <w:rPr>
          <w:rFonts w:ascii="宋体" w:hAnsi="宋体" w:hint="eastAsia"/>
          <w:color w:val="000000" w:themeColor="text1"/>
          <w:sz w:val="24"/>
        </w:rPr>
        <w:t>描述</w:t>
      </w:r>
      <w:r w:rsidR="001B39F7" w:rsidRPr="00896137">
        <w:rPr>
          <w:rFonts w:ascii="宋体" w:hAnsi="宋体" w:hint="eastAsia"/>
          <w:color w:val="000000" w:themeColor="text1"/>
          <w:sz w:val="24"/>
        </w:rPr>
        <w:t>侦</w:t>
      </w:r>
      <w:r w:rsidR="001B39F7">
        <w:rPr>
          <w:rFonts w:ascii="宋体" w:hAnsi="宋体" w:hint="eastAsia"/>
          <w:color w:val="000000" w:themeColor="text1"/>
          <w:sz w:val="24"/>
        </w:rPr>
        <w:t>察</w:t>
      </w:r>
      <w:r w:rsidR="001B39F7" w:rsidRPr="00896137">
        <w:rPr>
          <w:rFonts w:ascii="宋体" w:hAnsi="宋体" w:hint="eastAsia"/>
          <w:color w:val="000000" w:themeColor="text1"/>
          <w:sz w:val="24"/>
        </w:rPr>
        <w:t>兵的</w:t>
      </w:r>
      <w:r w:rsidR="001B39F7">
        <w:rPr>
          <w:rFonts w:ascii="宋体" w:hAnsi="宋体" w:hint="eastAsia"/>
          <w:color w:val="000000" w:themeColor="text1"/>
          <w:sz w:val="24"/>
        </w:rPr>
        <w:t>小心</w:t>
      </w:r>
      <w:r w:rsidR="001B39F7" w:rsidRPr="00896137">
        <w:rPr>
          <w:rFonts w:ascii="宋体" w:hAnsi="宋体" w:hint="eastAsia"/>
          <w:color w:val="000000" w:themeColor="text1"/>
          <w:sz w:val="24"/>
        </w:rPr>
        <w:t>谨慎</w:t>
      </w:r>
      <w:r w:rsidR="00140904" w:rsidRPr="00896137">
        <w:rPr>
          <w:rFonts w:ascii="宋体" w:hAnsi="宋体" w:hint="eastAsia"/>
          <w:color w:val="000000" w:themeColor="text1"/>
          <w:sz w:val="24"/>
        </w:rPr>
        <w:t>呢？生</w:t>
      </w:r>
      <w:r w:rsidR="00A13A33">
        <w:rPr>
          <w:rFonts w:ascii="宋体" w:hAnsi="宋体" w:hint="eastAsia"/>
          <w:color w:val="000000" w:themeColor="text1"/>
          <w:sz w:val="24"/>
        </w:rPr>
        <w:t>：</w:t>
      </w:r>
      <w:r w:rsidR="00140904" w:rsidRPr="00896137">
        <w:rPr>
          <w:rFonts w:ascii="宋体" w:hAnsi="宋体" w:hint="eastAsia"/>
          <w:color w:val="000000" w:themeColor="text1"/>
          <w:sz w:val="24"/>
        </w:rPr>
        <w:t>踯躅不前。</w:t>
      </w:r>
    </w:p>
    <w:p w:rsidR="0083274C" w:rsidRPr="000C22BD" w:rsidRDefault="002170F9" w:rsidP="0083274C">
      <w:pPr>
        <w:rPr>
          <w:rFonts w:ascii="宋体" w:hAnsi="宋体"/>
          <w:color w:val="FF0000"/>
          <w:sz w:val="24"/>
        </w:rPr>
      </w:pPr>
      <w:r w:rsidRPr="00896137">
        <w:rPr>
          <w:rFonts w:ascii="宋体" w:hAnsi="宋体" w:hint="eastAsia"/>
          <w:color w:val="000000" w:themeColor="text1"/>
          <w:sz w:val="24"/>
        </w:rPr>
        <w:t>师：</w:t>
      </w:r>
      <w:r w:rsidR="0071598E">
        <w:rPr>
          <w:rFonts w:ascii="宋体" w:hAnsi="宋体" w:hint="eastAsia"/>
          <w:color w:val="000000" w:themeColor="text1"/>
          <w:sz w:val="24"/>
        </w:rPr>
        <w:t>你看，作者用</w:t>
      </w:r>
      <w:r w:rsidR="00B8252F" w:rsidRPr="00896137">
        <w:rPr>
          <w:rFonts w:ascii="宋体" w:hAnsi="宋体" w:hint="eastAsia"/>
          <w:color w:val="000000" w:themeColor="text1"/>
          <w:sz w:val="24"/>
        </w:rPr>
        <w:t>三个动词，把</w:t>
      </w:r>
      <w:r w:rsidR="003C5B68" w:rsidRPr="006F515A">
        <w:rPr>
          <w:rFonts w:ascii="宋体" w:hAnsi="宋体" w:hint="eastAsia"/>
          <w:color w:val="FF0000"/>
          <w:sz w:val="24"/>
        </w:rPr>
        <w:t>这只</w:t>
      </w:r>
      <w:r w:rsidR="0071598E">
        <w:rPr>
          <w:rFonts w:ascii="宋体" w:hAnsi="宋体" w:hint="eastAsia"/>
          <w:color w:val="000000" w:themeColor="text1"/>
          <w:sz w:val="24"/>
        </w:rPr>
        <w:t>侦察兵的小心谨慎刻画得栩栩如生，活灵活现，</w:t>
      </w:r>
      <w:r w:rsidR="003748DA" w:rsidRPr="00896137">
        <w:rPr>
          <w:rFonts w:ascii="宋体" w:hAnsi="宋体" w:hint="eastAsia"/>
          <w:color w:val="000000" w:themeColor="text1"/>
          <w:sz w:val="24"/>
        </w:rPr>
        <w:t>让我们身临其境。</w:t>
      </w:r>
      <w:r w:rsidR="0071598E">
        <w:rPr>
          <w:rFonts w:ascii="宋体" w:hAnsi="宋体" w:hint="eastAsia"/>
          <w:color w:val="000000" w:themeColor="text1"/>
          <w:sz w:val="24"/>
        </w:rPr>
        <w:t>这样的描写叫做点的描写（板书：</w:t>
      </w:r>
      <w:r w:rsidR="0071598E" w:rsidRPr="004013B2">
        <w:rPr>
          <w:rFonts w:ascii="宋体" w:hAnsi="宋体" w:hint="eastAsia"/>
          <w:color w:val="FF0000"/>
          <w:sz w:val="24"/>
        </w:rPr>
        <w:t>点</w:t>
      </w:r>
      <w:r w:rsidR="0071598E">
        <w:rPr>
          <w:rFonts w:ascii="宋体" w:hAnsi="宋体" w:hint="eastAsia"/>
          <w:color w:val="000000" w:themeColor="text1"/>
          <w:sz w:val="24"/>
        </w:rPr>
        <w:t>）</w:t>
      </w:r>
      <w:r w:rsidR="006F2F76" w:rsidRPr="000C22BD">
        <w:rPr>
          <w:rFonts w:ascii="宋体" w:hAnsi="宋体" w:hint="eastAsia"/>
          <w:color w:val="FF0000"/>
          <w:sz w:val="24"/>
        </w:rPr>
        <w:t>我们</w:t>
      </w:r>
      <w:r w:rsidR="007326F8">
        <w:rPr>
          <w:rFonts w:ascii="宋体" w:hAnsi="宋体" w:hint="eastAsia"/>
          <w:color w:val="FF0000"/>
          <w:sz w:val="24"/>
        </w:rPr>
        <w:t>用朗读</w:t>
      </w:r>
      <w:r w:rsidR="006F2F76" w:rsidRPr="000C22BD">
        <w:rPr>
          <w:rFonts w:ascii="宋体" w:hAnsi="宋体" w:hint="eastAsia"/>
          <w:color w:val="FF0000"/>
          <w:sz w:val="24"/>
        </w:rPr>
        <w:t>来感受</w:t>
      </w:r>
      <w:r w:rsidR="00912387" w:rsidRPr="000C22BD">
        <w:rPr>
          <w:rFonts w:ascii="宋体" w:hAnsi="宋体" w:hint="eastAsia"/>
          <w:color w:val="FF0000"/>
          <w:sz w:val="24"/>
        </w:rPr>
        <w:t>这样细致的描写</w:t>
      </w:r>
      <w:r w:rsidR="003C5B68" w:rsidRPr="000C22BD">
        <w:rPr>
          <w:rFonts w:ascii="宋体" w:hAnsi="宋体" w:hint="eastAsia"/>
          <w:color w:val="FF0000"/>
          <w:sz w:val="24"/>
        </w:rPr>
        <w:t>所</w:t>
      </w:r>
      <w:r w:rsidR="00166E59" w:rsidRPr="000C22BD">
        <w:rPr>
          <w:rFonts w:ascii="宋体" w:hAnsi="宋体" w:hint="eastAsia"/>
          <w:color w:val="FF0000"/>
          <w:sz w:val="24"/>
        </w:rPr>
        <w:t>呈现的画面</w:t>
      </w:r>
      <w:r w:rsidR="006F2F76" w:rsidRPr="000C22BD">
        <w:rPr>
          <w:rFonts w:ascii="宋体" w:hAnsi="宋体" w:hint="eastAsia"/>
          <w:color w:val="FF0000"/>
          <w:sz w:val="24"/>
        </w:rPr>
        <w:t>。</w:t>
      </w:r>
      <w:r w:rsidR="007326F8">
        <w:rPr>
          <w:rFonts w:ascii="宋体" w:hAnsi="宋体" w:hint="eastAsia"/>
          <w:color w:val="FF0000"/>
          <w:sz w:val="24"/>
        </w:rPr>
        <w:t>齐读</w:t>
      </w:r>
    </w:p>
    <w:p w:rsidR="00594EC9" w:rsidRPr="00F542E7" w:rsidRDefault="004A5F30" w:rsidP="004A5F30">
      <w:pPr>
        <w:pStyle w:val="a5"/>
        <w:spacing w:line="280" w:lineRule="atLeast"/>
        <w:rPr>
          <w:rFonts w:ascii="宋体" w:hAnsi="宋体"/>
          <w:b/>
          <w:color w:val="000000" w:themeColor="text1"/>
          <w:sz w:val="24"/>
        </w:rPr>
      </w:pPr>
      <w:r w:rsidRPr="00F542E7">
        <w:rPr>
          <w:rFonts w:ascii="宋体" w:hAnsi="宋体" w:hint="eastAsia"/>
          <w:b/>
          <w:color w:val="000000" w:themeColor="text1"/>
          <w:sz w:val="24"/>
        </w:rPr>
        <w:t>2、</w:t>
      </w:r>
      <w:r w:rsidR="00594EC9" w:rsidRPr="00F542E7">
        <w:rPr>
          <w:rFonts w:ascii="宋体" w:hAnsi="宋体" w:hint="eastAsia"/>
          <w:b/>
          <w:color w:val="000000" w:themeColor="text1"/>
          <w:sz w:val="24"/>
        </w:rPr>
        <w:t>面的描写</w:t>
      </w:r>
    </w:p>
    <w:p w:rsidR="001D3525" w:rsidRPr="003C5B68" w:rsidRDefault="0071598E" w:rsidP="003C5B68">
      <w:pPr>
        <w:spacing w:line="280" w:lineRule="atLeast"/>
        <w:ind w:firstLine="480"/>
        <w:rPr>
          <w:rFonts w:ascii="宋体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引读：</w:t>
      </w:r>
      <w:r w:rsidR="003C5B68" w:rsidRPr="004C1C63">
        <w:rPr>
          <w:rFonts w:ascii="宋体" w:hAnsi="宋体" w:hint="eastAsia"/>
          <w:sz w:val="24"/>
        </w:rPr>
        <w:t>师：它用尖嘴</w:t>
      </w:r>
      <w:r w:rsidR="00283507">
        <w:rPr>
          <w:rFonts w:ascii="宋体" w:hAnsi="宋体" w:hint="eastAsia"/>
          <w:sz w:val="24"/>
        </w:rPr>
        <w:t>——</w:t>
      </w:r>
      <w:r w:rsidR="003C5B68" w:rsidRPr="004C1C63">
        <w:rPr>
          <w:rFonts w:ascii="宋体" w:hAnsi="宋体" w:hint="eastAsia"/>
          <w:sz w:val="24"/>
        </w:rPr>
        <w:t>啄幼龟的头，企图把它拉到沙滩上去。</w:t>
      </w:r>
      <w:r w:rsidR="00AB2FC2" w:rsidRPr="00896137">
        <w:rPr>
          <w:rFonts w:ascii="宋体" w:hAnsi="宋体" w:hint="eastAsia"/>
          <w:color w:val="000000" w:themeColor="text1"/>
          <w:sz w:val="24"/>
        </w:rPr>
        <w:t>看着这紧张的一幕，我们极力劝向导救了</w:t>
      </w:r>
      <w:r w:rsidR="001D3525" w:rsidRPr="00896137">
        <w:rPr>
          <w:rFonts w:ascii="宋体" w:hAnsi="宋体" w:hint="eastAsia"/>
          <w:color w:val="000000" w:themeColor="text1"/>
          <w:sz w:val="24"/>
        </w:rPr>
        <w:t>这只</w:t>
      </w:r>
      <w:r w:rsidR="00543312" w:rsidRPr="00896137">
        <w:rPr>
          <w:rFonts w:ascii="宋体" w:hAnsi="宋体" w:hint="eastAsia"/>
          <w:color w:val="000000" w:themeColor="text1"/>
          <w:sz w:val="24"/>
        </w:rPr>
        <w:t>幼</w:t>
      </w:r>
      <w:r w:rsidR="001D3525" w:rsidRPr="00896137">
        <w:rPr>
          <w:rFonts w:ascii="宋体" w:hAnsi="宋体" w:hint="eastAsia"/>
          <w:color w:val="000000" w:themeColor="text1"/>
          <w:sz w:val="24"/>
        </w:rPr>
        <w:t>龟</w:t>
      </w:r>
      <w:r w:rsidR="00AB2FC2" w:rsidRPr="00896137">
        <w:rPr>
          <w:rFonts w:ascii="宋体" w:hAnsi="宋体" w:hint="eastAsia"/>
          <w:color w:val="000000" w:themeColor="text1"/>
          <w:sz w:val="24"/>
        </w:rPr>
        <w:t>，把它</w:t>
      </w:r>
      <w:r w:rsidR="001D3525" w:rsidRPr="00896137">
        <w:rPr>
          <w:rFonts w:ascii="宋体" w:hAnsi="宋体" w:hint="eastAsia"/>
          <w:color w:val="000000" w:themeColor="text1"/>
          <w:sz w:val="24"/>
        </w:rPr>
        <w:t>引向大海。然而，接</w:t>
      </w:r>
      <w:r w:rsidR="00F4375D">
        <w:rPr>
          <w:rFonts w:ascii="宋体" w:hAnsi="宋体" w:hint="eastAsia"/>
          <w:color w:val="000000" w:themeColor="text1"/>
          <w:sz w:val="24"/>
        </w:rPr>
        <w:t>下来</w:t>
      </w:r>
      <w:r w:rsidR="001D3525" w:rsidRPr="00896137">
        <w:rPr>
          <w:rFonts w:ascii="宋体" w:hAnsi="宋体" w:hint="eastAsia"/>
          <w:color w:val="000000" w:themeColor="text1"/>
          <w:sz w:val="24"/>
        </w:rPr>
        <w:t>的</w:t>
      </w:r>
      <w:r w:rsidR="00EF270E">
        <w:rPr>
          <w:rFonts w:ascii="宋体" w:hAnsi="宋体" w:hint="eastAsia"/>
          <w:color w:val="000000" w:themeColor="text1"/>
          <w:sz w:val="24"/>
        </w:rPr>
        <w:t>场面</w:t>
      </w:r>
      <w:r w:rsidR="001D3525" w:rsidRPr="00896137">
        <w:rPr>
          <w:rFonts w:ascii="宋体" w:hAnsi="宋体" w:hint="eastAsia"/>
          <w:color w:val="000000" w:themeColor="text1"/>
          <w:sz w:val="24"/>
        </w:rPr>
        <w:t>却让大家极为震惊。</w:t>
      </w:r>
      <w:r w:rsidR="00F4375D">
        <w:rPr>
          <w:rFonts w:ascii="宋体" w:hAnsi="宋体" w:hint="eastAsia"/>
          <w:color w:val="000000" w:themeColor="text1"/>
          <w:sz w:val="24"/>
        </w:rPr>
        <w:t>请看自读提示，勾画相关语句。（</w:t>
      </w:r>
      <w:r w:rsidR="00400772" w:rsidRPr="004C1C63">
        <w:rPr>
          <w:rFonts w:ascii="宋体" w:hAnsi="宋体" w:hint="eastAsia"/>
          <w:sz w:val="24"/>
        </w:rPr>
        <w:t>出示自读提示：</w:t>
      </w:r>
      <w:r w:rsidR="00812335">
        <w:rPr>
          <w:rFonts w:ascii="宋体" w:hAnsi="宋体" w:hint="eastAsia"/>
          <w:sz w:val="24"/>
        </w:rPr>
        <w:t>仔</w:t>
      </w:r>
      <w:r w:rsidR="00400772" w:rsidRPr="004C1C63">
        <w:rPr>
          <w:rFonts w:ascii="宋体" w:hAnsi="宋体" w:hint="eastAsia"/>
          <w:sz w:val="24"/>
        </w:rPr>
        <w:t>细读课文</w:t>
      </w:r>
      <w:r w:rsidR="00400772" w:rsidRPr="004C1C63">
        <w:rPr>
          <w:rFonts w:ascii="宋体" w:hAnsi="宋体"/>
          <w:sz w:val="24"/>
        </w:rPr>
        <w:t>6-</w:t>
      </w:r>
      <w:r w:rsidR="00400772">
        <w:rPr>
          <w:rFonts w:ascii="宋体" w:hAnsi="宋体" w:hint="eastAsia"/>
          <w:sz w:val="24"/>
        </w:rPr>
        <w:t>8</w:t>
      </w:r>
      <w:r w:rsidR="00400772" w:rsidRPr="004C1C63">
        <w:rPr>
          <w:rFonts w:ascii="宋体" w:hAnsi="宋体" w:hint="eastAsia"/>
          <w:sz w:val="24"/>
        </w:rPr>
        <w:t>自然段，究竟</w:t>
      </w:r>
      <w:r w:rsidR="00400772" w:rsidRPr="004C1C63">
        <w:rPr>
          <w:rFonts w:ascii="宋体" w:hAnsi="宋体" w:cs="宋体" w:hint="eastAsia"/>
          <w:sz w:val="24"/>
        </w:rPr>
        <w:t>看到了什么样的场面，让大家极为震惊？画出相关语句。</w:t>
      </w:r>
      <w:r w:rsidR="00F4375D">
        <w:rPr>
          <w:rFonts w:ascii="宋体" w:hAnsi="宋体" w:cs="宋体" w:hint="eastAsia"/>
          <w:sz w:val="24"/>
        </w:rPr>
        <w:t>）</w:t>
      </w:r>
    </w:p>
    <w:p w:rsidR="004A5F30" w:rsidRPr="00896137" w:rsidRDefault="00F04D15" w:rsidP="0071598E">
      <w:pPr>
        <w:spacing w:line="280" w:lineRule="atLeas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汇报：</w:t>
      </w:r>
      <w:r w:rsidR="004A5F30" w:rsidRPr="00896137">
        <w:rPr>
          <w:rFonts w:ascii="宋体" w:hAnsi="宋体" w:hint="eastAsia"/>
          <w:color w:val="000000" w:themeColor="text1"/>
          <w:sz w:val="24"/>
        </w:rPr>
        <w:t>（1）</w:t>
      </w:r>
      <w:r w:rsidR="0071598E">
        <w:rPr>
          <w:rFonts w:ascii="宋体" w:hAnsi="宋体" w:hint="eastAsia"/>
          <w:color w:val="000000" w:themeColor="text1"/>
          <w:sz w:val="24"/>
        </w:rPr>
        <w:t>（多媒体出示）</w:t>
      </w:r>
      <w:r w:rsidR="001A19A1">
        <w:rPr>
          <w:rFonts w:ascii="宋体" w:hAnsi="宋体" w:hint="eastAsia"/>
          <w:color w:val="000000" w:themeColor="text1"/>
          <w:sz w:val="24"/>
        </w:rPr>
        <w:t xml:space="preserve"> </w:t>
      </w:r>
    </w:p>
    <w:p w:rsidR="001D3525" w:rsidRPr="00896137" w:rsidRDefault="001D3525" w:rsidP="00635CF4">
      <w:pPr>
        <w:pStyle w:val="a5"/>
        <w:spacing w:line="280" w:lineRule="atLeast"/>
        <w:ind w:firstLineChars="200" w:firstLine="480"/>
        <w:rPr>
          <w:color w:val="000000" w:themeColor="text1"/>
          <w:sz w:val="24"/>
        </w:rPr>
      </w:pPr>
      <w:r w:rsidRPr="00896137">
        <w:rPr>
          <w:rFonts w:hint="eastAsia"/>
          <w:color w:val="000000" w:themeColor="text1"/>
          <w:sz w:val="24"/>
        </w:rPr>
        <w:t>向导抱走幼龟不久，成群的幼龟从巢口鱼贯而出。</w:t>
      </w:r>
    </w:p>
    <w:p w:rsidR="00C8262C" w:rsidRPr="00896137" w:rsidRDefault="00C8262C" w:rsidP="00635CF4">
      <w:pPr>
        <w:pStyle w:val="a5"/>
        <w:spacing w:line="280" w:lineRule="atLeast"/>
        <w:ind w:firstLineChars="200" w:firstLine="480"/>
        <w:rPr>
          <w:color w:val="000000" w:themeColor="text1"/>
          <w:sz w:val="24"/>
        </w:rPr>
      </w:pPr>
      <w:r w:rsidRPr="00896137">
        <w:rPr>
          <w:rFonts w:hint="eastAsia"/>
          <w:color w:val="000000" w:themeColor="text1"/>
          <w:sz w:val="24"/>
        </w:rPr>
        <w:t>现在幼龟被向导引向大海，巢中的幼龟得到错误信息，以为外面很安全，于是争先恐后地结伴而出。</w:t>
      </w:r>
    </w:p>
    <w:p w:rsidR="00C8262C" w:rsidRPr="00896137" w:rsidRDefault="00C8262C" w:rsidP="00635CF4">
      <w:pPr>
        <w:pStyle w:val="a5"/>
        <w:spacing w:line="280" w:lineRule="atLeast"/>
        <w:ind w:firstLineChars="200" w:firstLine="480"/>
        <w:rPr>
          <w:color w:val="000000" w:themeColor="text1"/>
          <w:sz w:val="24"/>
        </w:rPr>
      </w:pPr>
      <w:r w:rsidRPr="00896137">
        <w:rPr>
          <w:rFonts w:hint="eastAsia"/>
          <w:color w:val="000000" w:themeColor="text1"/>
          <w:sz w:val="24"/>
        </w:rPr>
        <w:t>从龟巢到海边的一大段沙滩，无遮无挡，成百上千的幼龟结群而出，很快引来许多食肉鸟，它们确实可以饱餐一顿了。</w:t>
      </w:r>
    </w:p>
    <w:p w:rsidR="00594EC9" w:rsidRPr="00E13666" w:rsidRDefault="00C8262C" w:rsidP="00594EC9">
      <w:pPr>
        <w:rPr>
          <w:color w:val="000000" w:themeColor="text1"/>
          <w:sz w:val="24"/>
        </w:rPr>
      </w:pPr>
      <w:r w:rsidRPr="00896137">
        <w:rPr>
          <w:rFonts w:hint="eastAsia"/>
          <w:color w:val="000000" w:themeColor="text1"/>
          <w:sz w:val="24"/>
        </w:rPr>
        <w:t xml:space="preserve">　</w:t>
      </w:r>
      <w:r w:rsidR="00635CF4" w:rsidRPr="00896137">
        <w:rPr>
          <w:rFonts w:hint="eastAsia"/>
          <w:color w:val="000000" w:themeColor="text1"/>
          <w:sz w:val="24"/>
        </w:rPr>
        <w:t xml:space="preserve">   </w:t>
      </w:r>
      <w:r w:rsidR="00594EC9">
        <w:rPr>
          <w:rFonts w:hint="eastAsia"/>
          <w:color w:val="000000" w:themeColor="text1"/>
          <w:sz w:val="24"/>
        </w:rPr>
        <w:t>（</w:t>
      </w:r>
      <w:r w:rsidR="00594EC9">
        <w:rPr>
          <w:rFonts w:hint="eastAsia"/>
          <w:color w:val="000000" w:themeColor="text1"/>
          <w:sz w:val="24"/>
        </w:rPr>
        <w:t>2</w:t>
      </w:r>
      <w:r w:rsidR="00594EC9">
        <w:rPr>
          <w:rFonts w:hint="eastAsia"/>
          <w:color w:val="000000" w:themeColor="text1"/>
          <w:sz w:val="24"/>
        </w:rPr>
        <w:t>）</w:t>
      </w:r>
      <w:r w:rsidR="003307AC">
        <w:rPr>
          <w:rFonts w:hint="eastAsia"/>
          <w:color w:val="000000" w:themeColor="text1"/>
          <w:sz w:val="24"/>
        </w:rPr>
        <w:t>师：</w:t>
      </w:r>
      <w:r w:rsidR="00E517FA">
        <w:rPr>
          <w:rFonts w:hint="eastAsia"/>
          <w:color w:val="000000" w:themeColor="text1"/>
          <w:sz w:val="24"/>
        </w:rPr>
        <w:t>请同学们默读这三段话，</w:t>
      </w:r>
      <w:r w:rsidR="003307AC">
        <w:rPr>
          <w:rFonts w:hint="eastAsia"/>
          <w:color w:val="000000" w:themeColor="text1"/>
          <w:sz w:val="24"/>
        </w:rPr>
        <w:t>圈出描写幼龟离巢而出的词语。</w:t>
      </w:r>
      <w:r w:rsidR="00594EC9">
        <w:rPr>
          <w:rFonts w:hint="eastAsia"/>
          <w:color w:val="000000" w:themeColor="text1"/>
          <w:sz w:val="24"/>
        </w:rPr>
        <w:t>交流汇报。从这</w:t>
      </w:r>
      <w:r w:rsidR="00164050">
        <w:rPr>
          <w:rFonts w:hint="eastAsia"/>
          <w:color w:val="000000" w:themeColor="text1"/>
          <w:sz w:val="24"/>
        </w:rPr>
        <w:t>三个</w:t>
      </w:r>
      <w:r w:rsidR="00594EC9">
        <w:rPr>
          <w:rFonts w:hint="eastAsia"/>
          <w:color w:val="000000" w:themeColor="text1"/>
          <w:sz w:val="24"/>
        </w:rPr>
        <w:t>词语中，你发现了什么？</w:t>
      </w:r>
      <w:r w:rsidR="00AB3B15">
        <w:rPr>
          <w:rFonts w:hint="eastAsia"/>
          <w:color w:val="000000" w:themeColor="text1"/>
          <w:sz w:val="24"/>
        </w:rPr>
        <w:t>嗯，你发现了这三个词语的变化，</w:t>
      </w:r>
      <w:r w:rsidR="00E517FA">
        <w:rPr>
          <w:rFonts w:hint="eastAsia"/>
          <w:color w:val="000000" w:themeColor="text1"/>
          <w:sz w:val="24"/>
        </w:rPr>
        <w:t>鱼贯而出就是——（</w:t>
      </w:r>
      <w:r w:rsidR="005A3865" w:rsidRPr="00896137">
        <w:rPr>
          <w:rFonts w:ascii="宋体" w:hAnsi="宋体" w:hint="eastAsia"/>
          <w:color w:val="000000" w:themeColor="text1"/>
          <w:sz w:val="24"/>
        </w:rPr>
        <w:t>理解“鱼贯而出”：贯，就是连贯，也就是一个接着一个。</w:t>
      </w:r>
      <w:r w:rsidR="00E517FA">
        <w:rPr>
          <w:rFonts w:ascii="宋体" w:hAnsi="宋体" w:hint="eastAsia"/>
          <w:color w:val="000000" w:themeColor="text1"/>
          <w:sz w:val="24"/>
        </w:rPr>
        <w:t>）</w:t>
      </w:r>
    </w:p>
    <w:p w:rsidR="005A3865" w:rsidRPr="00896137" w:rsidRDefault="005A3865" w:rsidP="00594EC9">
      <w:pPr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师：</w:t>
      </w:r>
      <w:r w:rsidR="00164050">
        <w:rPr>
          <w:rFonts w:ascii="宋体" w:hAnsi="宋体" w:hint="eastAsia"/>
          <w:color w:val="000000" w:themeColor="text1"/>
          <w:sz w:val="24"/>
        </w:rPr>
        <w:t>我们来</w:t>
      </w:r>
      <w:r w:rsidR="002F24E5">
        <w:rPr>
          <w:rFonts w:ascii="宋体" w:hAnsi="宋体" w:hint="eastAsia"/>
          <w:color w:val="000000" w:themeColor="text1"/>
          <w:sz w:val="24"/>
        </w:rPr>
        <w:t>读</w:t>
      </w:r>
      <w:r w:rsidR="00164050">
        <w:rPr>
          <w:rFonts w:ascii="宋体" w:hAnsi="宋体" w:hint="eastAsia"/>
          <w:color w:val="000000" w:themeColor="text1"/>
          <w:sz w:val="24"/>
        </w:rPr>
        <w:t>一读</w:t>
      </w:r>
      <w:r w:rsidR="002F24E5">
        <w:rPr>
          <w:rFonts w:ascii="宋体" w:hAnsi="宋体" w:hint="eastAsia"/>
          <w:color w:val="000000" w:themeColor="text1"/>
          <w:sz w:val="24"/>
        </w:rPr>
        <w:t>，感受幼龟离巢而出的数量逐渐增多的</w:t>
      </w:r>
      <w:r w:rsidR="00717496">
        <w:rPr>
          <w:rFonts w:ascii="宋体" w:hAnsi="宋体" w:hint="eastAsia"/>
          <w:color w:val="000000" w:themeColor="text1"/>
          <w:sz w:val="24"/>
        </w:rPr>
        <w:t>画</w:t>
      </w:r>
      <w:r w:rsidR="002F24E5">
        <w:rPr>
          <w:rFonts w:ascii="宋体" w:hAnsi="宋体" w:hint="eastAsia"/>
          <w:color w:val="000000" w:themeColor="text1"/>
          <w:sz w:val="24"/>
        </w:rPr>
        <w:t>面</w:t>
      </w:r>
      <w:r w:rsidR="00097FBB">
        <w:rPr>
          <w:rFonts w:ascii="宋体" w:hAnsi="宋体" w:hint="eastAsia"/>
          <w:color w:val="000000" w:themeColor="text1"/>
          <w:sz w:val="24"/>
        </w:rPr>
        <w:t>，</w:t>
      </w:r>
      <w:r w:rsidR="00283507">
        <w:rPr>
          <w:rFonts w:ascii="宋体" w:hAnsi="宋体" w:hint="eastAsia"/>
          <w:color w:val="000000" w:themeColor="text1"/>
          <w:sz w:val="24"/>
        </w:rPr>
        <w:t>师</w:t>
      </w:r>
      <w:r w:rsidR="00B9324D">
        <w:rPr>
          <w:rFonts w:ascii="宋体" w:hAnsi="宋体" w:hint="eastAsia"/>
          <w:color w:val="000000" w:themeColor="text1"/>
          <w:sz w:val="24"/>
        </w:rPr>
        <w:t>引，生读词语</w:t>
      </w:r>
      <w:r w:rsidR="00097FBB">
        <w:rPr>
          <w:rFonts w:ascii="宋体" w:hAnsi="宋体" w:hint="eastAsia"/>
          <w:color w:val="000000" w:themeColor="text1"/>
          <w:sz w:val="24"/>
        </w:rPr>
        <w:t>。</w:t>
      </w:r>
      <w:r w:rsidR="006A04ED">
        <w:rPr>
          <w:rFonts w:ascii="宋体" w:hAnsi="宋体" w:hint="eastAsia"/>
          <w:color w:val="000000" w:themeColor="text1"/>
          <w:sz w:val="24"/>
        </w:rPr>
        <w:t>现在你们再来读读这三个词，边读边想象，你仿佛都看到了怎样的画面？</w:t>
      </w:r>
      <w:r w:rsidR="006A04ED">
        <w:rPr>
          <w:rFonts w:ascii="宋体" w:hAnsi="宋体" w:hint="eastAsia"/>
          <w:color w:val="000000" w:themeColor="text1"/>
          <w:sz w:val="24"/>
        </w:rPr>
        <w:lastRenderedPageBreak/>
        <w:t>读鱼贯而出的同学准备了，</w:t>
      </w:r>
      <w:r w:rsidR="00097FBB">
        <w:rPr>
          <w:rFonts w:ascii="宋体" w:hAnsi="宋体" w:hint="eastAsia"/>
          <w:color w:val="000000" w:themeColor="text1"/>
          <w:sz w:val="24"/>
        </w:rPr>
        <w:t>生</w:t>
      </w:r>
      <w:r w:rsidR="00EE6EAF">
        <w:rPr>
          <w:rFonts w:ascii="宋体" w:hAnsi="宋体" w:hint="eastAsia"/>
          <w:color w:val="000000" w:themeColor="text1"/>
          <w:sz w:val="24"/>
        </w:rPr>
        <w:t>再</w:t>
      </w:r>
      <w:r w:rsidR="00097FBB">
        <w:rPr>
          <w:rFonts w:ascii="宋体" w:hAnsi="宋体" w:hint="eastAsia"/>
          <w:color w:val="000000" w:themeColor="text1"/>
          <w:sz w:val="24"/>
        </w:rPr>
        <w:t>读</w:t>
      </w:r>
      <w:r w:rsidR="006A04ED">
        <w:rPr>
          <w:rFonts w:ascii="宋体" w:hAnsi="宋体" w:hint="eastAsia"/>
          <w:color w:val="000000" w:themeColor="text1"/>
          <w:sz w:val="24"/>
        </w:rPr>
        <w:t>（</w:t>
      </w:r>
      <w:r w:rsidR="00EE6EAF">
        <w:rPr>
          <w:rFonts w:ascii="宋体" w:hAnsi="宋体" w:hint="eastAsia"/>
          <w:color w:val="000000" w:themeColor="text1"/>
          <w:sz w:val="24"/>
        </w:rPr>
        <w:t>两</w:t>
      </w:r>
      <w:r w:rsidR="00097FBB">
        <w:rPr>
          <w:rFonts w:ascii="宋体" w:hAnsi="宋体" w:hint="eastAsia"/>
          <w:color w:val="000000" w:themeColor="text1"/>
          <w:sz w:val="24"/>
        </w:rPr>
        <w:t>人读鱼贯而出，一组读结伴而出，全班读结群而出。</w:t>
      </w:r>
      <w:r w:rsidR="006A04ED">
        <w:rPr>
          <w:rFonts w:ascii="宋体" w:hAnsi="宋体" w:hint="eastAsia"/>
          <w:color w:val="000000" w:themeColor="text1"/>
          <w:sz w:val="24"/>
        </w:rPr>
        <w:t>）</w:t>
      </w:r>
    </w:p>
    <w:p w:rsidR="0071598E" w:rsidRDefault="00594EC9" w:rsidP="004B63E0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（</w:t>
      </w:r>
      <w:r>
        <w:rPr>
          <w:rFonts w:hint="eastAsia"/>
          <w:color w:val="000000" w:themeColor="text1"/>
          <w:sz w:val="24"/>
        </w:rPr>
        <w:t>3</w:t>
      </w:r>
      <w:r>
        <w:rPr>
          <w:rFonts w:hint="eastAsia"/>
          <w:color w:val="000000" w:themeColor="text1"/>
          <w:sz w:val="24"/>
        </w:rPr>
        <w:t>）</w:t>
      </w:r>
      <w:r w:rsidR="0071598E">
        <w:rPr>
          <w:rFonts w:hint="eastAsia"/>
          <w:color w:val="000000" w:themeColor="text1"/>
          <w:sz w:val="24"/>
        </w:rPr>
        <w:t>师小结：</w:t>
      </w:r>
      <w:r w:rsidR="00C102E8">
        <w:rPr>
          <w:rFonts w:hint="eastAsia"/>
          <w:color w:val="000000" w:themeColor="text1"/>
          <w:sz w:val="24"/>
        </w:rPr>
        <w:t>是呀，</w:t>
      </w:r>
      <w:r w:rsidR="00E13666">
        <w:rPr>
          <w:rFonts w:hint="eastAsia"/>
          <w:color w:val="000000" w:themeColor="text1"/>
          <w:sz w:val="24"/>
        </w:rPr>
        <w:t>成百上千的幼龟</w:t>
      </w:r>
      <w:r w:rsidR="00283507">
        <w:rPr>
          <w:rFonts w:hint="eastAsia"/>
          <w:color w:val="000000" w:themeColor="text1"/>
          <w:sz w:val="24"/>
        </w:rPr>
        <w:t>争先恐后地</w:t>
      </w:r>
      <w:r w:rsidR="00E13666">
        <w:rPr>
          <w:rFonts w:hint="eastAsia"/>
          <w:color w:val="000000" w:themeColor="text1"/>
          <w:sz w:val="24"/>
        </w:rPr>
        <w:t>爬向大海</w:t>
      </w:r>
      <w:r w:rsidR="004365E6">
        <w:rPr>
          <w:rFonts w:hint="eastAsia"/>
          <w:color w:val="000000" w:themeColor="text1"/>
          <w:sz w:val="24"/>
        </w:rPr>
        <w:t>。鱼贯而出，结伴而出，结群而出，</w:t>
      </w:r>
      <w:r w:rsidR="00283507">
        <w:rPr>
          <w:rFonts w:hint="eastAsia"/>
          <w:color w:val="000000" w:themeColor="text1"/>
          <w:sz w:val="24"/>
        </w:rPr>
        <w:t>越来</w:t>
      </w:r>
      <w:r w:rsidR="00206033">
        <w:rPr>
          <w:rFonts w:hint="eastAsia"/>
          <w:color w:val="000000" w:themeColor="text1"/>
          <w:sz w:val="24"/>
        </w:rPr>
        <w:t>越</w:t>
      </w:r>
      <w:r w:rsidR="00283507">
        <w:rPr>
          <w:rFonts w:hint="eastAsia"/>
          <w:color w:val="000000" w:themeColor="text1"/>
          <w:sz w:val="24"/>
        </w:rPr>
        <w:t>多，可</w:t>
      </w:r>
      <w:r w:rsidR="00973636">
        <w:rPr>
          <w:rFonts w:hint="eastAsia"/>
          <w:color w:val="000000" w:themeColor="text1"/>
          <w:sz w:val="24"/>
        </w:rPr>
        <w:t>它</w:t>
      </w:r>
      <w:r w:rsidR="00283507">
        <w:rPr>
          <w:rFonts w:hint="eastAsia"/>
          <w:color w:val="000000" w:themeColor="text1"/>
          <w:sz w:val="24"/>
        </w:rPr>
        <w:t>们</w:t>
      </w:r>
      <w:r w:rsidR="004365E6">
        <w:rPr>
          <w:rFonts w:hint="eastAsia"/>
          <w:color w:val="000000" w:themeColor="text1"/>
          <w:sz w:val="24"/>
        </w:rPr>
        <w:t>不是奔向希望，而是走向死亡呀！这样的画面</w:t>
      </w:r>
      <w:r w:rsidR="00A87C63">
        <w:rPr>
          <w:rFonts w:hint="eastAsia"/>
          <w:color w:val="000000" w:themeColor="text1"/>
          <w:sz w:val="24"/>
        </w:rPr>
        <w:t>让</w:t>
      </w:r>
      <w:r w:rsidR="00973636">
        <w:rPr>
          <w:rFonts w:hint="eastAsia"/>
          <w:color w:val="000000" w:themeColor="text1"/>
          <w:sz w:val="24"/>
        </w:rPr>
        <w:t>你</w:t>
      </w:r>
      <w:r w:rsidR="00206033">
        <w:rPr>
          <w:rFonts w:hint="eastAsia"/>
          <w:color w:val="000000" w:themeColor="text1"/>
          <w:sz w:val="24"/>
        </w:rPr>
        <w:t>——（让我们为之震撼）</w:t>
      </w:r>
      <w:r w:rsidR="00A87C63">
        <w:rPr>
          <w:rFonts w:hint="eastAsia"/>
          <w:color w:val="000000" w:themeColor="text1"/>
          <w:sz w:val="24"/>
        </w:rPr>
        <w:t>。</w:t>
      </w:r>
      <w:r w:rsidR="004365E6">
        <w:rPr>
          <w:rFonts w:hint="eastAsia"/>
          <w:color w:val="000000" w:themeColor="text1"/>
          <w:sz w:val="24"/>
        </w:rPr>
        <w:t>这就是作者</w:t>
      </w:r>
      <w:r w:rsidR="00B00906">
        <w:rPr>
          <w:rFonts w:hint="eastAsia"/>
          <w:color w:val="000000" w:themeColor="text1"/>
          <w:sz w:val="24"/>
        </w:rPr>
        <w:t>描写</w:t>
      </w:r>
      <w:r w:rsidR="004365E6">
        <w:rPr>
          <w:rFonts w:hint="eastAsia"/>
          <w:color w:val="000000" w:themeColor="text1"/>
          <w:sz w:val="24"/>
        </w:rPr>
        <w:t>的巧妙之处。通过描写</w:t>
      </w:r>
      <w:r w:rsidR="002F24E5" w:rsidRPr="00075564">
        <w:rPr>
          <w:rFonts w:hint="eastAsia"/>
          <w:color w:val="FF0000"/>
          <w:sz w:val="24"/>
        </w:rPr>
        <w:t>成群</w:t>
      </w:r>
      <w:r w:rsidR="002F24E5" w:rsidRPr="00896137">
        <w:rPr>
          <w:rFonts w:hint="eastAsia"/>
          <w:color w:val="000000" w:themeColor="text1"/>
          <w:sz w:val="24"/>
        </w:rPr>
        <w:t>的</w:t>
      </w:r>
      <w:r w:rsidR="004B2EEF">
        <w:rPr>
          <w:rFonts w:hint="eastAsia"/>
          <w:color w:val="000000" w:themeColor="text1"/>
          <w:sz w:val="24"/>
        </w:rPr>
        <w:t>幼</w:t>
      </w:r>
      <w:r w:rsidR="002F24E5" w:rsidRPr="00896137">
        <w:rPr>
          <w:rFonts w:hint="eastAsia"/>
          <w:color w:val="000000" w:themeColor="text1"/>
          <w:sz w:val="24"/>
        </w:rPr>
        <w:t>龟</w:t>
      </w:r>
      <w:r w:rsidR="002F24E5">
        <w:rPr>
          <w:rFonts w:hint="eastAsia"/>
          <w:color w:val="000000" w:themeColor="text1"/>
          <w:sz w:val="24"/>
        </w:rPr>
        <w:t>离巢而出，把我们的视线引向更加广阔的</w:t>
      </w:r>
      <w:r w:rsidR="00154C19">
        <w:rPr>
          <w:rFonts w:hint="eastAsia"/>
          <w:color w:val="000000" w:themeColor="text1"/>
          <w:sz w:val="24"/>
        </w:rPr>
        <w:t>画</w:t>
      </w:r>
      <w:r w:rsidR="002F6C31">
        <w:rPr>
          <w:rFonts w:hint="eastAsia"/>
          <w:color w:val="000000" w:themeColor="text1"/>
          <w:sz w:val="24"/>
        </w:rPr>
        <w:t>面</w:t>
      </w:r>
      <w:r w:rsidR="002F24E5">
        <w:rPr>
          <w:rFonts w:hint="eastAsia"/>
          <w:color w:val="000000" w:themeColor="text1"/>
          <w:sz w:val="24"/>
        </w:rPr>
        <w:t>，</w:t>
      </w:r>
      <w:r w:rsidR="002F24E5" w:rsidRPr="00896137">
        <w:rPr>
          <w:rFonts w:hint="eastAsia"/>
          <w:color w:val="000000" w:themeColor="text1"/>
          <w:sz w:val="24"/>
        </w:rPr>
        <w:t>这样的描写叫面的描写。（板书：</w:t>
      </w:r>
      <w:r w:rsidR="002F24E5" w:rsidRPr="00D2058F">
        <w:rPr>
          <w:rFonts w:hint="eastAsia"/>
          <w:color w:val="FF0000"/>
          <w:sz w:val="24"/>
        </w:rPr>
        <w:t>面</w:t>
      </w:r>
      <w:r w:rsidR="002F24E5" w:rsidRPr="00896137">
        <w:rPr>
          <w:rFonts w:hint="eastAsia"/>
          <w:color w:val="000000" w:themeColor="text1"/>
          <w:sz w:val="24"/>
        </w:rPr>
        <w:t>）</w:t>
      </w:r>
    </w:p>
    <w:p w:rsidR="003307AC" w:rsidRPr="00405123" w:rsidRDefault="001E4758" w:rsidP="00B17DF4">
      <w:pPr>
        <w:rPr>
          <w:rFonts w:ascii="宋体" w:hAnsi="宋体"/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（</w:t>
      </w:r>
      <w:r>
        <w:rPr>
          <w:rFonts w:hint="eastAsia"/>
          <w:color w:val="000000" w:themeColor="text1"/>
          <w:sz w:val="24"/>
        </w:rPr>
        <w:t>4</w:t>
      </w:r>
      <w:r>
        <w:rPr>
          <w:rFonts w:hint="eastAsia"/>
          <w:color w:val="000000" w:themeColor="text1"/>
          <w:sz w:val="24"/>
        </w:rPr>
        <w:t>）</w:t>
      </w:r>
      <w:r w:rsidR="00405123">
        <w:rPr>
          <w:rFonts w:hint="eastAsia"/>
          <w:color w:val="000000" w:themeColor="text1"/>
          <w:sz w:val="24"/>
        </w:rPr>
        <w:t>师：</w:t>
      </w:r>
      <w:r w:rsidR="009A5925">
        <w:rPr>
          <w:rFonts w:hint="eastAsia"/>
          <w:color w:val="000000" w:themeColor="text1"/>
          <w:sz w:val="24"/>
        </w:rPr>
        <w:t>你们看，</w:t>
      </w:r>
      <w:r w:rsidR="00F8506A">
        <w:rPr>
          <w:rFonts w:hint="eastAsia"/>
          <w:color w:val="000000" w:themeColor="text1"/>
          <w:sz w:val="24"/>
        </w:rPr>
        <w:t>作者描写一只</w:t>
      </w:r>
      <w:r w:rsidR="004B2EEF">
        <w:rPr>
          <w:rFonts w:hint="eastAsia"/>
          <w:color w:val="000000" w:themeColor="text1"/>
          <w:sz w:val="24"/>
        </w:rPr>
        <w:t>幼</w:t>
      </w:r>
      <w:r w:rsidR="00F8506A">
        <w:rPr>
          <w:rFonts w:hint="eastAsia"/>
          <w:color w:val="000000" w:themeColor="text1"/>
          <w:sz w:val="24"/>
        </w:rPr>
        <w:t>龟时，采用点的描写，让我们印象深刻，</w:t>
      </w:r>
      <w:r w:rsidR="00F8506A">
        <w:rPr>
          <w:rFonts w:ascii="宋体" w:hAnsi="宋体" w:hint="eastAsia"/>
          <w:color w:val="000000" w:themeColor="text1"/>
          <w:sz w:val="24"/>
        </w:rPr>
        <w:t>写成群的幼龟时，采用</w:t>
      </w:r>
      <w:r w:rsidR="00BC69E0">
        <w:rPr>
          <w:rFonts w:ascii="宋体" w:hAnsi="宋体" w:hint="eastAsia"/>
          <w:color w:val="000000" w:themeColor="text1"/>
          <w:sz w:val="24"/>
        </w:rPr>
        <w:t>了</w:t>
      </w:r>
      <w:r w:rsidR="00F8506A">
        <w:rPr>
          <w:rFonts w:ascii="宋体" w:hAnsi="宋体" w:hint="eastAsia"/>
          <w:color w:val="000000" w:themeColor="text1"/>
          <w:sz w:val="24"/>
        </w:rPr>
        <w:t>面的描写，让我们看到了</w:t>
      </w:r>
      <w:r w:rsidR="00405123">
        <w:rPr>
          <w:rFonts w:ascii="宋体" w:hAnsi="宋体" w:hint="eastAsia"/>
          <w:color w:val="000000" w:themeColor="text1"/>
          <w:sz w:val="24"/>
        </w:rPr>
        <w:t>更</w:t>
      </w:r>
      <w:r w:rsidR="00405123">
        <w:rPr>
          <w:rFonts w:hint="eastAsia"/>
          <w:color w:val="000000" w:themeColor="text1"/>
          <w:sz w:val="24"/>
        </w:rPr>
        <w:t>广阔的的画面，这就是场面描写的魅力。</w:t>
      </w:r>
      <w:r w:rsidR="00BC69E0">
        <w:rPr>
          <w:rFonts w:hint="eastAsia"/>
          <w:color w:val="000000" w:themeColor="text1"/>
          <w:sz w:val="24"/>
        </w:rPr>
        <w:t>（板书：</w:t>
      </w:r>
      <w:r w:rsidR="00BC69E0" w:rsidRPr="000A5440">
        <w:rPr>
          <w:rFonts w:hint="eastAsia"/>
          <w:color w:val="FF0000"/>
          <w:sz w:val="24"/>
        </w:rPr>
        <w:t>场面描写</w:t>
      </w:r>
      <w:r w:rsidR="00BC69E0">
        <w:rPr>
          <w:rFonts w:hint="eastAsia"/>
          <w:color w:val="000000" w:themeColor="text1"/>
          <w:sz w:val="24"/>
        </w:rPr>
        <w:t>）</w:t>
      </w:r>
      <w:r w:rsidR="00E61A9E">
        <w:rPr>
          <w:rFonts w:hint="eastAsia"/>
          <w:color w:val="000000" w:themeColor="text1"/>
          <w:sz w:val="24"/>
        </w:rPr>
        <w:t>来，读一读，再次感受</w:t>
      </w:r>
      <w:r w:rsidR="004B2EEF">
        <w:rPr>
          <w:rFonts w:hint="eastAsia"/>
          <w:color w:val="000000" w:themeColor="text1"/>
          <w:sz w:val="24"/>
        </w:rPr>
        <w:t>点描写的具体深刻和面描写的</w:t>
      </w:r>
      <w:r w:rsidR="00407F5F">
        <w:rPr>
          <w:rFonts w:hint="eastAsia"/>
          <w:color w:val="000000" w:themeColor="text1"/>
          <w:sz w:val="24"/>
        </w:rPr>
        <w:t>宏大</w:t>
      </w:r>
      <w:r w:rsidR="004B2EEF">
        <w:rPr>
          <w:rFonts w:hint="eastAsia"/>
          <w:color w:val="000000" w:themeColor="text1"/>
          <w:sz w:val="24"/>
        </w:rPr>
        <w:t>广阔。</w:t>
      </w:r>
      <w:r w:rsidR="00E61A9E">
        <w:rPr>
          <w:rFonts w:hint="eastAsia"/>
          <w:color w:val="000000" w:themeColor="text1"/>
          <w:sz w:val="24"/>
        </w:rPr>
        <w:t>（</w:t>
      </w:r>
      <w:r w:rsidR="000A0CEC">
        <w:rPr>
          <w:rFonts w:hint="eastAsia"/>
          <w:color w:val="000000" w:themeColor="text1"/>
          <w:sz w:val="24"/>
        </w:rPr>
        <w:t>一人读点，其余同学读面。</w:t>
      </w:r>
      <w:r w:rsidR="00E61A9E">
        <w:rPr>
          <w:rFonts w:hint="eastAsia"/>
          <w:color w:val="000000" w:themeColor="text1"/>
          <w:sz w:val="24"/>
        </w:rPr>
        <w:t>）</w:t>
      </w:r>
    </w:p>
    <w:p w:rsidR="00F542E7" w:rsidRPr="00F542E7" w:rsidRDefault="005A3865" w:rsidP="004B63E0">
      <w:pPr>
        <w:rPr>
          <w:rFonts w:ascii="宋体" w:hAnsi="宋体"/>
          <w:b/>
          <w:color w:val="000000" w:themeColor="text1"/>
          <w:sz w:val="24"/>
        </w:rPr>
      </w:pPr>
      <w:r w:rsidRPr="00F542E7">
        <w:rPr>
          <w:rFonts w:ascii="宋体" w:hAnsi="宋体" w:hint="eastAsia"/>
          <w:b/>
          <w:color w:val="000000" w:themeColor="text1"/>
          <w:sz w:val="24"/>
        </w:rPr>
        <w:t>4、</w:t>
      </w:r>
      <w:r w:rsidR="00F542E7" w:rsidRPr="00F542E7">
        <w:rPr>
          <w:rFonts w:ascii="宋体" w:hAnsi="宋体" w:hint="eastAsia"/>
          <w:b/>
          <w:color w:val="000000" w:themeColor="text1"/>
          <w:sz w:val="24"/>
        </w:rPr>
        <w:t>学写场面</w:t>
      </w:r>
    </w:p>
    <w:p w:rsidR="004967C0" w:rsidRPr="00717496" w:rsidRDefault="00357885" w:rsidP="00E61A9E">
      <w:pPr>
        <w:ind w:firstLineChars="200" w:firstLine="480"/>
        <w:rPr>
          <w:color w:val="000000" w:themeColor="text1"/>
        </w:rPr>
      </w:pPr>
      <w:r w:rsidRPr="005F7D09">
        <w:rPr>
          <w:rFonts w:ascii="宋体" w:hAnsi="宋体" w:hint="eastAsia"/>
          <w:sz w:val="24"/>
        </w:rPr>
        <w:t>成群的幼龟离巢而出，引来许多食肉鸟，</w:t>
      </w:r>
      <w:r w:rsidR="00790F4D">
        <w:rPr>
          <w:rFonts w:ascii="宋体" w:hAnsi="宋体" w:hint="eastAsia"/>
          <w:sz w:val="24"/>
        </w:rPr>
        <w:t>接下来会发生怎样惨烈的一幕呢？</w:t>
      </w:r>
      <w:r w:rsidR="00717496" w:rsidRPr="005F7D09">
        <w:rPr>
          <w:rFonts w:ascii="宋体" w:hAnsi="宋体" w:hint="eastAsia"/>
          <w:sz w:val="24"/>
        </w:rPr>
        <w:t>作者</w:t>
      </w:r>
      <w:r w:rsidR="00717496">
        <w:rPr>
          <w:rFonts w:ascii="宋体" w:hAnsi="宋体" w:hint="eastAsia"/>
          <w:color w:val="000000" w:themeColor="text1"/>
          <w:sz w:val="24"/>
        </w:rPr>
        <w:t>只用了两句话（</w:t>
      </w:r>
      <w:r w:rsidR="005B5FF1">
        <w:rPr>
          <w:rFonts w:ascii="宋体" w:hAnsi="宋体" w:hint="eastAsia"/>
          <w:color w:val="000000" w:themeColor="text1"/>
          <w:sz w:val="24"/>
        </w:rPr>
        <w:t>女生</w:t>
      </w:r>
      <w:r w:rsidR="00717496">
        <w:rPr>
          <w:rFonts w:ascii="宋体" w:hAnsi="宋体" w:hint="eastAsia"/>
          <w:color w:val="000000" w:themeColor="text1"/>
          <w:sz w:val="24"/>
        </w:rPr>
        <w:t>读）“</w:t>
      </w:r>
      <w:r w:rsidR="00717496" w:rsidRPr="00717496">
        <w:rPr>
          <w:rFonts w:hint="eastAsia"/>
          <w:color w:val="000000" w:themeColor="text1"/>
        </w:rPr>
        <w:t>很快引来许多食肉鸟，它们确实可以饱餐一顿了。</w:t>
      </w:r>
      <w:r w:rsidR="00717496" w:rsidRPr="00717496">
        <w:rPr>
          <w:rFonts w:ascii="宋体" w:hAnsi="宋体"/>
          <w:color w:val="000000" w:themeColor="text1"/>
          <w:sz w:val="24"/>
        </w:rPr>
        <w:t xml:space="preserve"> 这时，几十只幼龟已成了嘲鹰、海鸥、鲣鸟的口中之食。</w:t>
      </w:r>
      <w:r w:rsidR="00717496">
        <w:rPr>
          <w:rFonts w:ascii="宋体" w:hAnsi="宋体" w:hint="eastAsia"/>
          <w:color w:val="000000" w:themeColor="text1"/>
          <w:sz w:val="24"/>
        </w:rPr>
        <w:t>”简短的两句话却给了我们很大的想象空间。那</w:t>
      </w:r>
      <w:r w:rsidR="009410C3">
        <w:rPr>
          <w:rFonts w:ascii="宋体" w:hAnsi="宋体" w:hint="eastAsia"/>
          <w:color w:val="000000" w:themeColor="text1"/>
          <w:sz w:val="24"/>
        </w:rPr>
        <w:t>食肉鸟是怎么啄食幼龟的</w:t>
      </w:r>
      <w:r w:rsidR="00717496">
        <w:rPr>
          <w:rFonts w:ascii="宋体" w:hAnsi="宋体" w:hint="eastAsia"/>
          <w:color w:val="000000" w:themeColor="text1"/>
          <w:sz w:val="24"/>
        </w:rPr>
        <w:t>？如果你是作者，</w:t>
      </w:r>
      <w:r w:rsidR="004967C0" w:rsidRPr="00896137">
        <w:rPr>
          <w:rFonts w:ascii="宋体" w:hAnsi="宋体" w:hint="eastAsia"/>
          <w:color w:val="000000" w:themeColor="text1"/>
          <w:sz w:val="24"/>
        </w:rPr>
        <w:t>从点的方面</w:t>
      </w:r>
      <w:r w:rsidR="00736491">
        <w:rPr>
          <w:rFonts w:ascii="宋体" w:hAnsi="宋体" w:hint="eastAsia"/>
          <w:color w:val="000000" w:themeColor="text1"/>
          <w:sz w:val="24"/>
        </w:rPr>
        <w:t>，抓住</w:t>
      </w:r>
      <w:r w:rsidR="0064349F">
        <w:rPr>
          <w:rFonts w:ascii="宋体" w:hAnsi="宋体" w:hint="eastAsia"/>
          <w:color w:val="000000" w:themeColor="text1"/>
          <w:sz w:val="24"/>
        </w:rPr>
        <w:t>一只食肉鸟</w:t>
      </w:r>
      <w:r w:rsidR="001A3424">
        <w:rPr>
          <w:rFonts w:ascii="宋体" w:hAnsi="宋体" w:hint="eastAsia"/>
          <w:color w:val="000000" w:themeColor="text1"/>
          <w:sz w:val="24"/>
        </w:rPr>
        <w:t>和</w:t>
      </w:r>
      <w:r w:rsidR="00736491">
        <w:rPr>
          <w:rFonts w:ascii="宋体" w:hAnsi="宋体" w:hint="eastAsia"/>
          <w:color w:val="000000" w:themeColor="text1"/>
          <w:sz w:val="24"/>
        </w:rPr>
        <w:t>一只小海龟，</w:t>
      </w:r>
      <w:r w:rsidR="004967C0" w:rsidRPr="00896137">
        <w:rPr>
          <w:rFonts w:ascii="宋体" w:hAnsi="宋体" w:hint="eastAsia"/>
          <w:color w:val="000000" w:themeColor="text1"/>
          <w:sz w:val="24"/>
        </w:rPr>
        <w:t>你会怎么写？</w:t>
      </w:r>
      <w:r w:rsidR="0033386E" w:rsidRPr="00896137">
        <w:rPr>
          <w:rFonts w:ascii="宋体" w:hAnsi="宋体" w:hint="eastAsia"/>
          <w:color w:val="000000" w:themeColor="text1"/>
          <w:sz w:val="24"/>
        </w:rPr>
        <w:t>从面的方面</w:t>
      </w:r>
      <w:r w:rsidR="00736491">
        <w:rPr>
          <w:rFonts w:ascii="宋体" w:hAnsi="宋体" w:hint="eastAsia"/>
          <w:color w:val="000000" w:themeColor="text1"/>
          <w:sz w:val="24"/>
        </w:rPr>
        <w:t>，抓住</w:t>
      </w:r>
      <w:r w:rsidR="0064349F">
        <w:rPr>
          <w:rFonts w:ascii="宋体" w:hAnsi="宋体" w:hint="eastAsia"/>
          <w:color w:val="000000" w:themeColor="text1"/>
          <w:sz w:val="24"/>
        </w:rPr>
        <w:t>一群食肉鸟</w:t>
      </w:r>
      <w:r w:rsidR="001A3424">
        <w:rPr>
          <w:rFonts w:ascii="宋体" w:hAnsi="宋体" w:hint="eastAsia"/>
          <w:color w:val="000000" w:themeColor="text1"/>
          <w:sz w:val="24"/>
        </w:rPr>
        <w:t>和</w:t>
      </w:r>
      <w:r w:rsidR="00736491">
        <w:rPr>
          <w:rFonts w:ascii="宋体" w:hAnsi="宋体" w:hint="eastAsia"/>
          <w:color w:val="000000" w:themeColor="text1"/>
          <w:sz w:val="24"/>
        </w:rPr>
        <w:t>一群小海龟</w:t>
      </w:r>
      <w:r w:rsidR="0064349F">
        <w:rPr>
          <w:rFonts w:ascii="宋体" w:hAnsi="宋体" w:hint="eastAsia"/>
          <w:color w:val="000000" w:themeColor="text1"/>
          <w:sz w:val="24"/>
        </w:rPr>
        <w:t>，</w:t>
      </w:r>
      <w:r w:rsidR="0033386E" w:rsidRPr="00896137">
        <w:rPr>
          <w:rFonts w:ascii="宋体" w:hAnsi="宋体" w:hint="eastAsia"/>
          <w:color w:val="000000" w:themeColor="text1"/>
          <w:sz w:val="24"/>
        </w:rPr>
        <w:t>你</w:t>
      </w:r>
      <w:r w:rsidR="001A3424">
        <w:rPr>
          <w:rFonts w:ascii="宋体" w:hAnsi="宋体" w:hint="eastAsia"/>
          <w:color w:val="000000" w:themeColor="text1"/>
          <w:sz w:val="24"/>
        </w:rPr>
        <w:t>又</w:t>
      </w:r>
      <w:r w:rsidR="0033386E" w:rsidRPr="00896137">
        <w:rPr>
          <w:rFonts w:ascii="宋体" w:hAnsi="宋体" w:hint="eastAsia"/>
          <w:color w:val="000000" w:themeColor="text1"/>
          <w:sz w:val="24"/>
        </w:rPr>
        <w:t>会怎么写？</w:t>
      </w:r>
      <w:r w:rsidR="001A3424">
        <w:rPr>
          <w:rFonts w:ascii="宋体" w:hAnsi="宋体" w:hint="eastAsia"/>
          <w:color w:val="000000" w:themeColor="text1"/>
          <w:sz w:val="24"/>
        </w:rPr>
        <w:t>讨论</w:t>
      </w:r>
      <w:r w:rsidR="00557143">
        <w:rPr>
          <w:rFonts w:ascii="宋体" w:hAnsi="宋体" w:hint="eastAsia"/>
          <w:color w:val="000000" w:themeColor="text1"/>
          <w:sz w:val="24"/>
        </w:rPr>
        <w:t>，汇报。</w:t>
      </w:r>
    </w:p>
    <w:p w:rsidR="000071C7" w:rsidRPr="000071C7" w:rsidRDefault="00940CA2" w:rsidP="00D27CF6">
      <w:pPr>
        <w:ind w:firstLineChars="200" w:firstLine="480"/>
        <w:rPr>
          <w:rFonts w:ascii="宋体" w:hAnsi="宋体"/>
          <w:color w:val="FF0000"/>
          <w:sz w:val="24"/>
        </w:rPr>
      </w:pPr>
      <w:r w:rsidRPr="001A3424">
        <w:rPr>
          <w:rFonts w:ascii="宋体" w:hAnsi="宋体" w:hint="eastAsia"/>
          <w:color w:val="FF0000"/>
          <w:sz w:val="24"/>
        </w:rPr>
        <w:t>拿起手中的笔，</w:t>
      </w:r>
      <w:r w:rsidR="005F7D09">
        <w:rPr>
          <w:rFonts w:ascii="宋体" w:hAnsi="宋体" w:hint="eastAsia"/>
          <w:color w:val="FF0000"/>
          <w:sz w:val="24"/>
        </w:rPr>
        <w:t>结合老师给的提示，</w:t>
      </w:r>
      <w:r w:rsidR="003517F8" w:rsidRPr="001A3424">
        <w:rPr>
          <w:rFonts w:ascii="宋体" w:hAnsi="宋体" w:hint="eastAsia"/>
          <w:color w:val="FF0000"/>
          <w:sz w:val="24"/>
        </w:rPr>
        <w:t>写出</w:t>
      </w:r>
      <w:r w:rsidR="00270B51" w:rsidRPr="001A3424">
        <w:rPr>
          <w:rFonts w:ascii="宋体" w:hAnsi="宋体" w:hint="eastAsia"/>
          <w:color w:val="FF0000"/>
          <w:sz w:val="24"/>
        </w:rPr>
        <w:t>你想象到的</w:t>
      </w:r>
      <w:r w:rsidR="003517F8" w:rsidRPr="001A3424">
        <w:rPr>
          <w:rFonts w:ascii="宋体" w:hAnsi="宋体" w:hint="eastAsia"/>
          <w:color w:val="FF0000"/>
          <w:sz w:val="24"/>
        </w:rPr>
        <w:t>惨烈场面。</w:t>
      </w:r>
      <w:r w:rsidR="008530AB">
        <w:rPr>
          <w:rFonts w:ascii="宋体" w:hAnsi="宋体" w:hint="eastAsia"/>
          <w:color w:val="000000" w:themeColor="text1"/>
          <w:sz w:val="24"/>
        </w:rPr>
        <w:t>（</w:t>
      </w:r>
      <w:r w:rsidR="0033386E" w:rsidRPr="00896137">
        <w:rPr>
          <w:rFonts w:ascii="宋体" w:hAnsi="宋体" w:hint="eastAsia"/>
          <w:color w:val="000000" w:themeColor="text1"/>
          <w:sz w:val="24"/>
        </w:rPr>
        <w:t>分组描写</w:t>
      </w:r>
      <w:r w:rsidR="008530AB">
        <w:rPr>
          <w:rFonts w:ascii="宋体" w:hAnsi="宋体" w:hint="eastAsia"/>
          <w:color w:val="000000" w:themeColor="text1"/>
          <w:sz w:val="24"/>
        </w:rPr>
        <w:t>）练笔提示</w:t>
      </w:r>
      <w:r w:rsidR="0033386E" w:rsidRPr="00896137">
        <w:rPr>
          <w:rFonts w:ascii="宋体" w:hAnsi="宋体" w:hint="eastAsia"/>
          <w:color w:val="000000" w:themeColor="text1"/>
          <w:sz w:val="24"/>
        </w:rPr>
        <w:t>：</w:t>
      </w:r>
      <w:r w:rsidR="006076D0" w:rsidRPr="00896137">
        <w:rPr>
          <w:rFonts w:ascii="宋体" w:hAnsi="宋体" w:hint="eastAsia"/>
          <w:color w:val="000000" w:themeColor="text1"/>
          <w:sz w:val="24"/>
        </w:rPr>
        <w:t>1、</w:t>
      </w:r>
      <w:r w:rsidR="003517F8" w:rsidRPr="00896137">
        <w:rPr>
          <w:rFonts w:ascii="宋体" w:hAnsi="宋体" w:hint="eastAsia"/>
          <w:color w:val="000000" w:themeColor="text1"/>
          <w:sz w:val="24"/>
        </w:rPr>
        <w:t>写点时抓住一只</w:t>
      </w:r>
      <w:r w:rsidR="00F03119" w:rsidRPr="00896137">
        <w:rPr>
          <w:rFonts w:ascii="宋体" w:hAnsi="宋体" w:hint="eastAsia"/>
          <w:color w:val="000000" w:themeColor="text1"/>
          <w:sz w:val="24"/>
        </w:rPr>
        <w:t>食肉鸟</w:t>
      </w:r>
      <w:r w:rsidR="00075D89">
        <w:rPr>
          <w:rFonts w:ascii="宋体" w:hAnsi="宋体" w:hint="eastAsia"/>
          <w:color w:val="000000" w:themeColor="text1"/>
          <w:sz w:val="24"/>
        </w:rPr>
        <w:t>和</w:t>
      </w:r>
      <w:r w:rsidR="007F75BA">
        <w:rPr>
          <w:rFonts w:ascii="宋体" w:hAnsi="宋体" w:hint="eastAsia"/>
          <w:color w:val="000000" w:themeColor="text1"/>
          <w:sz w:val="24"/>
        </w:rPr>
        <w:t>一只幼龟来</w:t>
      </w:r>
      <w:r w:rsidR="003517F8" w:rsidRPr="00896137">
        <w:rPr>
          <w:rFonts w:ascii="宋体" w:hAnsi="宋体" w:hint="eastAsia"/>
          <w:color w:val="000000" w:themeColor="text1"/>
          <w:sz w:val="24"/>
        </w:rPr>
        <w:t>描写，</w:t>
      </w:r>
      <w:r w:rsidR="00F03119" w:rsidRPr="00896137">
        <w:rPr>
          <w:rFonts w:ascii="宋体" w:hAnsi="宋体" w:hint="eastAsia"/>
          <w:color w:val="000000" w:themeColor="text1"/>
          <w:sz w:val="24"/>
        </w:rPr>
        <w:t>写具体食肉鸟是怎么啄食幼龟的。</w:t>
      </w:r>
      <w:r w:rsidR="000764CD">
        <w:rPr>
          <w:rFonts w:ascii="宋体" w:hAnsi="宋体" w:hint="eastAsia"/>
          <w:color w:val="000000" w:themeColor="text1"/>
          <w:sz w:val="24"/>
        </w:rPr>
        <w:t>具体到啄食幼龟的哪些部位。</w:t>
      </w:r>
      <w:r w:rsidR="003517F8" w:rsidRPr="00896137">
        <w:rPr>
          <w:rFonts w:ascii="宋体" w:hAnsi="宋体" w:hint="eastAsia"/>
          <w:color w:val="000000" w:themeColor="text1"/>
          <w:sz w:val="24"/>
        </w:rPr>
        <w:t>突出食肉鸟的残忍、贪婪、血腥和暴力；2、写面时</w:t>
      </w:r>
      <w:r w:rsidR="007F75BA">
        <w:rPr>
          <w:rFonts w:ascii="宋体" w:hAnsi="宋体" w:hint="eastAsia"/>
          <w:color w:val="000000" w:themeColor="text1"/>
          <w:sz w:val="24"/>
        </w:rPr>
        <w:t>，抓住成群的海龟</w:t>
      </w:r>
      <w:r w:rsidR="00075D89">
        <w:rPr>
          <w:rFonts w:ascii="宋体" w:hAnsi="宋体" w:hint="eastAsia"/>
          <w:color w:val="000000" w:themeColor="text1"/>
          <w:sz w:val="24"/>
        </w:rPr>
        <w:t>和</w:t>
      </w:r>
      <w:r w:rsidR="007F75BA">
        <w:rPr>
          <w:rFonts w:ascii="宋体" w:hAnsi="宋体" w:hint="eastAsia"/>
          <w:color w:val="000000" w:themeColor="text1"/>
          <w:sz w:val="24"/>
        </w:rPr>
        <w:t>成群的食肉鸟来写。</w:t>
      </w:r>
      <w:r w:rsidR="000071C7" w:rsidRPr="006F515A">
        <w:rPr>
          <w:rFonts w:ascii="宋体" w:hAnsi="宋体" w:hint="eastAsia"/>
          <w:sz w:val="24"/>
        </w:rPr>
        <w:t>抓住成群的海龟和成群的食肉鸟来写。（</w:t>
      </w:r>
      <w:r w:rsidR="000071C7" w:rsidRPr="006F515A">
        <w:rPr>
          <w:rFonts w:ascii="宋体" w:hAnsi="宋体"/>
          <w:sz w:val="24"/>
        </w:rPr>
        <w:t>1</w:t>
      </w:r>
      <w:r w:rsidR="000071C7" w:rsidRPr="006F515A">
        <w:rPr>
          <w:rFonts w:ascii="宋体" w:hAnsi="宋体" w:hint="eastAsia"/>
          <w:sz w:val="24"/>
        </w:rPr>
        <w:t>）想象：刚爬出巢穴的海龟……已经爬到沙滩上的海龟</w:t>
      </w:r>
      <w:r w:rsidR="000071C7" w:rsidRPr="006F515A">
        <w:rPr>
          <w:rFonts w:ascii="宋体" w:hAnsi="宋体"/>
          <w:sz w:val="24"/>
        </w:rPr>
        <w:t>……</w:t>
      </w:r>
      <w:r w:rsidR="000071C7" w:rsidRPr="006F515A">
        <w:rPr>
          <w:rFonts w:ascii="宋体" w:hAnsi="宋体" w:hint="eastAsia"/>
          <w:sz w:val="24"/>
        </w:rPr>
        <w:t>快要爬到大海的海龟</w:t>
      </w:r>
      <w:r w:rsidR="000071C7" w:rsidRPr="006F515A">
        <w:rPr>
          <w:rFonts w:ascii="宋体" w:hAnsi="宋体"/>
          <w:sz w:val="24"/>
        </w:rPr>
        <w:t>……</w:t>
      </w:r>
      <w:r w:rsidR="000071C7" w:rsidRPr="006F515A">
        <w:rPr>
          <w:rFonts w:ascii="宋体" w:hAnsi="宋体" w:hint="eastAsia"/>
          <w:sz w:val="24"/>
        </w:rPr>
        <w:t>。</w:t>
      </w:r>
      <w:r w:rsidR="000071C7" w:rsidRPr="006F515A">
        <w:rPr>
          <w:rFonts w:ascii="宋体" w:hAnsi="宋体"/>
          <w:sz w:val="24"/>
        </w:rPr>
        <w:t xml:space="preserve"> </w:t>
      </w:r>
      <w:r w:rsidR="000071C7" w:rsidRPr="006F515A">
        <w:rPr>
          <w:rFonts w:ascii="宋体" w:hAnsi="宋体" w:hint="eastAsia"/>
          <w:sz w:val="24"/>
        </w:rPr>
        <w:t>（</w:t>
      </w:r>
      <w:r w:rsidR="000071C7" w:rsidRPr="006F515A">
        <w:rPr>
          <w:rFonts w:ascii="宋体" w:hAnsi="宋体"/>
          <w:sz w:val="24"/>
        </w:rPr>
        <w:t>2</w:t>
      </w:r>
      <w:r w:rsidR="000071C7" w:rsidRPr="006F515A">
        <w:rPr>
          <w:rFonts w:ascii="宋体" w:hAnsi="宋体" w:hint="eastAsia"/>
          <w:sz w:val="24"/>
        </w:rPr>
        <w:t>）想象：正从空中飞来、已经飞到地上的食肉鸟</w:t>
      </w:r>
      <w:r w:rsidR="000071C7" w:rsidRPr="006F515A">
        <w:rPr>
          <w:rFonts w:ascii="宋体" w:hAnsi="宋体"/>
          <w:sz w:val="24"/>
        </w:rPr>
        <w:t>……</w:t>
      </w:r>
      <w:r w:rsidR="000071C7" w:rsidRPr="006F515A">
        <w:rPr>
          <w:rFonts w:ascii="宋体" w:hAnsi="宋体" w:hint="eastAsia"/>
          <w:sz w:val="24"/>
        </w:rPr>
        <w:t>（</w:t>
      </w:r>
      <w:r w:rsidR="000071C7" w:rsidRPr="006F515A">
        <w:rPr>
          <w:rFonts w:ascii="宋体" w:hAnsi="宋体"/>
          <w:sz w:val="24"/>
        </w:rPr>
        <w:t>3</w:t>
      </w:r>
      <w:r w:rsidR="000071C7" w:rsidRPr="006F515A">
        <w:rPr>
          <w:rFonts w:ascii="宋体" w:hAnsi="宋体" w:hint="eastAsia"/>
          <w:sz w:val="24"/>
        </w:rPr>
        <w:t>）想象：想象饥饿的、快要吃饱的食肉鸟</w:t>
      </w:r>
      <w:r w:rsidR="000071C7" w:rsidRPr="006F515A">
        <w:rPr>
          <w:rFonts w:ascii="宋体" w:hAnsi="宋体"/>
          <w:sz w:val="24"/>
        </w:rPr>
        <w:t>……</w:t>
      </w:r>
      <w:r w:rsidR="000071C7" w:rsidRPr="006F515A">
        <w:rPr>
          <w:rFonts w:ascii="宋体" w:hAnsi="宋体" w:hint="eastAsia"/>
          <w:sz w:val="24"/>
        </w:rPr>
        <w:t>（</w:t>
      </w:r>
      <w:r w:rsidR="000071C7" w:rsidRPr="006F515A">
        <w:rPr>
          <w:rFonts w:ascii="宋体" w:hAnsi="宋体"/>
          <w:sz w:val="24"/>
        </w:rPr>
        <w:t>4</w:t>
      </w:r>
      <w:r w:rsidR="000071C7" w:rsidRPr="006F515A">
        <w:rPr>
          <w:rFonts w:ascii="宋体" w:hAnsi="宋体" w:hint="eastAsia"/>
          <w:sz w:val="24"/>
        </w:rPr>
        <w:t>）想象：幼龟拼命挣扎、四处逃散</w:t>
      </w:r>
      <w:r w:rsidR="000071C7" w:rsidRPr="006F515A">
        <w:rPr>
          <w:rFonts w:ascii="宋体" w:hAnsi="宋体"/>
          <w:sz w:val="24"/>
        </w:rPr>
        <w:t>……</w:t>
      </w:r>
      <w:r w:rsidR="000071C7" w:rsidRPr="006F515A">
        <w:rPr>
          <w:rFonts w:ascii="宋体" w:hAnsi="宋体" w:hint="eastAsia"/>
          <w:sz w:val="24"/>
        </w:rPr>
        <w:t>一切过后沙滩上</w:t>
      </w:r>
      <w:r w:rsidR="000071C7" w:rsidRPr="006F515A">
        <w:rPr>
          <w:rFonts w:ascii="宋体" w:hAnsi="宋体"/>
          <w:sz w:val="24"/>
        </w:rPr>
        <w:t>……</w:t>
      </w:r>
      <w:r w:rsidR="000071C7" w:rsidRPr="00282A4E">
        <w:rPr>
          <w:rFonts w:ascii="宋体" w:hAnsi="宋体" w:hint="eastAsia"/>
          <w:color w:val="FF0000"/>
          <w:sz w:val="24"/>
        </w:rPr>
        <w:t>写字姿势</w:t>
      </w:r>
    </w:p>
    <w:p w:rsidR="00B42BE6" w:rsidRPr="00896137" w:rsidRDefault="00F542E7" w:rsidP="00083134">
      <w:pPr>
        <w:pStyle w:val="a5"/>
        <w:spacing w:line="280" w:lineRule="atLeast"/>
        <w:rPr>
          <w:rFonts w:ascii="宋体" w:hAnsi="宋体"/>
          <w:b/>
          <w:color w:val="000000" w:themeColor="text1"/>
          <w:sz w:val="30"/>
          <w:szCs w:val="30"/>
        </w:rPr>
      </w:pPr>
      <w:r>
        <w:rPr>
          <w:rFonts w:ascii="宋体" w:hAnsi="宋体" w:hint="eastAsia"/>
          <w:b/>
          <w:color w:val="000000" w:themeColor="text1"/>
          <w:sz w:val="30"/>
          <w:szCs w:val="30"/>
        </w:rPr>
        <w:t>三</w:t>
      </w:r>
      <w:r w:rsidR="00DA3DA4" w:rsidRPr="00896137">
        <w:rPr>
          <w:rFonts w:ascii="宋体" w:hAnsi="宋体" w:hint="eastAsia"/>
          <w:b/>
          <w:color w:val="000000" w:themeColor="text1"/>
          <w:sz w:val="30"/>
          <w:szCs w:val="30"/>
        </w:rPr>
        <w:t>、交流汇报</w:t>
      </w:r>
      <w:r w:rsidR="00940CA2" w:rsidRPr="00896137">
        <w:rPr>
          <w:rFonts w:ascii="宋体" w:hAnsi="宋体" w:hint="eastAsia"/>
          <w:b/>
          <w:color w:val="000000" w:themeColor="text1"/>
          <w:sz w:val="30"/>
          <w:szCs w:val="30"/>
        </w:rPr>
        <w:t>，</w:t>
      </w:r>
      <w:r w:rsidR="00D27CF6">
        <w:rPr>
          <w:rFonts w:ascii="宋体" w:hAnsi="宋体" w:hint="eastAsia"/>
          <w:b/>
          <w:color w:val="000000" w:themeColor="text1"/>
          <w:sz w:val="30"/>
          <w:szCs w:val="30"/>
        </w:rPr>
        <w:t>升华情感</w:t>
      </w:r>
      <w:r w:rsidR="00940CA2" w:rsidRPr="00896137">
        <w:rPr>
          <w:rFonts w:ascii="宋体" w:hAnsi="宋体" w:hint="eastAsia"/>
          <w:b/>
          <w:color w:val="000000" w:themeColor="text1"/>
          <w:sz w:val="30"/>
          <w:szCs w:val="30"/>
        </w:rPr>
        <w:t>。</w:t>
      </w:r>
    </w:p>
    <w:p w:rsidR="006076D0" w:rsidRDefault="006076D0" w:rsidP="00083134">
      <w:pPr>
        <w:pStyle w:val="a5"/>
        <w:spacing w:line="280" w:lineRule="atLeast"/>
        <w:rPr>
          <w:rFonts w:ascii="宋体" w:hAnsi="宋体"/>
          <w:color w:val="000000" w:themeColor="text1"/>
          <w:sz w:val="24"/>
        </w:rPr>
      </w:pPr>
      <w:r w:rsidRPr="00896137">
        <w:rPr>
          <w:rFonts w:ascii="宋体" w:hAnsi="宋体" w:hint="eastAsia"/>
          <w:color w:val="000000" w:themeColor="text1"/>
          <w:sz w:val="24"/>
        </w:rPr>
        <w:t>1、生交流汇报。</w:t>
      </w:r>
      <w:r w:rsidR="00FC1963">
        <w:rPr>
          <w:rFonts w:ascii="宋体" w:hAnsi="宋体" w:hint="eastAsia"/>
          <w:color w:val="000000" w:themeColor="text1"/>
          <w:sz w:val="24"/>
        </w:rPr>
        <w:t>加上生生评价。</w:t>
      </w:r>
    </w:p>
    <w:p w:rsidR="006E7959" w:rsidRDefault="00045369" w:rsidP="00083134">
      <w:pPr>
        <w:pStyle w:val="a5"/>
        <w:spacing w:line="280" w:lineRule="atLeast"/>
        <w:rPr>
          <w:rFonts w:ascii="宋体" w:hAnsi="宋体" w:hint="eastAsia"/>
          <w:color w:val="000000" w:themeColor="text1"/>
          <w:sz w:val="24"/>
        </w:rPr>
      </w:pPr>
      <w:r w:rsidRPr="000A5440">
        <w:rPr>
          <w:rFonts w:ascii="宋体" w:hAnsi="宋体" w:hint="eastAsia"/>
          <w:color w:val="FF0000"/>
          <w:sz w:val="24"/>
        </w:rPr>
        <w:t>点的描写</w:t>
      </w:r>
      <w:r>
        <w:rPr>
          <w:rFonts w:ascii="宋体" w:hAnsi="宋体" w:hint="eastAsia"/>
          <w:color w:val="000000" w:themeColor="text1"/>
          <w:sz w:val="24"/>
        </w:rPr>
        <w:t>评价语言：（1）抓住一只鲣鸟的动作，具体到了鲣鸟怎样飞来，怎样啄，怎样吞下，写的精彩!</w:t>
      </w:r>
      <w:r w:rsidRPr="00045369">
        <w:rPr>
          <w:rFonts w:ascii="宋体" w:hAnsi="宋体" w:hint="eastAsia"/>
          <w:color w:val="000000" w:themeColor="text1"/>
          <w:sz w:val="24"/>
        </w:rPr>
        <w:t xml:space="preserve"> </w:t>
      </w:r>
      <w:r>
        <w:rPr>
          <w:rFonts w:ascii="宋体" w:hAnsi="宋体" w:hint="eastAsia"/>
          <w:color w:val="000000" w:themeColor="text1"/>
          <w:sz w:val="24"/>
        </w:rPr>
        <w:t>（2）还有没有更凶残的？（3）用了几个形容词****，配上准确的动词，**鸟凶残的形象跃然纸上，太生动了！</w:t>
      </w:r>
      <w:r w:rsidR="00F441D8">
        <w:rPr>
          <w:rFonts w:ascii="宋体" w:hAnsi="宋体" w:hint="eastAsia"/>
          <w:color w:val="000000" w:themeColor="text1"/>
          <w:sz w:val="24"/>
        </w:rPr>
        <w:t>你想把你描述的这惨烈的一幕放到文中的哪个地方？为什么？</w:t>
      </w:r>
      <w:r>
        <w:rPr>
          <w:rFonts w:ascii="宋体" w:hAnsi="宋体" w:hint="eastAsia"/>
          <w:color w:val="000000" w:themeColor="text1"/>
          <w:sz w:val="24"/>
        </w:rPr>
        <w:t>（4）具体到**鸟的嘴、翅膀，配上生动的比喻，血淋淋的场面让我们无比震惊！</w:t>
      </w:r>
      <w:r w:rsidRPr="000A5440">
        <w:rPr>
          <w:rFonts w:ascii="宋体" w:hAnsi="宋体" w:hint="eastAsia"/>
          <w:color w:val="FF0000"/>
          <w:sz w:val="24"/>
        </w:rPr>
        <w:t>面的描写</w:t>
      </w:r>
      <w:r>
        <w:rPr>
          <w:rFonts w:ascii="宋体" w:hAnsi="宋体" w:hint="eastAsia"/>
          <w:color w:val="000000" w:themeColor="text1"/>
          <w:sz w:val="24"/>
        </w:rPr>
        <w:t>评价：（1）你的描写，把</w:t>
      </w:r>
      <w:r w:rsidRPr="00896137">
        <w:rPr>
          <w:rFonts w:ascii="宋体" w:hAnsi="宋体" w:hint="eastAsia"/>
          <w:color w:val="000000" w:themeColor="text1"/>
          <w:sz w:val="24"/>
        </w:rPr>
        <w:t>空中的，地上的；刚飞来的，吃饱了的……</w:t>
      </w:r>
      <w:r>
        <w:rPr>
          <w:rFonts w:ascii="宋体" w:hAnsi="宋体" w:hint="eastAsia"/>
          <w:color w:val="000000" w:themeColor="text1"/>
          <w:sz w:val="24"/>
        </w:rPr>
        <w:t>等不同的鸟血腥暴力的一面展现得淋漓尽致！（2）你把</w:t>
      </w:r>
      <w:r w:rsidRPr="00896137">
        <w:rPr>
          <w:rFonts w:ascii="宋体" w:hAnsi="宋体" w:hint="eastAsia"/>
          <w:color w:val="000000" w:themeColor="text1"/>
          <w:sz w:val="24"/>
        </w:rPr>
        <w:t>距离不同（刚爬出巢穴，爬到沙滩上，爬到大海边）的海龟被啄食的不同场面</w:t>
      </w:r>
      <w:r>
        <w:rPr>
          <w:rFonts w:ascii="宋体" w:hAnsi="宋体" w:hint="eastAsia"/>
          <w:color w:val="000000" w:themeColor="text1"/>
          <w:sz w:val="24"/>
        </w:rPr>
        <w:t>一一呈现在大家面前，可见你已经走进了文本，走进了作者的心！（3）你把点的描写与面的描写结合起来，让这血腥的一幕更</w:t>
      </w:r>
      <w:r>
        <w:rPr>
          <w:rFonts w:ascii="宋体" w:hAnsi="宋体" w:hint="eastAsia"/>
          <w:color w:val="000000" w:themeColor="text1"/>
          <w:sz w:val="24"/>
        </w:rPr>
        <w:lastRenderedPageBreak/>
        <w:t>加立体，你可以当导演了！</w:t>
      </w:r>
      <w:r w:rsidR="00374FB1">
        <w:rPr>
          <w:rFonts w:ascii="宋体" w:hAnsi="宋体" w:hint="eastAsia"/>
          <w:color w:val="000000" w:themeColor="text1"/>
          <w:sz w:val="24"/>
        </w:rPr>
        <w:t>你们所描写的</w:t>
      </w:r>
      <w:r w:rsidR="00CE2752">
        <w:rPr>
          <w:rFonts w:ascii="宋体" w:hAnsi="宋体" w:hint="eastAsia"/>
          <w:color w:val="000000" w:themeColor="text1"/>
          <w:sz w:val="24"/>
        </w:rPr>
        <w:t>这惨烈的一幕</w:t>
      </w:r>
      <w:r w:rsidR="00485BCD">
        <w:rPr>
          <w:rFonts w:ascii="宋体" w:hAnsi="宋体" w:hint="eastAsia"/>
          <w:color w:val="000000" w:themeColor="text1"/>
          <w:sz w:val="24"/>
        </w:rPr>
        <w:t>作者</w:t>
      </w:r>
      <w:r w:rsidR="00CE2752">
        <w:rPr>
          <w:rFonts w:ascii="宋体" w:hAnsi="宋体" w:hint="eastAsia"/>
          <w:color w:val="000000" w:themeColor="text1"/>
          <w:sz w:val="24"/>
        </w:rPr>
        <w:t>并</w:t>
      </w:r>
      <w:r w:rsidR="00485BCD">
        <w:rPr>
          <w:rFonts w:ascii="宋体" w:hAnsi="宋体" w:hint="eastAsia"/>
          <w:color w:val="000000" w:themeColor="text1"/>
          <w:sz w:val="24"/>
        </w:rPr>
        <w:t>没</w:t>
      </w:r>
      <w:r w:rsidR="00CE2752">
        <w:rPr>
          <w:rFonts w:ascii="宋体" w:hAnsi="宋体" w:hint="eastAsia"/>
          <w:color w:val="000000" w:themeColor="text1"/>
          <w:sz w:val="24"/>
        </w:rPr>
        <w:t>有详</w:t>
      </w:r>
      <w:r w:rsidR="00485BCD">
        <w:rPr>
          <w:rFonts w:ascii="宋体" w:hAnsi="宋体" w:hint="eastAsia"/>
          <w:color w:val="000000" w:themeColor="text1"/>
          <w:sz w:val="24"/>
        </w:rPr>
        <w:t>写，</w:t>
      </w:r>
      <w:r w:rsidR="006E7959">
        <w:rPr>
          <w:rFonts w:ascii="宋体" w:hAnsi="宋体" w:hint="eastAsia"/>
          <w:color w:val="000000" w:themeColor="text1"/>
          <w:sz w:val="24"/>
        </w:rPr>
        <w:t>这是因为材料的选择要为文章的中心服务。</w:t>
      </w:r>
    </w:p>
    <w:p w:rsidR="00944356" w:rsidRPr="00896137" w:rsidRDefault="005E3022" w:rsidP="00083134">
      <w:pPr>
        <w:pStyle w:val="a5"/>
        <w:spacing w:line="280" w:lineRule="atLeast"/>
        <w:rPr>
          <w:rFonts w:ascii="宋体" w:hAnsi="宋体"/>
          <w:color w:val="000000" w:themeColor="text1"/>
          <w:sz w:val="24"/>
        </w:rPr>
      </w:pPr>
      <w:r w:rsidRPr="00896137">
        <w:rPr>
          <w:rFonts w:ascii="宋体" w:hAnsi="宋体" w:hint="eastAsia"/>
          <w:color w:val="000000" w:themeColor="text1"/>
          <w:sz w:val="24"/>
        </w:rPr>
        <w:t>2、感情朗读。</w:t>
      </w:r>
    </w:p>
    <w:p w:rsidR="002A3004" w:rsidRDefault="002A3004" w:rsidP="002A3004">
      <w:pPr>
        <w:pStyle w:val="a5"/>
        <w:spacing w:line="280" w:lineRule="atLeast"/>
        <w:rPr>
          <w:rFonts w:ascii="宋体" w:hAnsi="宋体" w:cs="宋体"/>
          <w:color w:val="000000" w:themeColor="text1"/>
          <w:sz w:val="24"/>
        </w:rPr>
      </w:pPr>
      <w:r w:rsidRPr="00896137">
        <w:rPr>
          <w:rFonts w:ascii="宋体" w:hAnsi="宋体" w:cs="宋体" w:hint="eastAsia"/>
          <w:color w:val="000000" w:themeColor="text1"/>
          <w:sz w:val="24"/>
        </w:rPr>
        <w:t>师：</w:t>
      </w:r>
      <w:r w:rsidR="00F16A2F">
        <w:rPr>
          <w:rFonts w:ascii="宋体" w:hAnsi="宋体" w:cs="宋体" w:hint="eastAsia"/>
          <w:color w:val="000000" w:themeColor="text1"/>
          <w:sz w:val="24"/>
        </w:rPr>
        <w:t>听着你们笔下所描绘</w:t>
      </w:r>
      <w:r w:rsidR="00283B6F">
        <w:rPr>
          <w:rFonts w:ascii="宋体" w:hAnsi="宋体" w:cs="宋体" w:hint="eastAsia"/>
          <w:color w:val="000000" w:themeColor="text1"/>
          <w:sz w:val="24"/>
        </w:rPr>
        <w:t>的</w:t>
      </w:r>
      <w:r w:rsidR="00283B6F" w:rsidRPr="001A3424">
        <w:rPr>
          <w:rFonts w:ascii="宋体" w:hAnsi="宋体" w:cs="宋体" w:hint="eastAsia"/>
          <w:sz w:val="24"/>
        </w:rPr>
        <w:t>血淋淋的场面</w:t>
      </w:r>
      <w:r w:rsidR="00F16A2F">
        <w:rPr>
          <w:rFonts w:ascii="宋体" w:hAnsi="宋体" w:cs="宋体" w:hint="eastAsia"/>
          <w:color w:val="000000" w:themeColor="text1"/>
          <w:sz w:val="24"/>
        </w:rPr>
        <w:t>，我的心不由得深深震撼了</w:t>
      </w:r>
      <w:r w:rsidR="00F16A2F" w:rsidRPr="00896137">
        <w:rPr>
          <w:rFonts w:ascii="宋体" w:hAnsi="宋体" w:cs="宋体" w:hint="eastAsia"/>
          <w:color w:val="000000" w:themeColor="text1"/>
          <w:sz w:val="24"/>
        </w:rPr>
        <w:t>！</w:t>
      </w:r>
      <w:r w:rsidR="00F16A2F">
        <w:rPr>
          <w:rFonts w:ascii="宋体" w:hAnsi="宋体" w:cs="宋体" w:hint="eastAsia"/>
          <w:color w:val="000000" w:themeColor="text1"/>
          <w:sz w:val="24"/>
        </w:rPr>
        <w:t>看，那只机警的侦察兵，</w:t>
      </w:r>
      <w:r w:rsidR="00580717">
        <w:rPr>
          <w:rFonts w:ascii="宋体" w:hAnsi="宋体" w:cs="宋体" w:hint="eastAsia"/>
          <w:color w:val="000000" w:themeColor="text1"/>
          <w:sz w:val="24"/>
        </w:rPr>
        <w:t>它原本</w:t>
      </w:r>
      <w:r w:rsidR="00F16A2F">
        <w:rPr>
          <w:rFonts w:ascii="宋体" w:hAnsi="宋体" w:cs="宋体" w:hint="eastAsia"/>
          <w:color w:val="000000" w:themeColor="text1"/>
          <w:sz w:val="24"/>
        </w:rPr>
        <w:t>有躲避灾难</w:t>
      </w:r>
      <w:r w:rsidR="00065C5A">
        <w:rPr>
          <w:rFonts w:ascii="宋体" w:hAnsi="宋体" w:cs="宋体" w:hint="eastAsia"/>
          <w:color w:val="000000" w:themeColor="text1"/>
          <w:sz w:val="24"/>
        </w:rPr>
        <w:t>保护自己</w:t>
      </w:r>
      <w:r w:rsidR="00F16A2F">
        <w:rPr>
          <w:rFonts w:ascii="宋体" w:hAnsi="宋体" w:cs="宋体" w:hint="eastAsia"/>
          <w:color w:val="000000" w:themeColor="text1"/>
          <w:sz w:val="24"/>
        </w:rPr>
        <w:t>的办法呀，可因为我们</w:t>
      </w:r>
      <w:r w:rsidR="00580717">
        <w:rPr>
          <w:rFonts w:ascii="宋体" w:hAnsi="宋体" w:cs="宋体" w:hint="eastAsia"/>
          <w:color w:val="000000" w:themeColor="text1"/>
          <w:sz w:val="24"/>
        </w:rPr>
        <w:t>，它同伴</w:t>
      </w:r>
      <w:r w:rsidR="00F16A2F">
        <w:rPr>
          <w:rFonts w:ascii="宋体" w:hAnsi="宋体" w:cs="宋体" w:hint="eastAsia"/>
          <w:color w:val="000000" w:themeColor="text1"/>
          <w:sz w:val="24"/>
        </w:rPr>
        <w:t>一条条鲜活的生命顷刻间消失了。</w:t>
      </w:r>
      <w:r w:rsidR="005950E9">
        <w:rPr>
          <w:rFonts w:ascii="宋体" w:hAnsi="宋体" w:cs="宋体" w:hint="eastAsia"/>
          <w:color w:val="000000" w:themeColor="text1"/>
          <w:sz w:val="24"/>
        </w:rPr>
        <w:t>难怪向导会说——引读：如果不是我们人类，这些海龟根本就不会受到伤害！</w:t>
      </w:r>
    </w:p>
    <w:p w:rsidR="005950E9" w:rsidRDefault="00D61A8A" w:rsidP="005E3022">
      <w:pPr>
        <w:pStyle w:val="a5"/>
        <w:spacing w:line="280" w:lineRule="atLeast"/>
        <w:rPr>
          <w:rFonts w:ascii="宋体" w:hAnsi="宋体" w:cs="宋体"/>
          <w:color w:val="FF0000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师：</w:t>
      </w:r>
      <w:r w:rsidR="00F16A2F">
        <w:rPr>
          <w:rFonts w:ascii="宋体" w:hAnsi="宋体" w:cs="宋体" w:hint="eastAsia"/>
          <w:color w:val="000000" w:themeColor="text1"/>
          <w:sz w:val="24"/>
        </w:rPr>
        <w:t>瞧，那群刚刚破壳而出的小海龟们，</w:t>
      </w:r>
      <w:r w:rsidR="00283B6F">
        <w:rPr>
          <w:rFonts w:ascii="宋体" w:hAnsi="宋体" w:cs="宋体" w:hint="eastAsia"/>
          <w:color w:val="000000" w:themeColor="text1"/>
          <w:sz w:val="24"/>
        </w:rPr>
        <w:t>满怀着对大海的无限遐想，满怀着生命本能对生活的渴望，然而</w:t>
      </w:r>
      <w:r w:rsidR="004E35F0">
        <w:rPr>
          <w:rFonts w:ascii="宋体" w:hAnsi="宋体" w:cs="宋体" w:hint="eastAsia"/>
          <w:color w:val="000000" w:themeColor="text1"/>
          <w:sz w:val="24"/>
        </w:rPr>
        <w:t>，</w:t>
      </w:r>
      <w:r w:rsidR="00283B6F">
        <w:rPr>
          <w:rFonts w:ascii="宋体" w:hAnsi="宋体" w:cs="宋体" w:hint="eastAsia"/>
          <w:color w:val="000000" w:themeColor="text1"/>
          <w:sz w:val="24"/>
        </w:rPr>
        <w:t>因为我们，沙滩上却留下了它们的斑斑血迹……</w:t>
      </w:r>
      <w:r w:rsidR="004365E6">
        <w:rPr>
          <w:rFonts w:ascii="宋体" w:hAnsi="宋体" w:cs="宋体" w:hint="eastAsia"/>
          <w:color w:val="000000" w:themeColor="text1"/>
          <w:sz w:val="24"/>
        </w:rPr>
        <w:t>向导的话犹在耳畔</w:t>
      </w:r>
      <w:r w:rsidR="005950E9">
        <w:rPr>
          <w:rFonts w:ascii="宋体" w:hAnsi="宋体" w:hint="eastAsia"/>
          <w:color w:val="000000" w:themeColor="text1"/>
          <w:sz w:val="24"/>
        </w:rPr>
        <w:t>——</w:t>
      </w:r>
      <w:r w:rsidR="005950E9">
        <w:rPr>
          <w:rFonts w:ascii="宋体" w:hAnsi="宋体" w:cs="宋体" w:hint="eastAsia"/>
          <w:color w:val="000000" w:themeColor="text1"/>
          <w:sz w:val="24"/>
        </w:rPr>
        <w:t>如果不是我们人类，这些海龟根本就不会受到伤害！</w:t>
      </w:r>
    </w:p>
    <w:p w:rsidR="00AC64F8" w:rsidRPr="000A5440" w:rsidRDefault="000C130A" w:rsidP="005E3022">
      <w:pPr>
        <w:pStyle w:val="a5"/>
        <w:spacing w:line="280" w:lineRule="atLeast"/>
        <w:rPr>
          <w:rFonts w:ascii="宋体" w:hAnsi="宋体"/>
          <w:color w:val="FF0000"/>
          <w:sz w:val="24"/>
        </w:rPr>
      </w:pPr>
      <w:r w:rsidRPr="000A5440">
        <w:rPr>
          <w:rFonts w:ascii="宋体" w:hAnsi="宋体" w:cs="宋体" w:hint="eastAsia"/>
          <w:color w:val="FF0000"/>
          <w:sz w:val="24"/>
        </w:rPr>
        <w:t>师：</w:t>
      </w:r>
      <w:r w:rsidRPr="000A5440">
        <w:rPr>
          <w:rFonts w:ascii="宋体" w:hAnsi="宋体" w:hint="eastAsia"/>
          <w:color w:val="FF0000"/>
          <w:sz w:val="24"/>
        </w:rPr>
        <w:t>这里的每句话，每个词，每个字，甚至是每个标点，都跳动着</w:t>
      </w:r>
      <w:r w:rsidR="00AA2C97" w:rsidRPr="000A5440">
        <w:rPr>
          <w:rFonts w:ascii="宋体" w:hAnsi="宋体" w:hint="eastAsia"/>
          <w:color w:val="FF0000"/>
          <w:sz w:val="24"/>
        </w:rPr>
        <w:t>我们</w:t>
      </w:r>
      <w:r w:rsidRPr="000A5440">
        <w:rPr>
          <w:rFonts w:ascii="宋体" w:hAnsi="宋体" w:hint="eastAsia"/>
          <w:color w:val="FF0000"/>
          <w:sz w:val="24"/>
        </w:rPr>
        <w:t>那难以言说的痛</w:t>
      </w:r>
      <w:r w:rsidR="002906B5" w:rsidRPr="000A5440">
        <w:rPr>
          <w:rFonts w:ascii="宋体" w:hAnsi="宋体" w:hint="eastAsia"/>
          <w:color w:val="FF0000"/>
          <w:sz w:val="24"/>
        </w:rPr>
        <w:t>楚</w:t>
      </w:r>
      <w:r w:rsidRPr="000A5440">
        <w:rPr>
          <w:rFonts w:ascii="宋体" w:hAnsi="宋体" w:hint="eastAsia"/>
          <w:color w:val="FF0000"/>
          <w:sz w:val="24"/>
        </w:rPr>
        <w:t>！</w:t>
      </w:r>
    </w:p>
    <w:p w:rsidR="005321A9" w:rsidRPr="00F542E7" w:rsidRDefault="00F542E7" w:rsidP="00083134">
      <w:pPr>
        <w:pStyle w:val="a5"/>
        <w:spacing w:line="280" w:lineRule="atLeast"/>
        <w:rPr>
          <w:rFonts w:ascii="宋体" w:hAnsi="宋体"/>
          <w:b/>
          <w:color w:val="000000" w:themeColor="text1"/>
          <w:sz w:val="30"/>
          <w:szCs w:val="30"/>
        </w:rPr>
      </w:pPr>
      <w:r w:rsidRPr="00F542E7">
        <w:rPr>
          <w:rFonts w:ascii="宋体" w:hAnsi="宋体" w:hint="eastAsia"/>
          <w:b/>
          <w:color w:val="000000" w:themeColor="text1"/>
          <w:sz w:val="30"/>
          <w:szCs w:val="30"/>
        </w:rPr>
        <w:t>四</w:t>
      </w:r>
      <w:r w:rsidR="00DA3DA4" w:rsidRPr="00F542E7">
        <w:rPr>
          <w:rFonts w:ascii="宋体" w:hAnsi="宋体" w:hint="eastAsia"/>
          <w:b/>
          <w:color w:val="000000" w:themeColor="text1"/>
          <w:sz w:val="30"/>
          <w:szCs w:val="30"/>
        </w:rPr>
        <w:t>、教师总结，点名主旨。</w:t>
      </w:r>
    </w:p>
    <w:p w:rsidR="009833CC" w:rsidRDefault="005321A9" w:rsidP="00083134">
      <w:pPr>
        <w:pStyle w:val="a5"/>
        <w:spacing w:line="280" w:lineRule="atLeast"/>
        <w:rPr>
          <w:rFonts w:ascii="宋体" w:hAnsi="宋体" w:cs="宋体"/>
          <w:color w:val="000000" w:themeColor="text1"/>
          <w:sz w:val="24"/>
        </w:rPr>
      </w:pPr>
      <w:r w:rsidRPr="00896137">
        <w:rPr>
          <w:rFonts w:ascii="宋体" w:hAnsi="宋体" w:hint="eastAsia"/>
          <w:color w:val="000000" w:themeColor="text1"/>
          <w:sz w:val="24"/>
        </w:rPr>
        <w:t>1、师：</w:t>
      </w:r>
      <w:r w:rsidR="00BF040B" w:rsidRPr="000A5440">
        <w:rPr>
          <w:rFonts w:ascii="宋体" w:hAnsi="宋体" w:cs="宋体" w:hint="eastAsia"/>
          <w:color w:val="FF0000"/>
          <w:sz w:val="24"/>
        </w:rPr>
        <w:t>看着沙滩上血迹斑斑的幼龟残体，回想我们的做法，</w:t>
      </w:r>
      <w:r w:rsidR="00BF040B" w:rsidRPr="00896137">
        <w:rPr>
          <w:rFonts w:ascii="宋体" w:hAnsi="宋体" w:cs="宋体" w:hint="eastAsia"/>
          <w:color w:val="000000" w:themeColor="text1"/>
          <w:sz w:val="24"/>
        </w:rPr>
        <w:t>如果你就是</w:t>
      </w:r>
      <w:r w:rsidR="00F441D8">
        <w:rPr>
          <w:rFonts w:ascii="宋体" w:hAnsi="宋体" w:cs="宋体" w:hint="eastAsia"/>
          <w:color w:val="000000" w:themeColor="text1"/>
          <w:sz w:val="24"/>
        </w:rPr>
        <w:t>其中的一位</w:t>
      </w:r>
      <w:r w:rsidR="00BF040B" w:rsidRPr="00896137">
        <w:rPr>
          <w:rFonts w:ascii="宋体" w:hAnsi="宋体" w:cs="宋体" w:hint="eastAsia"/>
          <w:color w:val="000000" w:themeColor="text1"/>
          <w:sz w:val="24"/>
        </w:rPr>
        <w:t>游客，</w:t>
      </w:r>
      <w:r w:rsidR="000764CD">
        <w:rPr>
          <w:rFonts w:ascii="宋体" w:hAnsi="宋体" w:cs="宋体" w:hint="eastAsia"/>
          <w:color w:val="000000" w:themeColor="text1"/>
          <w:sz w:val="24"/>
        </w:rPr>
        <w:t>你</w:t>
      </w:r>
      <w:r w:rsidR="00BF040B" w:rsidRPr="00896137">
        <w:rPr>
          <w:rFonts w:ascii="宋体" w:hAnsi="宋体" w:cs="宋体" w:hint="eastAsia"/>
          <w:color w:val="000000" w:themeColor="text1"/>
          <w:sz w:val="24"/>
        </w:rPr>
        <w:t>想说些什么？</w:t>
      </w:r>
    </w:p>
    <w:p w:rsidR="005321A9" w:rsidRPr="00896137" w:rsidRDefault="005321A9" w:rsidP="00083134">
      <w:pPr>
        <w:pStyle w:val="a5"/>
        <w:spacing w:line="280" w:lineRule="atLeast"/>
        <w:rPr>
          <w:rFonts w:ascii="宋体" w:hAnsi="宋体" w:cs="宋体"/>
          <w:color w:val="000000" w:themeColor="text1"/>
          <w:sz w:val="24"/>
        </w:rPr>
      </w:pPr>
      <w:r w:rsidRPr="00896137">
        <w:rPr>
          <w:rFonts w:ascii="宋体" w:hAnsi="宋体" w:hint="eastAsia"/>
          <w:color w:val="000000" w:themeColor="text1"/>
          <w:sz w:val="24"/>
        </w:rPr>
        <w:t>2、</w:t>
      </w:r>
      <w:r w:rsidR="000328DC">
        <w:rPr>
          <w:rFonts w:ascii="宋体" w:hAnsi="宋体" w:hint="eastAsia"/>
          <w:color w:val="000000" w:themeColor="text1"/>
          <w:sz w:val="24"/>
        </w:rPr>
        <w:t>是的，如果我们</w:t>
      </w:r>
      <w:r w:rsidR="001A3424" w:rsidRPr="001A3424">
        <w:rPr>
          <w:rFonts w:ascii="宋体" w:hAnsi="宋体" w:hint="eastAsia"/>
          <w:color w:val="FF0000"/>
          <w:sz w:val="24"/>
        </w:rPr>
        <w:t>违背</w:t>
      </w:r>
      <w:r w:rsidR="000328DC">
        <w:rPr>
          <w:rFonts w:ascii="宋体" w:hAnsi="宋体" w:hint="eastAsia"/>
          <w:color w:val="000000" w:themeColor="text1"/>
          <w:sz w:val="24"/>
        </w:rPr>
        <w:t>大自然的</w:t>
      </w:r>
      <w:r w:rsidR="001A3424" w:rsidRPr="001A3424">
        <w:rPr>
          <w:rFonts w:ascii="宋体" w:hAnsi="宋体" w:hint="eastAsia"/>
          <w:color w:val="FF0000"/>
          <w:sz w:val="24"/>
        </w:rPr>
        <w:t>规律</w:t>
      </w:r>
      <w:r w:rsidR="000328DC">
        <w:rPr>
          <w:rFonts w:ascii="宋体" w:hAnsi="宋体" w:hint="eastAsia"/>
          <w:color w:val="000000" w:themeColor="text1"/>
          <w:sz w:val="24"/>
        </w:rPr>
        <w:t>，</w:t>
      </w:r>
      <w:r w:rsidR="001A3424">
        <w:rPr>
          <w:rFonts w:ascii="宋体" w:hAnsi="宋体" w:hint="eastAsia"/>
          <w:color w:val="000000" w:themeColor="text1"/>
          <w:sz w:val="24"/>
        </w:rPr>
        <w:t>那就会</w:t>
      </w:r>
      <w:r w:rsidR="001A3424" w:rsidRPr="001A3424">
        <w:rPr>
          <w:rFonts w:ascii="宋体" w:hAnsi="宋体" w:hint="eastAsia"/>
          <w:color w:val="FF0000"/>
          <w:sz w:val="24"/>
        </w:rPr>
        <w:t>适得其反</w:t>
      </w:r>
      <w:r w:rsidR="001A3424">
        <w:rPr>
          <w:rFonts w:ascii="宋体" w:hAnsi="宋体" w:hint="eastAsia"/>
          <w:color w:val="000000" w:themeColor="text1"/>
          <w:sz w:val="24"/>
        </w:rPr>
        <w:t>，造成悲</w:t>
      </w:r>
      <w:r w:rsidR="000328DC">
        <w:rPr>
          <w:rFonts w:ascii="宋体" w:hAnsi="宋体" w:hint="eastAsia"/>
          <w:color w:val="000000" w:themeColor="text1"/>
          <w:sz w:val="24"/>
        </w:rPr>
        <w:t>惨的结局。</w:t>
      </w:r>
      <w:r w:rsidR="00ED4712" w:rsidRPr="00896137">
        <w:rPr>
          <w:rFonts w:ascii="宋体" w:hAnsi="宋体" w:hint="eastAsia"/>
          <w:color w:val="000000" w:themeColor="text1"/>
          <w:sz w:val="24"/>
        </w:rPr>
        <w:t>这也是作者想要说的。</w:t>
      </w:r>
      <w:r w:rsidRPr="00896137">
        <w:rPr>
          <w:rFonts w:ascii="宋体" w:hAnsi="宋体" w:hint="eastAsia"/>
          <w:color w:val="000000" w:themeColor="text1"/>
          <w:sz w:val="24"/>
        </w:rPr>
        <w:t>让我们一起</w:t>
      </w:r>
      <w:r w:rsidR="00ED4712" w:rsidRPr="00896137">
        <w:rPr>
          <w:rFonts w:ascii="宋体" w:hAnsi="宋体" w:hint="eastAsia"/>
          <w:color w:val="000000" w:themeColor="text1"/>
          <w:sz w:val="24"/>
        </w:rPr>
        <w:t>静静地读：</w:t>
      </w:r>
    </w:p>
    <w:p w:rsidR="005321A9" w:rsidRPr="00896137" w:rsidRDefault="005321A9" w:rsidP="00083134">
      <w:pPr>
        <w:pStyle w:val="a5"/>
        <w:spacing w:line="280" w:lineRule="atLeast"/>
        <w:rPr>
          <w:rFonts w:ascii="宋体" w:hAnsi="宋体"/>
          <w:color w:val="000000" w:themeColor="text1"/>
          <w:sz w:val="24"/>
        </w:rPr>
      </w:pPr>
      <w:r w:rsidRPr="00896137">
        <w:rPr>
          <w:rFonts w:ascii="宋体" w:hAnsi="宋体" w:hint="eastAsia"/>
          <w:color w:val="000000" w:themeColor="text1"/>
          <w:sz w:val="24"/>
        </w:rPr>
        <w:t>人是万物之灵。然而，当人自作聪明时，一切都可能走向反面。</w:t>
      </w:r>
    </w:p>
    <w:p w:rsidR="008E7FA0" w:rsidRDefault="00DA3DA4" w:rsidP="00083134">
      <w:pPr>
        <w:pStyle w:val="a5"/>
        <w:spacing w:line="280" w:lineRule="atLeast"/>
        <w:rPr>
          <w:rFonts w:ascii="宋体" w:hAnsi="宋体"/>
          <w:color w:val="000000" w:themeColor="text1"/>
          <w:sz w:val="24"/>
        </w:rPr>
      </w:pPr>
      <w:r w:rsidRPr="00896137">
        <w:rPr>
          <w:rFonts w:ascii="宋体" w:hAnsi="宋体" w:hint="eastAsia"/>
          <w:color w:val="000000" w:themeColor="text1"/>
          <w:sz w:val="24"/>
        </w:rPr>
        <w:t>板书：</w:t>
      </w:r>
      <w:r w:rsidR="008E7FA0">
        <w:rPr>
          <w:rFonts w:ascii="宋体" w:hAnsi="宋体" w:hint="eastAsia"/>
          <w:color w:val="000000" w:themeColor="text1"/>
          <w:sz w:val="24"/>
        </w:rPr>
        <w:t xml:space="preserve">                 </w:t>
      </w:r>
    </w:p>
    <w:p w:rsidR="008E7FA0" w:rsidRDefault="00652E51" w:rsidP="008E7FA0">
      <w:pPr>
        <w:pStyle w:val="a5"/>
        <w:spacing w:line="280" w:lineRule="atLeast"/>
        <w:rPr>
          <w:rFonts w:ascii="宋体" w:hAnsi="宋体"/>
          <w:color w:val="000000" w:themeColor="text1"/>
          <w:sz w:val="24"/>
        </w:rPr>
      </w:pPr>
      <w:r w:rsidRPr="00896137">
        <w:rPr>
          <w:rFonts w:ascii="宋体" w:hAnsi="宋体" w:hint="eastAsia"/>
          <w:color w:val="000000" w:themeColor="text1"/>
          <w:sz w:val="24"/>
        </w:rPr>
        <w:t xml:space="preserve">      </w:t>
      </w:r>
      <w:r w:rsidR="00D27CF6">
        <w:rPr>
          <w:rFonts w:ascii="宋体" w:hAnsi="宋体" w:hint="eastAsia"/>
          <w:color w:val="000000" w:themeColor="text1"/>
          <w:sz w:val="24"/>
        </w:rPr>
        <w:t xml:space="preserve">               </w:t>
      </w:r>
      <w:r w:rsidRPr="00896137">
        <w:rPr>
          <w:rFonts w:ascii="宋体" w:hAnsi="宋体" w:hint="eastAsia"/>
          <w:color w:val="000000" w:themeColor="text1"/>
          <w:sz w:val="24"/>
        </w:rPr>
        <w:t xml:space="preserve"> </w:t>
      </w:r>
      <w:r w:rsidR="00187DEF">
        <w:rPr>
          <w:rFonts w:ascii="宋体" w:hAnsi="宋体" w:hint="eastAsia"/>
          <w:color w:val="000000" w:themeColor="text1"/>
          <w:sz w:val="24"/>
        </w:rPr>
        <w:t xml:space="preserve">  </w:t>
      </w:r>
      <w:r w:rsidR="00017878">
        <w:rPr>
          <w:rFonts w:ascii="宋体" w:hAnsi="宋体" w:hint="eastAsia"/>
          <w:color w:val="000000" w:themeColor="text1"/>
          <w:sz w:val="24"/>
        </w:rPr>
        <w:t xml:space="preserve">  </w:t>
      </w:r>
      <w:r w:rsidR="00D27CF6">
        <w:rPr>
          <w:rFonts w:ascii="宋体" w:hAnsi="宋体" w:hint="eastAsia"/>
          <w:color w:val="000000" w:themeColor="text1"/>
          <w:sz w:val="24"/>
        </w:rPr>
        <w:t>大自然的秘密</w:t>
      </w:r>
      <w:r w:rsidRPr="00896137">
        <w:rPr>
          <w:rFonts w:ascii="宋体" w:hAnsi="宋体" w:hint="eastAsia"/>
          <w:color w:val="000000" w:themeColor="text1"/>
          <w:sz w:val="24"/>
        </w:rPr>
        <w:t xml:space="preserve"> </w:t>
      </w:r>
    </w:p>
    <w:p w:rsidR="008C5D9A" w:rsidRDefault="00494907" w:rsidP="008C5D9A">
      <w:pPr>
        <w:pStyle w:val="a5"/>
        <w:spacing w:line="280" w:lineRule="atLeast"/>
        <w:ind w:firstLineChars="250" w:firstLine="600"/>
        <w:rPr>
          <w:rFonts w:ascii="宋体" w:hAnsi="宋体"/>
          <w:color w:val="000000" w:themeColor="text1"/>
          <w:sz w:val="24"/>
        </w:rPr>
      </w:pPr>
      <w:r>
        <w:rPr>
          <w:rFonts w:ascii="宋体" w:hAnsi="宋体"/>
          <w:noProof/>
          <w:color w:val="000000" w:themeColor="text1"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10.75pt;margin-top:8.25pt;width:51pt;height:66pt;z-index:5" o:connectortype="straight">
            <v:stroke endarrow="block"/>
          </v:shape>
        </w:pict>
      </w:r>
      <w:r>
        <w:rPr>
          <w:rFonts w:ascii="宋体" w:hAnsi="宋体"/>
          <w:noProof/>
          <w:color w:val="000000" w:themeColor="text1"/>
          <w:sz w:val="24"/>
        </w:rPr>
        <w:pict>
          <v:shape id="_x0000_s1030" type="#_x0000_t32" style="position:absolute;left:0;text-align:left;margin-left:126pt;margin-top:8.25pt;width:45pt;height:71.25pt;flip:y;z-index:3" o:connectortype="straight">
            <v:stroke endarrow="block"/>
          </v:shape>
        </w:pict>
      </w:r>
      <w:r w:rsidR="00D27CF6">
        <w:rPr>
          <w:rFonts w:ascii="宋体" w:hAnsi="宋体" w:hint="eastAsia"/>
          <w:color w:val="000000" w:themeColor="text1"/>
          <w:sz w:val="24"/>
        </w:rPr>
        <w:t xml:space="preserve">    </w:t>
      </w:r>
    </w:p>
    <w:p w:rsidR="00187DEF" w:rsidRDefault="00187DEF" w:rsidP="00187DEF">
      <w:pPr>
        <w:pStyle w:val="a5"/>
        <w:spacing w:line="280" w:lineRule="atLeast"/>
        <w:ind w:firstLineChars="850" w:firstLine="204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 xml:space="preserve">违反规律            </w:t>
      </w:r>
      <w:r w:rsidR="00806BEB">
        <w:rPr>
          <w:rFonts w:ascii="宋体" w:hAnsi="宋体" w:hint="eastAsia"/>
          <w:color w:val="000000" w:themeColor="text1"/>
          <w:sz w:val="24"/>
        </w:rPr>
        <w:t xml:space="preserve">  </w:t>
      </w:r>
      <w:r>
        <w:rPr>
          <w:rFonts w:ascii="宋体" w:hAnsi="宋体" w:hint="eastAsia"/>
          <w:color w:val="000000" w:themeColor="text1"/>
          <w:sz w:val="24"/>
        </w:rPr>
        <w:t>适得其反</w:t>
      </w:r>
    </w:p>
    <w:p w:rsidR="00D27CF6" w:rsidRDefault="00D27CF6" w:rsidP="008C5D9A">
      <w:pPr>
        <w:pStyle w:val="a5"/>
        <w:spacing w:line="280" w:lineRule="atLeast"/>
        <w:ind w:firstLineChars="250" w:firstLine="600"/>
        <w:rPr>
          <w:rFonts w:ascii="宋体" w:hAnsi="宋体"/>
          <w:color w:val="000000" w:themeColor="text1"/>
          <w:sz w:val="24"/>
        </w:rPr>
      </w:pPr>
    </w:p>
    <w:p w:rsidR="00B003B9" w:rsidRPr="00187DEF" w:rsidRDefault="00B003B9" w:rsidP="00B003B9">
      <w:pPr>
        <w:pStyle w:val="a5"/>
        <w:spacing w:line="280" w:lineRule="atLeast"/>
        <w:ind w:firstLineChars="1400" w:firstLine="3360"/>
        <w:rPr>
          <w:rFonts w:ascii="宋体" w:hAnsi="宋体"/>
          <w:color w:val="FF0000"/>
          <w:sz w:val="24"/>
        </w:rPr>
      </w:pPr>
      <w:r w:rsidRPr="00187DEF">
        <w:rPr>
          <w:rFonts w:ascii="宋体" w:hAnsi="宋体" w:hint="eastAsia"/>
          <w:color w:val="FF0000"/>
          <w:sz w:val="24"/>
        </w:rPr>
        <w:t>场面描写</w:t>
      </w:r>
    </w:p>
    <w:p w:rsidR="00D27CF6" w:rsidRDefault="00494907" w:rsidP="00806BEB">
      <w:pPr>
        <w:pStyle w:val="a5"/>
        <w:spacing w:line="280" w:lineRule="atLeast"/>
        <w:ind w:firstLineChars="1100" w:firstLine="2640"/>
        <w:rPr>
          <w:rFonts w:ascii="宋体" w:hAnsi="宋体"/>
          <w:color w:val="000000" w:themeColor="text1"/>
          <w:sz w:val="24"/>
        </w:rPr>
      </w:pPr>
      <w:r>
        <w:rPr>
          <w:rFonts w:ascii="宋体" w:hAnsi="宋体"/>
          <w:noProof/>
          <w:color w:val="000000" w:themeColor="text1"/>
          <w:sz w:val="24"/>
        </w:rPr>
        <w:pict>
          <v:shape id="_x0000_s1029" type="#_x0000_t32" style="position:absolute;left:0;text-align:left;margin-left:151.5pt;margin-top:13.5pt;width:89.25pt;height:0;z-index:2" o:connectortype="straight">
            <v:stroke endarrow="block"/>
          </v:shape>
        </w:pict>
      </w:r>
      <w:r>
        <w:rPr>
          <w:rFonts w:ascii="宋体" w:hAnsi="宋体"/>
          <w:noProof/>
          <w:color w:val="000000" w:themeColor="text1"/>
          <w:sz w:val="24"/>
        </w:rPr>
        <w:pict>
          <v:oval id="_x0000_s1028" style="position:absolute;left:0;text-align:left;margin-left:245.25pt;margin-top:13.5pt;width:48pt;height:24pt;z-index:1" filled="f" strokecolor="red"/>
        </w:pict>
      </w:r>
      <w:r w:rsidR="00B003B9" w:rsidRPr="00187DEF">
        <w:rPr>
          <w:rFonts w:ascii="宋体" w:hAnsi="宋体" w:hint="eastAsia"/>
          <w:color w:val="FF0000"/>
          <w:sz w:val="24"/>
        </w:rPr>
        <w:t>点</w:t>
      </w:r>
      <w:r w:rsidR="00B003B9">
        <w:rPr>
          <w:rFonts w:ascii="宋体" w:hAnsi="宋体" w:hint="eastAsia"/>
          <w:color w:val="FF0000"/>
          <w:sz w:val="24"/>
        </w:rPr>
        <w:t xml:space="preserve">                 </w:t>
      </w:r>
      <w:r w:rsidR="00B003B9" w:rsidRPr="00187DEF">
        <w:rPr>
          <w:rFonts w:ascii="宋体" w:hAnsi="宋体" w:hint="eastAsia"/>
          <w:color w:val="FF0000"/>
          <w:sz w:val="24"/>
        </w:rPr>
        <w:t>面</w:t>
      </w:r>
      <w:r>
        <w:rPr>
          <w:rFonts w:ascii="宋体" w:hAnsi="宋体"/>
          <w:noProof/>
          <w:color w:val="000000" w:themeColor="text1"/>
          <w:sz w:val="24"/>
        </w:rPr>
        <w:pict>
          <v:oval id="_x0000_s1031" style="position:absolute;left:0;text-align:left;margin-left:113.1pt;margin-top:13.5pt;width:43.5pt;height:24pt;z-index:4;mso-position-horizontal-relative:text;mso-position-vertical-relative:text" filled="f" strokecolor="red"/>
        </w:pict>
      </w:r>
    </w:p>
    <w:p w:rsidR="00187DEF" w:rsidRDefault="00D27CF6" w:rsidP="00187DEF">
      <w:pPr>
        <w:pStyle w:val="a5"/>
        <w:spacing w:line="280" w:lineRule="atLeast"/>
        <w:ind w:firstLineChars="800" w:firstLine="192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 xml:space="preserve">救 </w:t>
      </w:r>
      <w:r w:rsidR="00187DEF">
        <w:rPr>
          <w:rFonts w:ascii="宋体" w:hAnsi="宋体" w:hint="eastAsia"/>
          <w:color w:val="000000" w:themeColor="text1"/>
          <w:sz w:val="24"/>
        </w:rPr>
        <w:t xml:space="preserve">  </w:t>
      </w:r>
      <w:r>
        <w:rPr>
          <w:rFonts w:ascii="宋体" w:hAnsi="宋体" w:hint="eastAsia"/>
          <w:color w:val="000000" w:themeColor="text1"/>
          <w:sz w:val="24"/>
        </w:rPr>
        <w:t>一只</w:t>
      </w:r>
      <w:r w:rsidR="00187DEF">
        <w:rPr>
          <w:rFonts w:ascii="宋体" w:hAnsi="宋体" w:hint="eastAsia"/>
          <w:color w:val="000000" w:themeColor="text1"/>
          <w:sz w:val="24"/>
        </w:rPr>
        <w:t xml:space="preserve">             </w:t>
      </w:r>
      <w:r>
        <w:rPr>
          <w:rFonts w:ascii="宋体" w:hAnsi="宋体" w:hint="eastAsia"/>
          <w:color w:val="000000" w:themeColor="text1"/>
          <w:sz w:val="24"/>
        </w:rPr>
        <w:t>害</w:t>
      </w:r>
      <w:r w:rsidR="00702003">
        <w:rPr>
          <w:rFonts w:ascii="宋体" w:hAnsi="宋体" w:hint="eastAsia"/>
          <w:color w:val="000000" w:themeColor="text1"/>
          <w:sz w:val="24"/>
        </w:rPr>
        <w:t xml:space="preserve"> </w:t>
      </w:r>
      <w:r w:rsidR="00187DEF">
        <w:rPr>
          <w:rFonts w:ascii="宋体" w:hAnsi="宋体" w:hint="eastAsia"/>
          <w:color w:val="000000" w:themeColor="text1"/>
          <w:sz w:val="24"/>
        </w:rPr>
        <w:t xml:space="preserve"> </w:t>
      </w:r>
      <w:r>
        <w:rPr>
          <w:rFonts w:ascii="宋体" w:hAnsi="宋体" w:hint="eastAsia"/>
          <w:color w:val="000000" w:themeColor="text1"/>
          <w:sz w:val="24"/>
        </w:rPr>
        <w:t>一群</w:t>
      </w:r>
      <w:r w:rsidR="00187DEF">
        <w:rPr>
          <w:rFonts w:ascii="宋体" w:hAnsi="宋体" w:hint="eastAsia"/>
          <w:color w:val="000000" w:themeColor="text1"/>
          <w:sz w:val="24"/>
        </w:rPr>
        <w:t xml:space="preserve">          </w:t>
      </w:r>
    </w:p>
    <w:p w:rsidR="00DA3DA4" w:rsidRPr="00187DEF" w:rsidRDefault="00187DEF" w:rsidP="00187DEF">
      <w:pPr>
        <w:pStyle w:val="a5"/>
        <w:spacing w:line="280" w:lineRule="atLeast"/>
        <w:ind w:firstLineChars="1050" w:firstLine="252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 xml:space="preserve">                  </w:t>
      </w:r>
    </w:p>
    <w:p w:rsidR="00187DEF" w:rsidRPr="00187DEF" w:rsidRDefault="00187DEF" w:rsidP="00187DEF">
      <w:pPr>
        <w:pStyle w:val="a5"/>
        <w:spacing w:line="280" w:lineRule="atLeast"/>
        <w:ind w:firstLineChars="1050" w:firstLine="2520"/>
        <w:rPr>
          <w:rFonts w:ascii="宋体" w:hAnsi="宋体"/>
          <w:color w:val="FF0000"/>
          <w:sz w:val="24"/>
        </w:rPr>
      </w:pPr>
    </w:p>
    <w:p w:rsidR="00187DEF" w:rsidRDefault="00187DEF" w:rsidP="00187DEF">
      <w:pPr>
        <w:pStyle w:val="a5"/>
        <w:spacing w:line="280" w:lineRule="atLeast"/>
        <w:ind w:firstLineChars="1050" w:firstLine="252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 xml:space="preserve">       </w:t>
      </w:r>
    </w:p>
    <w:p w:rsidR="00B003B9" w:rsidRPr="00187DEF" w:rsidRDefault="00B003B9">
      <w:pPr>
        <w:pStyle w:val="a5"/>
        <w:spacing w:line="280" w:lineRule="atLeast"/>
        <w:ind w:firstLineChars="1350" w:firstLine="3240"/>
        <w:rPr>
          <w:rFonts w:ascii="宋体" w:hAnsi="宋体"/>
          <w:color w:val="FF0000"/>
          <w:sz w:val="24"/>
        </w:rPr>
      </w:pPr>
    </w:p>
    <w:sectPr w:rsidR="00B003B9" w:rsidRPr="00187DEF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C6A" w:rsidRDefault="00184C6A" w:rsidP="00085A24">
      <w:r>
        <w:separator/>
      </w:r>
    </w:p>
  </w:endnote>
  <w:endnote w:type="continuationSeparator" w:id="0">
    <w:p w:rsidR="00184C6A" w:rsidRDefault="00184C6A" w:rsidP="00085A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C6A" w:rsidRDefault="00184C6A" w:rsidP="00085A24">
      <w:r>
        <w:separator/>
      </w:r>
    </w:p>
  </w:footnote>
  <w:footnote w:type="continuationSeparator" w:id="0">
    <w:p w:rsidR="00184C6A" w:rsidRDefault="00184C6A" w:rsidP="00085A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、"/>
      <w:lvlJc w:val="left"/>
      <w:pPr>
        <w:tabs>
          <w:tab w:val="num" w:pos="1140"/>
        </w:tabs>
        <w:ind w:left="1140" w:hanging="720"/>
      </w:pPr>
      <w:rPr>
        <w:rFonts w:hint="default"/>
        <w:color w:val="333333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1B1007D"/>
    <w:multiLevelType w:val="hybridMultilevel"/>
    <w:tmpl w:val="81E6CF68"/>
    <w:lvl w:ilvl="0" w:tplc="A24A871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D83956"/>
    <w:multiLevelType w:val="hybridMultilevel"/>
    <w:tmpl w:val="35404A20"/>
    <w:lvl w:ilvl="0" w:tplc="35C4F47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56B4D0C"/>
    <w:multiLevelType w:val="hybridMultilevel"/>
    <w:tmpl w:val="4BB6171A"/>
    <w:lvl w:ilvl="0" w:tplc="89EA4C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71832D0"/>
    <w:multiLevelType w:val="hybridMultilevel"/>
    <w:tmpl w:val="676C1D36"/>
    <w:lvl w:ilvl="0" w:tplc="E276499C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D8F29A3"/>
    <w:multiLevelType w:val="hybridMultilevel"/>
    <w:tmpl w:val="200275AE"/>
    <w:lvl w:ilvl="0" w:tplc="499C3AE8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2276865"/>
    <w:multiLevelType w:val="hybridMultilevel"/>
    <w:tmpl w:val="DCC06AAC"/>
    <w:lvl w:ilvl="0" w:tplc="3AF2CFB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3AE477D"/>
    <w:multiLevelType w:val="hybridMultilevel"/>
    <w:tmpl w:val="8F760B72"/>
    <w:lvl w:ilvl="0" w:tplc="78EC5B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03426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06D0"/>
    <w:rsid w:val="000071C7"/>
    <w:rsid w:val="000130D3"/>
    <w:rsid w:val="000150E5"/>
    <w:rsid w:val="00016973"/>
    <w:rsid w:val="00017878"/>
    <w:rsid w:val="00017C41"/>
    <w:rsid w:val="0002005D"/>
    <w:rsid w:val="00020383"/>
    <w:rsid w:val="000211D6"/>
    <w:rsid w:val="00022DFA"/>
    <w:rsid w:val="00024A20"/>
    <w:rsid w:val="000328DC"/>
    <w:rsid w:val="000329BE"/>
    <w:rsid w:val="00034504"/>
    <w:rsid w:val="000367A9"/>
    <w:rsid w:val="00041B4F"/>
    <w:rsid w:val="00045369"/>
    <w:rsid w:val="00045E74"/>
    <w:rsid w:val="0004604B"/>
    <w:rsid w:val="00052B3A"/>
    <w:rsid w:val="000532DF"/>
    <w:rsid w:val="00056528"/>
    <w:rsid w:val="00057042"/>
    <w:rsid w:val="000614D2"/>
    <w:rsid w:val="00062B3C"/>
    <w:rsid w:val="00065C5A"/>
    <w:rsid w:val="00074112"/>
    <w:rsid w:val="00074F8B"/>
    <w:rsid w:val="00075564"/>
    <w:rsid w:val="00075D89"/>
    <w:rsid w:val="00075EFB"/>
    <w:rsid w:val="000764CD"/>
    <w:rsid w:val="00082761"/>
    <w:rsid w:val="00083134"/>
    <w:rsid w:val="000840F3"/>
    <w:rsid w:val="0008454A"/>
    <w:rsid w:val="00085A24"/>
    <w:rsid w:val="00085C9B"/>
    <w:rsid w:val="0008787E"/>
    <w:rsid w:val="00093884"/>
    <w:rsid w:val="000939E1"/>
    <w:rsid w:val="00095C1C"/>
    <w:rsid w:val="00095F4B"/>
    <w:rsid w:val="00097FBB"/>
    <w:rsid w:val="00097FC5"/>
    <w:rsid w:val="000A0CEC"/>
    <w:rsid w:val="000A3EF3"/>
    <w:rsid w:val="000A5440"/>
    <w:rsid w:val="000B1149"/>
    <w:rsid w:val="000B2899"/>
    <w:rsid w:val="000C130A"/>
    <w:rsid w:val="000C22BD"/>
    <w:rsid w:val="000C51CF"/>
    <w:rsid w:val="000C63D6"/>
    <w:rsid w:val="000C7659"/>
    <w:rsid w:val="000D2AC1"/>
    <w:rsid w:val="000D4779"/>
    <w:rsid w:val="000E157E"/>
    <w:rsid w:val="000F2445"/>
    <w:rsid w:val="000F2769"/>
    <w:rsid w:val="000F3A8C"/>
    <w:rsid w:val="000F4B9D"/>
    <w:rsid w:val="000F4FE3"/>
    <w:rsid w:val="001016CB"/>
    <w:rsid w:val="00104C3D"/>
    <w:rsid w:val="00111936"/>
    <w:rsid w:val="001213E8"/>
    <w:rsid w:val="00121D36"/>
    <w:rsid w:val="0012550C"/>
    <w:rsid w:val="00125C2C"/>
    <w:rsid w:val="00134A18"/>
    <w:rsid w:val="00140659"/>
    <w:rsid w:val="00140904"/>
    <w:rsid w:val="00146061"/>
    <w:rsid w:val="00150475"/>
    <w:rsid w:val="00152711"/>
    <w:rsid w:val="001535BC"/>
    <w:rsid w:val="0015424F"/>
    <w:rsid w:val="00154C19"/>
    <w:rsid w:val="00156AF9"/>
    <w:rsid w:val="0016052B"/>
    <w:rsid w:val="0016397E"/>
    <w:rsid w:val="00164050"/>
    <w:rsid w:val="00165530"/>
    <w:rsid w:val="00166E59"/>
    <w:rsid w:val="00171FFC"/>
    <w:rsid w:val="0017472F"/>
    <w:rsid w:val="00176A79"/>
    <w:rsid w:val="00177890"/>
    <w:rsid w:val="001805B7"/>
    <w:rsid w:val="00184C6A"/>
    <w:rsid w:val="00187DEF"/>
    <w:rsid w:val="00190FBF"/>
    <w:rsid w:val="00196240"/>
    <w:rsid w:val="001A0EEC"/>
    <w:rsid w:val="001A1501"/>
    <w:rsid w:val="001A19A1"/>
    <w:rsid w:val="001A3424"/>
    <w:rsid w:val="001A40C1"/>
    <w:rsid w:val="001A592C"/>
    <w:rsid w:val="001A5CFB"/>
    <w:rsid w:val="001A6F39"/>
    <w:rsid w:val="001B15C7"/>
    <w:rsid w:val="001B39F7"/>
    <w:rsid w:val="001B4246"/>
    <w:rsid w:val="001B6386"/>
    <w:rsid w:val="001B6798"/>
    <w:rsid w:val="001B7D7A"/>
    <w:rsid w:val="001C240D"/>
    <w:rsid w:val="001C72D1"/>
    <w:rsid w:val="001D3525"/>
    <w:rsid w:val="001D74B6"/>
    <w:rsid w:val="001E1E8F"/>
    <w:rsid w:val="001E2E37"/>
    <w:rsid w:val="001E4758"/>
    <w:rsid w:val="001E526B"/>
    <w:rsid w:val="001F34CB"/>
    <w:rsid w:val="001F5A87"/>
    <w:rsid w:val="001F5F69"/>
    <w:rsid w:val="0020470A"/>
    <w:rsid w:val="00206033"/>
    <w:rsid w:val="00213D39"/>
    <w:rsid w:val="00213F7E"/>
    <w:rsid w:val="002143EB"/>
    <w:rsid w:val="002157CC"/>
    <w:rsid w:val="002170F9"/>
    <w:rsid w:val="00217641"/>
    <w:rsid w:val="00226035"/>
    <w:rsid w:val="0022726A"/>
    <w:rsid w:val="00227653"/>
    <w:rsid w:val="002302A9"/>
    <w:rsid w:val="00232BF0"/>
    <w:rsid w:val="00233F7E"/>
    <w:rsid w:val="0024202C"/>
    <w:rsid w:val="00251322"/>
    <w:rsid w:val="002521E6"/>
    <w:rsid w:val="002527DF"/>
    <w:rsid w:val="00254858"/>
    <w:rsid w:val="002568D8"/>
    <w:rsid w:val="00264A3B"/>
    <w:rsid w:val="00270B51"/>
    <w:rsid w:val="00272020"/>
    <w:rsid w:val="0027276C"/>
    <w:rsid w:val="002803FB"/>
    <w:rsid w:val="00282A4E"/>
    <w:rsid w:val="00283507"/>
    <w:rsid w:val="00283B6F"/>
    <w:rsid w:val="00286962"/>
    <w:rsid w:val="002906B5"/>
    <w:rsid w:val="002921F0"/>
    <w:rsid w:val="002922BE"/>
    <w:rsid w:val="0029475C"/>
    <w:rsid w:val="002959FD"/>
    <w:rsid w:val="00297854"/>
    <w:rsid w:val="002A15F9"/>
    <w:rsid w:val="002A3004"/>
    <w:rsid w:val="002A65A5"/>
    <w:rsid w:val="002B1AD3"/>
    <w:rsid w:val="002B2533"/>
    <w:rsid w:val="002B338B"/>
    <w:rsid w:val="002C1352"/>
    <w:rsid w:val="002C5BB9"/>
    <w:rsid w:val="002D298A"/>
    <w:rsid w:val="002E4DA0"/>
    <w:rsid w:val="002F24E5"/>
    <w:rsid w:val="002F6C31"/>
    <w:rsid w:val="002F6F98"/>
    <w:rsid w:val="00301727"/>
    <w:rsid w:val="00301E94"/>
    <w:rsid w:val="0030721A"/>
    <w:rsid w:val="00312180"/>
    <w:rsid w:val="00315BE9"/>
    <w:rsid w:val="00316931"/>
    <w:rsid w:val="0031725C"/>
    <w:rsid w:val="00323B43"/>
    <w:rsid w:val="0032641F"/>
    <w:rsid w:val="00327DB9"/>
    <w:rsid w:val="00330416"/>
    <w:rsid w:val="003307AC"/>
    <w:rsid w:val="0033138E"/>
    <w:rsid w:val="00331765"/>
    <w:rsid w:val="00331FAF"/>
    <w:rsid w:val="0033386E"/>
    <w:rsid w:val="003359DA"/>
    <w:rsid w:val="00340A85"/>
    <w:rsid w:val="00342336"/>
    <w:rsid w:val="003517F8"/>
    <w:rsid w:val="00355118"/>
    <w:rsid w:val="00357885"/>
    <w:rsid w:val="00360249"/>
    <w:rsid w:val="00365735"/>
    <w:rsid w:val="003748DA"/>
    <w:rsid w:val="00374FB1"/>
    <w:rsid w:val="00375285"/>
    <w:rsid w:val="00380BAF"/>
    <w:rsid w:val="00390393"/>
    <w:rsid w:val="00396317"/>
    <w:rsid w:val="003A75EE"/>
    <w:rsid w:val="003B4FD5"/>
    <w:rsid w:val="003B5842"/>
    <w:rsid w:val="003B7B8A"/>
    <w:rsid w:val="003C2308"/>
    <w:rsid w:val="003C30C5"/>
    <w:rsid w:val="003C58C8"/>
    <w:rsid w:val="003C5902"/>
    <w:rsid w:val="003C5B68"/>
    <w:rsid w:val="003D1F05"/>
    <w:rsid w:val="003D37D8"/>
    <w:rsid w:val="003D63CD"/>
    <w:rsid w:val="003E0566"/>
    <w:rsid w:val="003E085F"/>
    <w:rsid w:val="003E23E1"/>
    <w:rsid w:val="003E2D87"/>
    <w:rsid w:val="003E4F6F"/>
    <w:rsid w:val="003F5694"/>
    <w:rsid w:val="003F5F07"/>
    <w:rsid w:val="00400772"/>
    <w:rsid w:val="004013B2"/>
    <w:rsid w:val="0040376E"/>
    <w:rsid w:val="00404113"/>
    <w:rsid w:val="00405123"/>
    <w:rsid w:val="00407F5F"/>
    <w:rsid w:val="00412A20"/>
    <w:rsid w:val="0041361E"/>
    <w:rsid w:val="0041485F"/>
    <w:rsid w:val="00416C1D"/>
    <w:rsid w:val="00420F8B"/>
    <w:rsid w:val="00422B5B"/>
    <w:rsid w:val="00422EA4"/>
    <w:rsid w:val="00422F8B"/>
    <w:rsid w:val="00426133"/>
    <w:rsid w:val="00426468"/>
    <w:rsid w:val="004275A4"/>
    <w:rsid w:val="0042781A"/>
    <w:rsid w:val="00431821"/>
    <w:rsid w:val="004358AB"/>
    <w:rsid w:val="004365E6"/>
    <w:rsid w:val="004469FF"/>
    <w:rsid w:val="00446BDF"/>
    <w:rsid w:val="00454D95"/>
    <w:rsid w:val="004636D8"/>
    <w:rsid w:val="0046463E"/>
    <w:rsid w:val="004651E0"/>
    <w:rsid w:val="0046691A"/>
    <w:rsid w:val="00467B41"/>
    <w:rsid w:val="004710E5"/>
    <w:rsid w:val="00475D67"/>
    <w:rsid w:val="00476397"/>
    <w:rsid w:val="0048225C"/>
    <w:rsid w:val="00483BAE"/>
    <w:rsid w:val="00485BCD"/>
    <w:rsid w:val="004877D4"/>
    <w:rsid w:val="00490364"/>
    <w:rsid w:val="00494878"/>
    <w:rsid w:val="00494907"/>
    <w:rsid w:val="004967C0"/>
    <w:rsid w:val="00496919"/>
    <w:rsid w:val="00496C75"/>
    <w:rsid w:val="004A00AB"/>
    <w:rsid w:val="004A0451"/>
    <w:rsid w:val="004A1BF0"/>
    <w:rsid w:val="004A2031"/>
    <w:rsid w:val="004A3113"/>
    <w:rsid w:val="004A39BD"/>
    <w:rsid w:val="004A5F30"/>
    <w:rsid w:val="004B1F84"/>
    <w:rsid w:val="004B214D"/>
    <w:rsid w:val="004B244F"/>
    <w:rsid w:val="004B2EEF"/>
    <w:rsid w:val="004B63E0"/>
    <w:rsid w:val="004B7733"/>
    <w:rsid w:val="004C02AF"/>
    <w:rsid w:val="004C1C63"/>
    <w:rsid w:val="004C5768"/>
    <w:rsid w:val="004C7045"/>
    <w:rsid w:val="004C7AB3"/>
    <w:rsid w:val="004D1286"/>
    <w:rsid w:val="004D396B"/>
    <w:rsid w:val="004E35F0"/>
    <w:rsid w:val="004E3AC8"/>
    <w:rsid w:val="004E61B5"/>
    <w:rsid w:val="004F4F6B"/>
    <w:rsid w:val="004F7395"/>
    <w:rsid w:val="005008AA"/>
    <w:rsid w:val="00505811"/>
    <w:rsid w:val="00511053"/>
    <w:rsid w:val="005133BD"/>
    <w:rsid w:val="005146D3"/>
    <w:rsid w:val="005153A8"/>
    <w:rsid w:val="005160DA"/>
    <w:rsid w:val="005164CB"/>
    <w:rsid w:val="005210A4"/>
    <w:rsid w:val="0052258D"/>
    <w:rsid w:val="0053022C"/>
    <w:rsid w:val="005321A9"/>
    <w:rsid w:val="00534396"/>
    <w:rsid w:val="00535646"/>
    <w:rsid w:val="00535EE8"/>
    <w:rsid w:val="005361D4"/>
    <w:rsid w:val="00543312"/>
    <w:rsid w:val="00545595"/>
    <w:rsid w:val="00552290"/>
    <w:rsid w:val="005547C4"/>
    <w:rsid w:val="00554E5E"/>
    <w:rsid w:val="00555469"/>
    <w:rsid w:val="0055597A"/>
    <w:rsid w:val="00557143"/>
    <w:rsid w:val="005634E3"/>
    <w:rsid w:val="0056567D"/>
    <w:rsid w:val="0056754C"/>
    <w:rsid w:val="00570FD5"/>
    <w:rsid w:val="005719FB"/>
    <w:rsid w:val="00572CF0"/>
    <w:rsid w:val="0057522D"/>
    <w:rsid w:val="00580717"/>
    <w:rsid w:val="00583951"/>
    <w:rsid w:val="0059490B"/>
    <w:rsid w:val="00594EC9"/>
    <w:rsid w:val="005950E9"/>
    <w:rsid w:val="0059619E"/>
    <w:rsid w:val="005A3865"/>
    <w:rsid w:val="005A4C3F"/>
    <w:rsid w:val="005A5ADF"/>
    <w:rsid w:val="005A70F6"/>
    <w:rsid w:val="005B2ADB"/>
    <w:rsid w:val="005B427E"/>
    <w:rsid w:val="005B5E95"/>
    <w:rsid w:val="005B5FF1"/>
    <w:rsid w:val="005C0690"/>
    <w:rsid w:val="005C0D3B"/>
    <w:rsid w:val="005E0CDC"/>
    <w:rsid w:val="005E3022"/>
    <w:rsid w:val="005E3975"/>
    <w:rsid w:val="005E4C28"/>
    <w:rsid w:val="005E76AA"/>
    <w:rsid w:val="005E7C89"/>
    <w:rsid w:val="005F2DE6"/>
    <w:rsid w:val="005F35B0"/>
    <w:rsid w:val="005F5414"/>
    <w:rsid w:val="005F73BC"/>
    <w:rsid w:val="005F7D09"/>
    <w:rsid w:val="00600777"/>
    <w:rsid w:val="006025B6"/>
    <w:rsid w:val="006034BA"/>
    <w:rsid w:val="00603A11"/>
    <w:rsid w:val="00605370"/>
    <w:rsid w:val="00605F7F"/>
    <w:rsid w:val="006076D0"/>
    <w:rsid w:val="00610541"/>
    <w:rsid w:val="0061242F"/>
    <w:rsid w:val="00615392"/>
    <w:rsid w:val="0062735C"/>
    <w:rsid w:val="00630352"/>
    <w:rsid w:val="00631494"/>
    <w:rsid w:val="00632EE2"/>
    <w:rsid w:val="00635CF4"/>
    <w:rsid w:val="00640663"/>
    <w:rsid w:val="006433D7"/>
    <w:rsid w:val="0064349F"/>
    <w:rsid w:val="006443F1"/>
    <w:rsid w:val="0065017D"/>
    <w:rsid w:val="00652E51"/>
    <w:rsid w:val="00655AC2"/>
    <w:rsid w:val="0065725F"/>
    <w:rsid w:val="00661A13"/>
    <w:rsid w:val="006625F2"/>
    <w:rsid w:val="00665513"/>
    <w:rsid w:val="00665745"/>
    <w:rsid w:val="00667E7B"/>
    <w:rsid w:val="0067108F"/>
    <w:rsid w:val="00674338"/>
    <w:rsid w:val="0067545B"/>
    <w:rsid w:val="006803E2"/>
    <w:rsid w:val="00685229"/>
    <w:rsid w:val="00686EA3"/>
    <w:rsid w:val="00687464"/>
    <w:rsid w:val="00692673"/>
    <w:rsid w:val="0069622F"/>
    <w:rsid w:val="00696865"/>
    <w:rsid w:val="006A04ED"/>
    <w:rsid w:val="006A62DE"/>
    <w:rsid w:val="006B2A9F"/>
    <w:rsid w:val="006B426A"/>
    <w:rsid w:val="006B6114"/>
    <w:rsid w:val="006C3C0D"/>
    <w:rsid w:val="006C476A"/>
    <w:rsid w:val="006C4C87"/>
    <w:rsid w:val="006D2569"/>
    <w:rsid w:val="006D3E4B"/>
    <w:rsid w:val="006D483F"/>
    <w:rsid w:val="006D53D1"/>
    <w:rsid w:val="006E26D0"/>
    <w:rsid w:val="006E7959"/>
    <w:rsid w:val="006F2F76"/>
    <w:rsid w:val="006F4870"/>
    <w:rsid w:val="006F515A"/>
    <w:rsid w:val="00700255"/>
    <w:rsid w:val="00702003"/>
    <w:rsid w:val="00702AA1"/>
    <w:rsid w:val="00702CB5"/>
    <w:rsid w:val="007065C8"/>
    <w:rsid w:val="0070703A"/>
    <w:rsid w:val="0071598E"/>
    <w:rsid w:val="00717496"/>
    <w:rsid w:val="00721258"/>
    <w:rsid w:val="007233AC"/>
    <w:rsid w:val="007264E3"/>
    <w:rsid w:val="00731C22"/>
    <w:rsid w:val="007326F8"/>
    <w:rsid w:val="0073541A"/>
    <w:rsid w:val="00736491"/>
    <w:rsid w:val="0075622C"/>
    <w:rsid w:val="007563A3"/>
    <w:rsid w:val="00761098"/>
    <w:rsid w:val="00762315"/>
    <w:rsid w:val="0076677B"/>
    <w:rsid w:val="0077158E"/>
    <w:rsid w:val="00771CCD"/>
    <w:rsid w:val="0077492E"/>
    <w:rsid w:val="00774CFA"/>
    <w:rsid w:val="00782499"/>
    <w:rsid w:val="007830C0"/>
    <w:rsid w:val="00786F0C"/>
    <w:rsid w:val="00790F4D"/>
    <w:rsid w:val="007918C3"/>
    <w:rsid w:val="00793784"/>
    <w:rsid w:val="00797409"/>
    <w:rsid w:val="007A0020"/>
    <w:rsid w:val="007A08E2"/>
    <w:rsid w:val="007A536F"/>
    <w:rsid w:val="007A6F1E"/>
    <w:rsid w:val="007B1678"/>
    <w:rsid w:val="007B6D15"/>
    <w:rsid w:val="007C4824"/>
    <w:rsid w:val="007C4E4C"/>
    <w:rsid w:val="007C6CB4"/>
    <w:rsid w:val="007D0ED4"/>
    <w:rsid w:val="007D594B"/>
    <w:rsid w:val="007D78D3"/>
    <w:rsid w:val="007D7D77"/>
    <w:rsid w:val="007E0494"/>
    <w:rsid w:val="007E07CA"/>
    <w:rsid w:val="007E39AE"/>
    <w:rsid w:val="007F75BA"/>
    <w:rsid w:val="0080052B"/>
    <w:rsid w:val="0080060F"/>
    <w:rsid w:val="00802ECD"/>
    <w:rsid w:val="00805815"/>
    <w:rsid w:val="00806BEB"/>
    <w:rsid w:val="00806FAA"/>
    <w:rsid w:val="00807B54"/>
    <w:rsid w:val="0081007B"/>
    <w:rsid w:val="00810492"/>
    <w:rsid w:val="0081094C"/>
    <w:rsid w:val="00812335"/>
    <w:rsid w:val="00814EE3"/>
    <w:rsid w:val="00815F09"/>
    <w:rsid w:val="00825646"/>
    <w:rsid w:val="008307D2"/>
    <w:rsid w:val="0083274C"/>
    <w:rsid w:val="00834E38"/>
    <w:rsid w:val="00837EDC"/>
    <w:rsid w:val="00845707"/>
    <w:rsid w:val="00846BBA"/>
    <w:rsid w:val="008530AB"/>
    <w:rsid w:val="00855B92"/>
    <w:rsid w:val="0086248C"/>
    <w:rsid w:val="00864A85"/>
    <w:rsid w:val="0087461A"/>
    <w:rsid w:val="008821D9"/>
    <w:rsid w:val="00885258"/>
    <w:rsid w:val="00891A12"/>
    <w:rsid w:val="00896137"/>
    <w:rsid w:val="00897737"/>
    <w:rsid w:val="008A349F"/>
    <w:rsid w:val="008A3F33"/>
    <w:rsid w:val="008A4AAD"/>
    <w:rsid w:val="008A4D5D"/>
    <w:rsid w:val="008B218B"/>
    <w:rsid w:val="008B42C4"/>
    <w:rsid w:val="008B51E8"/>
    <w:rsid w:val="008B723A"/>
    <w:rsid w:val="008B7726"/>
    <w:rsid w:val="008C3941"/>
    <w:rsid w:val="008C5D9A"/>
    <w:rsid w:val="008C65E3"/>
    <w:rsid w:val="008D068A"/>
    <w:rsid w:val="008D45DE"/>
    <w:rsid w:val="008E13B5"/>
    <w:rsid w:val="008E2B27"/>
    <w:rsid w:val="008E5E1F"/>
    <w:rsid w:val="008E6974"/>
    <w:rsid w:val="008E7A4A"/>
    <w:rsid w:val="008E7FA0"/>
    <w:rsid w:val="008F0309"/>
    <w:rsid w:val="008F0CBB"/>
    <w:rsid w:val="009029A9"/>
    <w:rsid w:val="009038D8"/>
    <w:rsid w:val="00904CC0"/>
    <w:rsid w:val="00911020"/>
    <w:rsid w:val="00912387"/>
    <w:rsid w:val="00920795"/>
    <w:rsid w:val="0092156B"/>
    <w:rsid w:val="009231D1"/>
    <w:rsid w:val="009234EF"/>
    <w:rsid w:val="00927299"/>
    <w:rsid w:val="0093057A"/>
    <w:rsid w:val="00932BB4"/>
    <w:rsid w:val="00933074"/>
    <w:rsid w:val="0093331C"/>
    <w:rsid w:val="00933E34"/>
    <w:rsid w:val="0093791C"/>
    <w:rsid w:val="00940CA2"/>
    <w:rsid w:val="00940E42"/>
    <w:rsid w:val="009410C3"/>
    <w:rsid w:val="0094117A"/>
    <w:rsid w:val="00941305"/>
    <w:rsid w:val="00943554"/>
    <w:rsid w:val="009438B9"/>
    <w:rsid w:val="00944356"/>
    <w:rsid w:val="00946760"/>
    <w:rsid w:val="00946ED7"/>
    <w:rsid w:val="00950B6A"/>
    <w:rsid w:val="00951D20"/>
    <w:rsid w:val="00952B6D"/>
    <w:rsid w:val="009539AA"/>
    <w:rsid w:val="00953B22"/>
    <w:rsid w:val="0095740E"/>
    <w:rsid w:val="00966945"/>
    <w:rsid w:val="00971A53"/>
    <w:rsid w:val="00973636"/>
    <w:rsid w:val="00974A75"/>
    <w:rsid w:val="009801C8"/>
    <w:rsid w:val="00981F17"/>
    <w:rsid w:val="009833CC"/>
    <w:rsid w:val="00983B0F"/>
    <w:rsid w:val="00984280"/>
    <w:rsid w:val="009A4E3E"/>
    <w:rsid w:val="009A5925"/>
    <w:rsid w:val="009B2D14"/>
    <w:rsid w:val="009B2DCC"/>
    <w:rsid w:val="009B4B9E"/>
    <w:rsid w:val="009B77AC"/>
    <w:rsid w:val="009C479C"/>
    <w:rsid w:val="009C72D5"/>
    <w:rsid w:val="009D0244"/>
    <w:rsid w:val="009E1261"/>
    <w:rsid w:val="009E13D7"/>
    <w:rsid w:val="009E5982"/>
    <w:rsid w:val="009F445A"/>
    <w:rsid w:val="00A00FBD"/>
    <w:rsid w:val="00A03D53"/>
    <w:rsid w:val="00A052FA"/>
    <w:rsid w:val="00A13A33"/>
    <w:rsid w:val="00A1738E"/>
    <w:rsid w:val="00A24318"/>
    <w:rsid w:val="00A264B4"/>
    <w:rsid w:val="00A323EF"/>
    <w:rsid w:val="00A33679"/>
    <w:rsid w:val="00A3747E"/>
    <w:rsid w:val="00A43004"/>
    <w:rsid w:val="00A43B4D"/>
    <w:rsid w:val="00A450D7"/>
    <w:rsid w:val="00A51E73"/>
    <w:rsid w:val="00A53485"/>
    <w:rsid w:val="00A54219"/>
    <w:rsid w:val="00A57D2E"/>
    <w:rsid w:val="00A7149D"/>
    <w:rsid w:val="00A756EA"/>
    <w:rsid w:val="00A7694E"/>
    <w:rsid w:val="00A84C42"/>
    <w:rsid w:val="00A87C63"/>
    <w:rsid w:val="00A90C48"/>
    <w:rsid w:val="00A9190A"/>
    <w:rsid w:val="00A91EFD"/>
    <w:rsid w:val="00A92502"/>
    <w:rsid w:val="00A978E3"/>
    <w:rsid w:val="00A97FA7"/>
    <w:rsid w:val="00AA0279"/>
    <w:rsid w:val="00AA0B39"/>
    <w:rsid w:val="00AA2C97"/>
    <w:rsid w:val="00AA303C"/>
    <w:rsid w:val="00AA4694"/>
    <w:rsid w:val="00AB053E"/>
    <w:rsid w:val="00AB06E0"/>
    <w:rsid w:val="00AB2FC2"/>
    <w:rsid w:val="00AB3B15"/>
    <w:rsid w:val="00AB40B8"/>
    <w:rsid w:val="00AB6707"/>
    <w:rsid w:val="00AC081E"/>
    <w:rsid w:val="00AC3064"/>
    <w:rsid w:val="00AC4CD3"/>
    <w:rsid w:val="00AC64F8"/>
    <w:rsid w:val="00AE008B"/>
    <w:rsid w:val="00AE2842"/>
    <w:rsid w:val="00AE38A7"/>
    <w:rsid w:val="00AE4412"/>
    <w:rsid w:val="00AF1CBD"/>
    <w:rsid w:val="00AF6C3D"/>
    <w:rsid w:val="00B003B9"/>
    <w:rsid w:val="00B00906"/>
    <w:rsid w:val="00B045EA"/>
    <w:rsid w:val="00B04F44"/>
    <w:rsid w:val="00B07A1F"/>
    <w:rsid w:val="00B11169"/>
    <w:rsid w:val="00B119D7"/>
    <w:rsid w:val="00B13EF2"/>
    <w:rsid w:val="00B1657D"/>
    <w:rsid w:val="00B16E74"/>
    <w:rsid w:val="00B17DF4"/>
    <w:rsid w:val="00B20C4A"/>
    <w:rsid w:val="00B22E94"/>
    <w:rsid w:val="00B244F2"/>
    <w:rsid w:val="00B3043C"/>
    <w:rsid w:val="00B35644"/>
    <w:rsid w:val="00B411AE"/>
    <w:rsid w:val="00B42BE6"/>
    <w:rsid w:val="00B536FB"/>
    <w:rsid w:val="00B55622"/>
    <w:rsid w:val="00B55C2D"/>
    <w:rsid w:val="00B56C91"/>
    <w:rsid w:val="00B61508"/>
    <w:rsid w:val="00B646E4"/>
    <w:rsid w:val="00B75BDD"/>
    <w:rsid w:val="00B8138A"/>
    <w:rsid w:val="00B8252F"/>
    <w:rsid w:val="00B833BF"/>
    <w:rsid w:val="00B83512"/>
    <w:rsid w:val="00B84FF6"/>
    <w:rsid w:val="00B85F67"/>
    <w:rsid w:val="00B862E2"/>
    <w:rsid w:val="00B900E3"/>
    <w:rsid w:val="00B9010C"/>
    <w:rsid w:val="00B915DA"/>
    <w:rsid w:val="00B925B1"/>
    <w:rsid w:val="00B9324D"/>
    <w:rsid w:val="00B947B6"/>
    <w:rsid w:val="00BA1860"/>
    <w:rsid w:val="00BA61F5"/>
    <w:rsid w:val="00BB3CF0"/>
    <w:rsid w:val="00BB51AB"/>
    <w:rsid w:val="00BB63C4"/>
    <w:rsid w:val="00BB7C7E"/>
    <w:rsid w:val="00BC11DB"/>
    <w:rsid w:val="00BC69E0"/>
    <w:rsid w:val="00BD345E"/>
    <w:rsid w:val="00BD362B"/>
    <w:rsid w:val="00BD77E8"/>
    <w:rsid w:val="00BE0CCD"/>
    <w:rsid w:val="00BE129C"/>
    <w:rsid w:val="00BE26B5"/>
    <w:rsid w:val="00BF040B"/>
    <w:rsid w:val="00BF09F2"/>
    <w:rsid w:val="00BF5C45"/>
    <w:rsid w:val="00BF7DC8"/>
    <w:rsid w:val="00C04CB5"/>
    <w:rsid w:val="00C07DBA"/>
    <w:rsid w:val="00C102E8"/>
    <w:rsid w:val="00C126C8"/>
    <w:rsid w:val="00C14326"/>
    <w:rsid w:val="00C224FA"/>
    <w:rsid w:val="00C24848"/>
    <w:rsid w:val="00C25CEA"/>
    <w:rsid w:val="00C27AF6"/>
    <w:rsid w:val="00C310C7"/>
    <w:rsid w:val="00C33DA0"/>
    <w:rsid w:val="00C351DB"/>
    <w:rsid w:val="00C37967"/>
    <w:rsid w:val="00C37A24"/>
    <w:rsid w:val="00C42E62"/>
    <w:rsid w:val="00C472CA"/>
    <w:rsid w:val="00C6358A"/>
    <w:rsid w:val="00C642F9"/>
    <w:rsid w:val="00C64BCD"/>
    <w:rsid w:val="00C67017"/>
    <w:rsid w:val="00C70FDE"/>
    <w:rsid w:val="00C7511E"/>
    <w:rsid w:val="00C80350"/>
    <w:rsid w:val="00C8262C"/>
    <w:rsid w:val="00C82F90"/>
    <w:rsid w:val="00C84D26"/>
    <w:rsid w:val="00C8670B"/>
    <w:rsid w:val="00C920EA"/>
    <w:rsid w:val="00C92160"/>
    <w:rsid w:val="00C9267E"/>
    <w:rsid w:val="00C9433A"/>
    <w:rsid w:val="00CA04EC"/>
    <w:rsid w:val="00CA2773"/>
    <w:rsid w:val="00CA6D1E"/>
    <w:rsid w:val="00CA72B7"/>
    <w:rsid w:val="00CB5B08"/>
    <w:rsid w:val="00CC0237"/>
    <w:rsid w:val="00CC0BEE"/>
    <w:rsid w:val="00CC1E50"/>
    <w:rsid w:val="00CC333E"/>
    <w:rsid w:val="00CC34C3"/>
    <w:rsid w:val="00CD2329"/>
    <w:rsid w:val="00CD7B5F"/>
    <w:rsid w:val="00CE0429"/>
    <w:rsid w:val="00CE2752"/>
    <w:rsid w:val="00CE6D13"/>
    <w:rsid w:val="00CF1E3C"/>
    <w:rsid w:val="00CF4144"/>
    <w:rsid w:val="00D03070"/>
    <w:rsid w:val="00D065A1"/>
    <w:rsid w:val="00D133ED"/>
    <w:rsid w:val="00D155CA"/>
    <w:rsid w:val="00D16A49"/>
    <w:rsid w:val="00D20564"/>
    <w:rsid w:val="00D2058F"/>
    <w:rsid w:val="00D233BA"/>
    <w:rsid w:val="00D27CF6"/>
    <w:rsid w:val="00D307ED"/>
    <w:rsid w:val="00D31D50"/>
    <w:rsid w:val="00D50526"/>
    <w:rsid w:val="00D52792"/>
    <w:rsid w:val="00D52CD3"/>
    <w:rsid w:val="00D54DE8"/>
    <w:rsid w:val="00D56C81"/>
    <w:rsid w:val="00D61A8A"/>
    <w:rsid w:val="00D64142"/>
    <w:rsid w:val="00D674B4"/>
    <w:rsid w:val="00D70AA3"/>
    <w:rsid w:val="00D728D3"/>
    <w:rsid w:val="00D72EB1"/>
    <w:rsid w:val="00D75BDE"/>
    <w:rsid w:val="00D75DB8"/>
    <w:rsid w:val="00D80069"/>
    <w:rsid w:val="00D80913"/>
    <w:rsid w:val="00D87ECF"/>
    <w:rsid w:val="00D9082B"/>
    <w:rsid w:val="00D90970"/>
    <w:rsid w:val="00D91544"/>
    <w:rsid w:val="00DA3DA4"/>
    <w:rsid w:val="00DA3E9E"/>
    <w:rsid w:val="00DA7F4B"/>
    <w:rsid w:val="00DB45B2"/>
    <w:rsid w:val="00DB689D"/>
    <w:rsid w:val="00DB7771"/>
    <w:rsid w:val="00DC29E9"/>
    <w:rsid w:val="00DD2E94"/>
    <w:rsid w:val="00DD3117"/>
    <w:rsid w:val="00DD366C"/>
    <w:rsid w:val="00DE135A"/>
    <w:rsid w:val="00DE1BFC"/>
    <w:rsid w:val="00DF166A"/>
    <w:rsid w:val="00DF1D59"/>
    <w:rsid w:val="00DF242D"/>
    <w:rsid w:val="00DF5D14"/>
    <w:rsid w:val="00E0127D"/>
    <w:rsid w:val="00E053C2"/>
    <w:rsid w:val="00E1077D"/>
    <w:rsid w:val="00E13666"/>
    <w:rsid w:val="00E14180"/>
    <w:rsid w:val="00E16A51"/>
    <w:rsid w:val="00E23922"/>
    <w:rsid w:val="00E27A0B"/>
    <w:rsid w:val="00E34A0F"/>
    <w:rsid w:val="00E36918"/>
    <w:rsid w:val="00E37927"/>
    <w:rsid w:val="00E40345"/>
    <w:rsid w:val="00E4086A"/>
    <w:rsid w:val="00E41C2E"/>
    <w:rsid w:val="00E47577"/>
    <w:rsid w:val="00E517FA"/>
    <w:rsid w:val="00E539C6"/>
    <w:rsid w:val="00E54726"/>
    <w:rsid w:val="00E5511E"/>
    <w:rsid w:val="00E561EE"/>
    <w:rsid w:val="00E572AD"/>
    <w:rsid w:val="00E600A5"/>
    <w:rsid w:val="00E607D4"/>
    <w:rsid w:val="00E61A9E"/>
    <w:rsid w:val="00E64256"/>
    <w:rsid w:val="00E725F6"/>
    <w:rsid w:val="00E75AF8"/>
    <w:rsid w:val="00E77019"/>
    <w:rsid w:val="00E82B49"/>
    <w:rsid w:val="00E859C1"/>
    <w:rsid w:val="00E86225"/>
    <w:rsid w:val="00E866D9"/>
    <w:rsid w:val="00E936B4"/>
    <w:rsid w:val="00E9790E"/>
    <w:rsid w:val="00EA27A1"/>
    <w:rsid w:val="00EA27BF"/>
    <w:rsid w:val="00EA550D"/>
    <w:rsid w:val="00EA7E1E"/>
    <w:rsid w:val="00EB0A2D"/>
    <w:rsid w:val="00EB106E"/>
    <w:rsid w:val="00EB5A94"/>
    <w:rsid w:val="00EB5EFC"/>
    <w:rsid w:val="00EB6576"/>
    <w:rsid w:val="00EC0AEF"/>
    <w:rsid w:val="00EC464A"/>
    <w:rsid w:val="00EC6B14"/>
    <w:rsid w:val="00EC6DAE"/>
    <w:rsid w:val="00ED346F"/>
    <w:rsid w:val="00ED44A4"/>
    <w:rsid w:val="00ED4712"/>
    <w:rsid w:val="00ED4A96"/>
    <w:rsid w:val="00EE5777"/>
    <w:rsid w:val="00EE6EAF"/>
    <w:rsid w:val="00EF05FC"/>
    <w:rsid w:val="00EF270E"/>
    <w:rsid w:val="00EF6E34"/>
    <w:rsid w:val="00EF7DF8"/>
    <w:rsid w:val="00F0077C"/>
    <w:rsid w:val="00F03119"/>
    <w:rsid w:val="00F03F99"/>
    <w:rsid w:val="00F048DB"/>
    <w:rsid w:val="00F04D15"/>
    <w:rsid w:val="00F11CA0"/>
    <w:rsid w:val="00F16A2F"/>
    <w:rsid w:val="00F17ECA"/>
    <w:rsid w:val="00F2262C"/>
    <w:rsid w:val="00F22962"/>
    <w:rsid w:val="00F25E6B"/>
    <w:rsid w:val="00F26DAD"/>
    <w:rsid w:val="00F3112A"/>
    <w:rsid w:val="00F33C62"/>
    <w:rsid w:val="00F37539"/>
    <w:rsid w:val="00F43041"/>
    <w:rsid w:val="00F4375D"/>
    <w:rsid w:val="00F441D8"/>
    <w:rsid w:val="00F4685C"/>
    <w:rsid w:val="00F47E39"/>
    <w:rsid w:val="00F52D0C"/>
    <w:rsid w:val="00F542E7"/>
    <w:rsid w:val="00F557D7"/>
    <w:rsid w:val="00F571BE"/>
    <w:rsid w:val="00F65C98"/>
    <w:rsid w:val="00F72392"/>
    <w:rsid w:val="00F74227"/>
    <w:rsid w:val="00F7782B"/>
    <w:rsid w:val="00F84E8F"/>
    <w:rsid w:val="00F8506A"/>
    <w:rsid w:val="00F85652"/>
    <w:rsid w:val="00F94F55"/>
    <w:rsid w:val="00FA06A9"/>
    <w:rsid w:val="00FA5ABD"/>
    <w:rsid w:val="00FB009C"/>
    <w:rsid w:val="00FB0E93"/>
    <w:rsid w:val="00FB429D"/>
    <w:rsid w:val="00FC1963"/>
    <w:rsid w:val="00FC2C87"/>
    <w:rsid w:val="00FC5A17"/>
    <w:rsid w:val="00FC5E3F"/>
    <w:rsid w:val="00FD1A01"/>
    <w:rsid w:val="00FD40C0"/>
    <w:rsid w:val="00FD550D"/>
    <w:rsid w:val="00FD607D"/>
    <w:rsid w:val="00FD6845"/>
    <w:rsid w:val="00FE6BA0"/>
    <w:rsid w:val="00FE7648"/>
    <w:rsid w:val="00FF2EDC"/>
    <w:rsid w:val="00FF34DC"/>
    <w:rsid w:val="00FF5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26" fill="f" fillcolor="white">
      <v:fill color="white" on="f"/>
    </o:shapedefaults>
    <o:shapelayout v:ext="edit">
      <o:idmap v:ext="edit" data="1"/>
      <o:rules v:ext="edit">
        <o:r id="V:Rule4" type="connector" idref="#_x0000_s1032"/>
        <o:r id="V:Rule5" type="connector" idref="#_x0000_s1030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A24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085A24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085A24"/>
    <w:rPr>
      <w:rFonts w:ascii="Tahoma" w:hAnsi="Tahoma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085A24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085A24"/>
    <w:rPr>
      <w:rFonts w:ascii="Tahoma" w:hAnsi="Tahoma" w:cs="Times New Roman"/>
      <w:sz w:val="18"/>
      <w:szCs w:val="18"/>
    </w:rPr>
  </w:style>
  <w:style w:type="paragraph" w:styleId="a5">
    <w:name w:val="annotation text"/>
    <w:basedOn w:val="a"/>
    <w:link w:val="Char1"/>
    <w:uiPriority w:val="99"/>
    <w:rsid w:val="00085A24"/>
    <w:pPr>
      <w:jc w:val="left"/>
    </w:pPr>
  </w:style>
  <w:style w:type="character" w:customStyle="1" w:styleId="Char1">
    <w:name w:val="批注文字 Char"/>
    <w:basedOn w:val="a0"/>
    <w:link w:val="a5"/>
    <w:uiPriority w:val="99"/>
    <w:locked/>
    <w:rsid w:val="00085A24"/>
    <w:rPr>
      <w:rFonts w:ascii="Times New Roman" w:eastAsia="宋体" w:hAnsi="Times New Roman" w:cs="Times New Roman"/>
      <w:kern w:val="2"/>
      <w:sz w:val="24"/>
      <w:szCs w:val="24"/>
    </w:rPr>
  </w:style>
  <w:style w:type="paragraph" w:styleId="a6">
    <w:name w:val="Balloon Text"/>
    <w:basedOn w:val="a"/>
    <w:link w:val="Char2"/>
    <w:uiPriority w:val="99"/>
    <w:semiHidden/>
    <w:rsid w:val="00227653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D87A6E"/>
    <w:rPr>
      <w:rFonts w:ascii="Times New Roman" w:eastAsia="宋体" w:hAnsi="Times New Roman"/>
      <w:sz w:val="0"/>
      <w:szCs w:val="0"/>
    </w:rPr>
  </w:style>
  <w:style w:type="paragraph" w:customStyle="1" w:styleId="reader-word-layer">
    <w:name w:val="reader-word-layer"/>
    <w:basedOn w:val="a"/>
    <w:rsid w:val="004B63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Normal (Web)"/>
    <w:basedOn w:val="a"/>
    <w:uiPriority w:val="99"/>
    <w:semiHidden/>
    <w:unhideWhenUsed/>
    <w:rsid w:val="007174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184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02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97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7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1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75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455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565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776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024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803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73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9009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44850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7775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4570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4396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3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81A7451-CC2E-4794-869E-EB1325995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5899</TotalTime>
  <Pages>4</Pages>
  <Words>567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746</cp:revision>
  <cp:lastPrinted>2014-02-25T05:16:00Z</cp:lastPrinted>
  <dcterms:created xsi:type="dcterms:W3CDTF">2008-09-11T17:20:00Z</dcterms:created>
  <dcterms:modified xsi:type="dcterms:W3CDTF">2014-03-10T15:19:00Z</dcterms:modified>
</cp:coreProperties>
</file>