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棠外附小二年级上期语文周末作业单</w:t>
      </w:r>
    </w:p>
    <w:p>
      <w:pPr>
        <w:pStyle w:val="2"/>
        <w:jc w:val="center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姓名：</w:t>
      </w:r>
      <w:r>
        <w:rPr>
          <w:rFonts w:hAnsi="宋体" w:cs="宋体"/>
          <w:sz w:val="24"/>
          <w:szCs w:val="24"/>
        </w:rPr>
        <w:t xml:space="preserve">                     </w:t>
      </w:r>
      <w:r>
        <w:rPr>
          <w:rFonts w:hint="eastAsia" w:hAnsi="宋体" w:cs="宋体"/>
          <w:sz w:val="24"/>
          <w:szCs w:val="24"/>
        </w:rPr>
        <w:t>班级：</w:t>
      </w:r>
      <w:r>
        <w:rPr>
          <w:rFonts w:hAnsi="宋体" w:cs="宋体"/>
          <w:sz w:val="24"/>
          <w:szCs w:val="24"/>
        </w:rPr>
        <w:t xml:space="preserve">             </w:t>
      </w:r>
      <w:r>
        <w:rPr>
          <w:rFonts w:hint="eastAsia" w:hAnsi="宋体" w:cs="宋体"/>
          <w:sz w:val="24"/>
          <w:szCs w:val="24"/>
        </w:rPr>
        <w:t>家长签字：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4"/>
          <w:szCs w:val="24"/>
        </w:rPr>
        <w:t>　</w:t>
      </w:r>
      <w:r>
        <w:rPr>
          <w:rFonts w:hint="eastAsia" w:hAnsi="宋体" w:cs="宋体"/>
          <w:sz w:val="28"/>
          <w:szCs w:val="28"/>
        </w:rPr>
        <w:t>　亲爱的孩子们，愉快而忙碌的一周结束了，现将本周周末要求布置如下：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一、复习。</w:t>
      </w:r>
    </w:p>
    <w:p>
      <w:pPr>
        <w:pStyle w:val="2"/>
        <w:spacing w:line="360" w:lineRule="exact"/>
        <w:rPr>
          <w:rFonts w:hint="eastAsia" w:hAnsi="宋体" w:eastAsia="宋体" w:cs="宋体"/>
          <w:sz w:val="28"/>
          <w:szCs w:val="28"/>
          <w:lang w:val="en-US" w:eastAsia="zh-CN"/>
        </w:rPr>
      </w:pPr>
      <w:r>
        <w:rPr>
          <w:rFonts w:hAnsi="宋体" w:cs="宋体"/>
          <w:sz w:val="28"/>
          <w:szCs w:val="28"/>
        </w:rPr>
        <w:t>1</w:t>
      </w:r>
      <w:r>
        <w:rPr>
          <w:rFonts w:hint="eastAsia" w:hAnsi="宋体" w:cs="宋体"/>
          <w:sz w:val="28"/>
          <w:szCs w:val="28"/>
        </w:rPr>
        <w:t>、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将以下课文读给家长听。《</w:t>
      </w:r>
      <w:r>
        <w:rPr>
          <w:rFonts w:hint="eastAsia" w:hAnsi="宋体" w:cs="宋体"/>
          <w:sz w:val="28"/>
          <w:szCs w:val="28"/>
          <w:lang w:val="en-US" w:eastAsia="zh-CN"/>
        </w:rPr>
        <w:t>雾在哪里</w:t>
      </w:r>
      <w:r>
        <w:rPr>
          <w:rFonts w:hint="eastAsia" w:hAnsi="宋体" w:cs="宋体"/>
          <w:sz w:val="28"/>
          <w:szCs w:val="28"/>
        </w:rPr>
        <w:t>》《</w:t>
      </w:r>
      <w:r>
        <w:rPr>
          <w:rFonts w:hint="eastAsia" w:hAnsi="宋体" w:cs="宋体"/>
          <w:sz w:val="28"/>
          <w:szCs w:val="28"/>
          <w:lang w:val="en-US" w:eastAsia="zh-CN"/>
        </w:rPr>
        <w:t>雪孩子</w:t>
      </w:r>
      <w:r>
        <w:rPr>
          <w:rFonts w:hint="eastAsia" w:hAnsi="宋体" w:cs="宋体"/>
          <w:sz w:val="28"/>
          <w:szCs w:val="28"/>
        </w:rPr>
        <w:t>》</w:t>
      </w:r>
      <w:r>
        <w:rPr>
          <w:rFonts w:hint="eastAsia" w:hAnsi="宋体" w:cs="宋体"/>
          <w:sz w:val="28"/>
          <w:szCs w:val="28"/>
          <w:lang w:val="en-US" w:eastAsia="zh-CN"/>
        </w:rPr>
        <w:t>背诵《古诗二首》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 xml:space="preserve">    </w:t>
      </w:r>
      <w:r>
        <w:rPr>
          <w:rFonts w:hint="eastAsia" w:hAnsi="宋体" w:cs="宋体"/>
          <w:sz w:val="28"/>
          <w:szCs w:val="28"/>
        </w:rPr>
        <w:t>情况反馈：</w:t>
      </w:r>
    </w:p>
    <w:p>
      <w:pPr>
        <w:pStyle w:val="2"/>
        <w:tabs>
          <w:tab w:val="left" w:pos="5865"/>
        </w:tabs>
        <w:spacing w:line="360" w:lineRule="exact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>2</w:t>
      </w:r>
      <w:r>
        <w:rPr>
          <w:rFonts w:hint="eastAsia" w:hAnsi="宋体" w:cs="宋体"/>
          <w:sz w:val="28"/>
          <w:szCs w:val="28"/>
        </w:rPr>
        <w:t>、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认读以下课文生字条的生字。《</w:t>
      </w:r>
      <w:r>
        <w:rPr>
          <w:rFonts w:hint="eastAsia" w:hAnsi="宋体" w:cs="宋体"/>
          <w:sz w:val="28"/>
          <w:szCs w:val="28"/>
          <w:lang w:val="en-US" w:eastAsia="zh-CN"/>
        </w:rPr>
        <w:t>雾在哪里</w:t>
      </w:r>
      <w:r>
        <w:rPr>
          <w:rFonts w:hint="eastAsia" w:hAnsi="宋体" w:cs="宋体"/>
          <w:sz w:val="28"/>
          <w:szCs w:val="28"/>
        </w:rPr>
        <w:t>》《</w:t>
      </w:r>
      <w:r>
        <w:rPr>
          <w:rFonts w:hint="eastAsia" w:hAnsi="宋体" w:cs="宋体"/>
          <w:sz w:val="28"/>
          <w:szCs w:val="28"/>
          <w:lang w:val="en-US" w:eastAsia="zh-CN"/>
        </w:rPr>
        <w:t>雪孩子</w:t>
      </w:r>
      <w:r>
        <w:rPr>
          <w:rFonts w:hint="eastAsia" w:hAnsi="宋体" w:cs="宋体"/>
          <w:sz w:val="28"/>
          <w:szCs w:val="28"/>
        </w:rPr>
        <w:t>》</w:t>
      </w:r>
      <w:r>
        <w:rPr>
          <w:rFonts w:hint="eastAsia" w:hAnsi="宋体" w:cs="宋体"/>
          <w:sz w:val="28"/>
          <w:szCs w:val="28"/>
          <w:lang w:val="en-US" w:eastAsia="zh-CN"/>
        </w:rPr>
        <w:t>背诵《古诗二首》</w:t>
      </w:r>
    </w:p>
    <w:p>
      <w:pPr>
        <w:pStyle w:val="2"/>
        <w:tabs>
          <w:tab w:val="left" w:pos="5865"/>
        </w:tabs>
        <w:spacing w:line="360" w:lineRule="exact"/>
        <w:ind w:left="31680" w:hanging="560" w:hangingChars="200"/>
        <w:rPr>
          <w:rFonts w:hAnsi="宋体" w:cs="宋体"/>
          <w:sz w:val="24"/>
          <w:szCs w:val="24"/>
        </w:rPr>
      </w:pPr>
      <w:r>
        <w:rPr>
          <w:rFonts w:hAnsi="宋体" w:cs="宋体"/>
          <w:sz w:val="28"/>
          <w:szCs w:val="28"/>
        </w:rPr>
        <w:t xml:space="preserve">                                          </w:t>
      </w:r>
      <w:r>
        <w:rPr>
          <w:rFonts w:hAnsi="宋体" w:cs="宋体"/>
          <w:sz w:val="24"/>
          <w:szCs w:val="24"/>
        </w:rPr>
        <w:t xml:space="preserve">    </w:t>
      </w:r>
    </w:p>
    <w:p>
      <w:pPr>
        <w:pStyle w:val="2"/>
        <w:tabs>
          <w:tab w:val="left" w:pos="5865"/>
        </w:tabs>
        <w:spacing w:line="360" w:lineRule="exact"/>
        <w:ind w:left="479" w:leftChars="228" w:firstLine="5760" w:firstLineChars="2400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8"/>
          <w:szCs w:val="28"/>
        </w:rPr>
        <w:t>情况反馈：</w:t>
      </w:r>
    </w:p>
    <w:p>
      <w:pPr>
        <w:pStyle w:val="2"/>
        <w:spacing w:line="360" w:lineRule="exac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val="en-US" w:eastAsia="zh-CN"/>
        </w:rPr>
        <w:t>3</w:t>
      </w:r>
      <w:r>
        <w:rPr>
          <w:rFonts w:hint="eastAsia" w:hAnsi="宋体" w:cs="宋体"/>
          <w:sz w:val="28"/>
          <w:szCs w:val="28"/>
        </w:rPr>
        <w:t>、看拼音写词语。</w:t>
      </w:r>
    </w:p>
    <w:p>
      <w:pPr>
        <w:pStyle w:val="2"/>
        <w:spacing w:line="360" w:lineRule="exact"/>
        <w:ind w:firstLine="1350" w:firstLineChars="450"/>
        <w:rPr>
          <w:rFonts w:hAnsi="宋体" w:cs="宋体"/>
          <w:sz w:val="30"/>
          <w:szCs w:val="30"/>
        </w:rPr>
      </w:pPr>
      <w:r>
        <w:rPr>
          <w:rFonts w:hint="eastAsia" w:hAnsi="宋体" w:cs="宋体"/>
          <w:sz w:val="30"/>
          <w:szCs w:val="30"/>
          <w:lang w:val="en-US" w:eastAsia="zh-CN"/>
        </w:rPr>
        <w:t>chng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>gǎn</w:t>
      </w:r>
      <w:r>
        <w:rPr>
          <w:rFonts w:hAnsi="宋体" w:cs="宋体"/>
          <w:sz w:val="30"/>
          <w:szCs w:val="30"/>
        </w:rPr>
        <w:t xml:space="preserve">    </w:t>
      </w:r>
      <w:r>
        <w:rPr>
          <w:rFonts w:hint="eastAsia" w:hAnsi="宋体" w:cs="宋体"/>
          <w:sz w:val="30"/>
          <w:szCs w:val="30"/>
          <w:lang w:val="en-US" w:eastAsia="zh-CN"/>
        </w:rPr>
        <w:t>zhī  zhù</w:t>
      </w:r>
      <w:r>
        <w:rPr>
          <w:rFonts w:hAnsi="宋体" w:cs="宋体"/>
          <w:sz w:val="30"/>
          <w:szCs w:val="30"/>
        </w:rPr>
        <w:t xml:space="preserve">   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dǐ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xià</w:t>
      </w:r>
      <w:r>
        <w:rPr>
          <w:rFonts w:hAnsi="宋体" w:cs="宋体"/>
          <w:sz w:val="30"/>
          <w:szCs w:val="30"/>
        </w:rPr>
        <w:t xml:space="preserve">      </w:t>
      </w:r>
      <w:r>
        <w:rPr>
          <w:rFonts w:hint="eastAsia" w:hAnsi="宋体" w:cs="宋体"/>
          <w:sz w:val="30"/>
          <w:szCs w:val="30"/>
          <w:lang w:val="en-US" w:eastAsia="zh-CN"/>
        </w:rPr>
        <w:t>guǒ   rán</w:t>
      </w:r>
      <w:r>
        <w:rPr>
          <w:rFonts w:hAnsi="宋体" w:cs="宋体"/>
          <w:sz w:val="30"/>
          <w:szCs w:val="30"/>
        </w:rPr>
        <w:t xml:space="preserve"> </w:t>
      </w:r>
    </w:p>
    <w:p>
      <w:pPr>
        <w:pStyle w:val="2"/>
        <w:rPr>
          <w:rFonts w:hAnsi="宋体" w:cs="宋体"/>
          <w:sz w:val="24"/>
          <w:szCs w:val="24"/>
        </w:rPr>
      </w:pPr>
      <w:r>
        <w:pict>
          <v:group id="_x0000_s1026" o:spid="_x0000_s1026" o:spt="203" style="position:absolute;left:0pt;margin-left:52.5pt;margin-top:2.4pt;height:41.7pt;width:41.95pt;z-index:251653120;mso-width-relative:page;mso-height-relative:page;" coordorigin="1800,1599" coordsize="839,834">
            <o:lock v:ext="edit"/>
            <v:rect id="_x0000_s1027" o:spid="_x0000_s1027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28" o:spid="_x0000_s1028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29" o:spid="_x0000_s1029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30" o:spid="_x0000_s1030" o:spt="203" style="position:absolute;left:0pt;margin-left:94.5pt;margin-top:2.4pt;height:41.7pt;width:41.95pt;z-index:251652096;mso-width-relative:page;mso-height-relative:page;" coordorigin="1800,1599" coordsize="839,834">
            <o:lock v:ext="edit"/>
            <v:rect id="_x0000_s1031" o:spid="_x0000_s103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32" o:spid="_x0000_s103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33" o:spid="_x0000_s103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rPr>
          <w:sz w:val="21"/>
        </w:rPr>
        <w:pict>
          <v:group id="_x0000_s1126" o:spid="_x0000_s1126" o:spt="203" style="position:absolute;left:0pt;margin-left:378pt;margin-top:2.4pt;height:39pt;width:83.9pt;z-index:251669504;mso-width-relative:page;mso-height-relative:page;" coordorigin="11754,5286" coordsize="1678,780">
            <o:lock v:ext="edit" aspectratio="f"/>
            <v:group id="_x0000_s1034" o:spid="_x0000_s1034" o:spt="203" style="position:absolute;left:12594;top:5286;height:780;width:839;" coordorigin="1800,1599" coordsize="839,834">
              <o:lock v:ext="edit" aspectratio="f"/>
              <v:rect id="_x0000_s1035" o:spid="_x0000_s1035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36" o:spid="_x0000_s1036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37" o:spid="_x0000_s1037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038" o:spid="_x0000_s1038" o:spt="203" style="position:absolute;left:11754;top:5286;height:780;width:839;" coordorigin="1800,1599" coordsize="839,834">
              <o:lock v:ext="edit" aspectratio="f"/>
              <v:rect id="_x0000_s1039" o:spid="_x0000_s103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40" o:spid="_x0000_s104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41" o:spid="_x0000_s104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pict>
          <v:group id="_x0000_s1042" o:spid="_x0000_s1042" o:spt="203" style="position:absolute;left:0pt;margin-left:304.5pt;margin-top:0pt;height:41.7pt;width:41.95pt;z-index:251648000;mso-width-relative:page;mso-height-relative:page;" coordorigin="1800,1599" coordsize="839,834">
            <o:lock v:ext="edit"/>
            <v:rect id="_x0000_s1043" o:spid="_x0000_s1043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44" o:spid="_x0000_s1044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45" o:spid="_x0000_s1045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46" o:spid="_x0000_s1046" o:spt="203" style="position:absolute;left:0pt;margin-left:199.5pt;margin-top:0pt;height:41.7pt;width:41.95pt;z-index:251650048;mso-width-relative:page;mso-height-relative:page;" coordorigin="1800,1599" coordsize="839,834">
            <o:lock v:ext="edit"/>
            <v:rect id="_x0000_s1047" o:spid="_x0000_s1047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48" o:spid="_x0000_s1048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49" o:spid="_x0000_s1049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50" o:spid="_x0000_s1050" o:spt="203" style="position:absolute;left:0pt;margin-left:262.5pt;margin-top:0pt;height:41.7pt;width:41.95pt;z-index:251649024;mso-width-relative:page;mso-height-relative:page;" coordorigin="1800,1599" coordsize="839,834">
            <o:lock v:ext="edit"/>
            <v:rect id="_x0000_s1051" o:spid="_x0000_s105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52" o:spid="_x0000_s105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53" o:spid="_x0000_s105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54" o:spid="_x0000_s1054" o:spt="203" style="position:absolute;left:0pt;margin-left:157.5pt;margin-top:0pt;height:41.7pt;width:41.95pt;z-index:251651072;mso-width-relative:page;mso-height-relative:page;" coordorigin="1800,1599" coordsize="839,834">
            <o:lock v:ext="edit"/>
            <v:rect id="_x0000_s1055" o:spid="_x0000_s1055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56" o:spid="_x0000_s1056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57" o:spid="_x0000_s1057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spacing w:line="360" w:lineRule="exact"/>
        <w:ind w:firstLine="1200" w:firstLineChars="400"/>
        <w:rPr>
          <w:rFonts w:hint="eastAsia" w:hAnsi="宋体" w:eastAsia="宋体" w:cs="宋体"/>
          <w:sz w:val="30"/>
          <w:szCs w:val="30"/>
          <w:lang w:val="en-US" w:eastAsia="zh-CN"/>
        </w:rPr>
      </w:pPr>
      <w:r>
        <w:rPr>
          <w:rFonts w:hint="eastAsia" w:hAnsi="宋体" w:cs="宋体"/>
          <w:sz w:val="30"/>
          <w:szCs w:val="30"/>
          <w:lang w:val="en-US" w:eastAsia="zh-CN"/>
        </w:rPr>
        <w:t xml:space="preserve">suì  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>yuè</w:t>
      </w:r>
      <w:r>
        <w:rPr>
          <w:rFonts w:hAnsi="宋体" w:cs="宋体"/>
          <w:sz w:val="30"/>
          <w:szCs w:val="30"/>
        </w:rPr>
        <w:t xml:space="preserve">  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zhàn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lì</w:t>
      </w:r>
      <w:r>
        <w:rPr>
          <w:rFonts w:hAnsi="宋体" w:cs="宋体"/>
          <w:sz w:val="30"/>
          <w:szCs w:val="30"/>
        </w:rPr>
        <w:t xml:space="preserve">   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shàng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chuán</w:t>
      </w:r>
      <w:r>
        <w:rPr>
          <w:rFonts w:hAnsi="宋体" w:cs="宋体"/>
          <w:sz w:val="30"/>
          <w:szCs w:val="30"/>
        </w:rPr>
        <w:t xml:space="preserve"> </w:t>
      </w:r>
      <w:r>
        <w:rPr>
          <w:rFonts w:hint="eastAsia" w:hAnsi="宋体" w:cs="宋体"/>
          <w:sz w:val="30"/>
          <w:szCs w:val="30"/>
          <w:lang w:val="en-US" w:eastAsia="zh-CN"/>
        </w:rPr>
        <w:t xml:space="preserve">   zuò  zuò    yè</w:t>
      </w:r>
    </w:p>
    <w:p>
      <w:pPr>
        <w:pStyle w:val="2"/>
        <w:rPr>
          <w:rFonts w:hAnsi="宋体" w:cs="宋体"/>
          <w:sz w:val="24"/>
          <w:szCs w:val="24"/>
        </w:rPr>
      </w:pPr>
      <w:r>
        <w:rPr>
          <w:sz w:val="21"/>
        </w:rPr>
        <w:pict>
          <v:group id="_x0000_s1113" o:spid="_x0000_s1113" o:spt="203" style="position:absolute;left:0pt;margin-left:370.5pt;margin-top:8.55pt;height:41.7pt;width:128.15pt;z-index:251673600;mso-width-relative:page;mso-height-relative:page;" coordorigin="11634,6690" coordsize="2563,834">
            <o:lock v:ext="edit" aspectratio="f"/>
            <v:group id="_x0000_s1114" o:spid="_x0000_s1114" o:spt="203" style="position:absolute;left:12504;top:6690;height:834;width:839;" coordorigin="1800,1599" coordsize="839,834">
              <o:lock v:ext="edit" aspectratio="f"/>
              <v:rect id="_x0000_s1115" o:spid="_x0000_s1115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16" o:spid="_x0000_s1116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17" o:spid="_x0000_s1117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18" o:spid="_x0000_s1118" o:spt="203" style="position:absolute;left:11634;top:6690;height:834;width:839;" coordorigin="1800,1599" coordsize="839,834">
              <o:lock v:ext="edit" aspectratio="f"/>
              <v:rect id="_x0000_s1119" o:spid="_x0000_s111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0" o:spid="_x0000_s112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21" o:spid="_x0000_s112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22" o:spid="_x0000_s1122" o:spt="203" style="position:absolute;left:13359;top:6690;height:834;width:839;" coordorigin="1800,1599" coordsize="839,834">
              <o:lock v:ext="edit" aspectratio="f"/>
              <v:rect id="_x0000_s1123" o:spid="_x0000_s112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24" o:spid="_x0000_s112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25" o:spid="_x0000_s112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pict>
          <v:group id="_x0000_s1070" o:spid="_x0000_s1070" o:spt="203" style="position:absolute;left:0pt;margin-left:303pt;margin-top:6.3pt;height:41.7pt;width:41.95pt;z-index:251658240;mso-width-relative:page;mso-height-relative:page;" coordorigin="1800,1599" coordsize="839,834">
            <o:lock v:ext="edit"/>
            <v:rect id="_x0000_s1071" o:spid="_x0000_s107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72" o:spid="_x0000_s107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73" o:spid="_x0000_s107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74" o:spid="_x0000_s1074" o:spt="203" style="position:absolute;left:0pt;margin-left:261pt;margin-top:7.05pt;height:41.7pt;width:41.95pt;z-index:251658240;mso-width-relative:page;mso-height-relative:page;" coordorigin="1800,1599" coordsize="839,834">
            <o:lock v:ext="edit"/>
            <v:rect id="_x0000_s1075" o:spid="_x0000_s1075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76" o:spid="_x0000_s1076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77" o:spid="_x0000_s1077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78" o:spid="_x0000_s1078" o:spt="203" style="position:absolute;left:0pt;margin-left:94.5pt;margin-top:7.8pt;height:41.7pt;width:41.95pt;z-index:251656192;mso-width-relative:page;mso-height-relative:page;" coordorigin="1800,1599" coordsize="839,834">
            <o:lock v:ext="edit"/>
            <v:rect id="_x0000_s1079" o:spid="_x0000_s1079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80" o:spid="_x0000_s1080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81" o:spid="_x0000_s1081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82" o:spid="_x0000_s1082" o:spt="203" style="position:absolute;left:0pt;margin-left:199.5pt;margin-top:7.8pt;height:41.7pt;width:41.95pt;z-index:251654144;mso-width-relative:page;mso-height-relative:page;" coordorigin="1800,1599" coordsize="839,834">
            <o:lock v:ext="edit"/>
            <v:rect id="_x0000_s1083" o:spid="_x0000_s1083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84" o:spid="_x0000_s1084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85" o:spid="_x0000_s1085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86" o:spid="_x0000_s1086" o:spt="203" style="position:absolute;left:0pt;margin-left:157.5pt;margin-top:7.8pt;height:41.7pt;width:41.95pt;z-index:251655168;mso-width-relative:page;mso-height-relative:page;" coordorigin="1800,1599" coordsize="839,834">
            <o:lock v:ext="edit"/>
            <v:rect id="_x0000_s1087" o:spid="_x0000_s1087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88" o:spid="_x0000_s1088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89" o:spid="_x0000_s1089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  <w:r>
        <w:pict>
          <v:group id="_x0000_s1090" o:spid="_x0000_s1090" o:spt="203" style="position:absolute;left:0pt;margin-left:52.5pt;margin-top:7.8pt;height:41.7pt;width:41.95pt;z-index:251657216;mso-width-relative:page;mso-height-relative:page;" coordorigin="1800,1599" coordsize="839,834">
            <o:lock v:ext="edit"/>
            <v:rect id="_x0000_s1091" o:spid="_x0000_s1091" o:spt="1" style="position:absolute;left:1801;top:1599;height:834;width:835;" coordsize="21600,21600">
              <v:path/>
              <v:fill focussize="0,0"/>
              <v:stroke weight="1pt"/>
              <v:imagedata o:title=""/>
              <o:lock v:ext="edit" aspectratio="t"/>
              <v:textbox inset="0.5mm,0mm,0.5mm,0mm">
                <w:txbxContent>
                  <w:p>
                    <w:pPr>
                      <w:snapToGrid w:val="0"/>
                      <w:jc w:val="center"/>
                      <w:rPr>
                        <w:rFonts w:ascii="楷体" w:hAnsi="楷体" w:eastAsia="楷体"/>
                        <w:sz w:val="60"/>
                        <w:szCs w:val="60"/>
                      </w:rPr>
                    </w:pPr>
                  </w:p>
                </w:txbxContent>
              </v:textbox>
            </v:rect>
            <v:line id="_x0000_s1092" o:spid="_x0000_s1092" o:spt="20" style="position:absolute;left:1800;top:2017;height:0;width:839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  <v:line id="_x0000_s1093" o:spid="_x0000_s1093" o:spt="20" style="position:absolute;left:2217;top:1602;height:828;width:2;" stroked="t" coordsize="21600,21600">
              <v:path arrowok="t"/>
              <v:fill focussize="0,0"/>
              <v:stroke weight="1.5pt" color="#C0C0C0" dashstyle="1 1" endcap="round"/>
              <v:imagedata o:title=""/>
              <o:lock v:ext="edit" aspectratio="t"/>
            </v:line>
          </v:group>
        </w:pict>
      </w: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spacing w:line="360" w:lineRule="exact"/>
        <w:ind w:firstLine="420" w:firstLineChars="150"/>
        <w:rPr>
          <w:rFonts w:hint="eastAsia" w:hAnsi="宋体" w:eastAsia="宋体" w:cs="宋体"/>
          <w:sz w:val="30"/>
          <w:szCs w:val="30"/>
          <w:lang w:val="en-US" w:eastAsia="zh-CN"/>
        </w:rPr>
      </w:pPr>
      <w:r>
        <w:rPr>
          <w:rFonts w:hAnsi="宋体" w:cs="宋体"/>
          <w:sz w:val="28"/>
          <w:szCs w:val="28"/>
        </w:rPr>
        <w:t xml:space="preserve">     </w:t>
      </w:r>
      <w:r>
        <w:rPr>
          <w:rFonts w:hint="eastAsia" w:hAnsi="宋体" w:cs="宋体"/>
          <w:sz w:val="28"/>
          <w:szCs w:val="28"/>
          <w:lang w:val="en-US" w:eastAsia="zh-CN"/>
        </w:rPr>
        <w:t>yǐ    shēn   bào   guó        yì   fú   huà      píng   jiǎng</w:t>
      </w:r>
    </w:p>
    <w:p>
      <w:pPr>
        <w:pStyle w:val="2"/>
        <w:rPr>
          <w:rFonts w:hAnsi="宋体" w:cs="宋体"/>
          <w:sz w:val="24"/>
          <w:szCs w:val="24"/>
        </w:rPr>
      </w:pPr>
      <w:r>
        <w:rPr>
          <w:sz w:val="21"/>
        </w:rPr>
        <w:pict>
          <v:group id="_x0000_s1252" o:spid="_x0000_s1252" o:spt="203" style="position:absolute;left:0pt;margin-left:58.5pt;margin-top:8.4pt;height:41.7pt;width:167.9pt;z-index:254951424;mso-width-relative:page;mso-height-relative:page;" coordorigin="5244,8250" coordsize="3358,834">
            <o:lock v:ext="edit" aspectratio="f"/>
            <v:group id="_x0000_s1253" o:spid="_x0000_s1253" o:spt="203" style="position:absolute;left:5244;top:8250;height:834;width:839;" coordorigin="1800,1599" coordsize="839,834">
              <o:lock v:ext="edit" aspectratio="f"/>
              <v:rect id="_x0000_s1254" o:spid="_x0000_s1254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5" o:spid="_x0000_s1255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56" o:spid="_x0000_s1256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57" o:spid="_x0000_s1257" o:spt="203" style="position:absolute;left:6924;top:8250;height:834;width:839;" coordorigin="1800,1599" coordsize="839,834">
              <o:lock v:ext="edit" aspectratio="f"/>
              <v:rect id="_x0000_s1258" o:spid="_x0000_s1258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59" o:spid="_x0000_s1259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60" o:spid="_x0000_s1260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61" o:spid="_x0000_s1261" o:spt="203" style="position:absolute;left:6084;top:8250;height:834;width:839;" coordorigin="1800,1599" coordsize="839,834">
              <o:lock v:ext="edit" aspectratio="f"/>
              <v:rect id="_x0000_s1262" o:spid="_x0000_s1262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63" o:spid="_x0000_s1263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64" o:spid="_x0000_s1264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65" o:spid="_x0000_s1265" o:spt="203" style="position:absolute;left:7764;top:8250;height:834;width:839;" coordorigin="1800,1599" coordsize="839,834">
              <o:lock v:ext="edit" aspectratio="f"/>
              <v:rect id="_x0000_s1266" o:spid="_x0000_s1266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67" o:spid="_x0000_s1267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68" o:spid="_x0000_s1268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sz w:val="21"/>
        </w:rPr>
        <w:pict>
          <v:group id="_x0000_s1163" o:spid="_x0000_s1163" o:spt="203" style="position:absolute;left:0pt;margin-left:249pt;margin-top:8.4pt;height:41.7pt;width:128.15pt;z-index:251789312;mso-width-relative:page;mso-height-relative:page;" coordorigin="11634,6690" coordsize="2563,834">
            <o:lock v:ext="edit" aspectratio="f"/>
            <v:group id="_x0000_s1164" o:spid="_x0000_s1164" o:spt="203" style="position:absolute;left:12504;top:6690;height:834;width:839;" coordorigin="1800,1599" coordsize="839,834">
              <o:lock v:ext="edit" aspectratio="f"/>
              <v:rect id="_x0000_s1165" o:spid="_x0000_s1165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66" o:spid="_x0000_s1166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67" o:spid="_x0000_s1167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68" o:spid="_x0000_s1168" o:spt="203" style="position:absolute;left:11634;top:6690;height:834;width:839;" coordorigin="1800,1599" coordsize="839,834">
              <o:lock v:ext="edit" aspectratio="f"/>
              <v:rect id="_x0000_s1169" o:spid="_x0000_s116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70" o:spid="_x0000_s117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71" o:spid="_x0000_s117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72" o:spid="_x0000_s1172" o:spt="203" style="position:absolute;left:13359;top:6690;height:834;width:839;" coordorigin="1800,1599" coordsize="839,834">
              <o:lock v:ext="edit" aspectratio="f"/>
              <v:rect id="_x0000_s1173" o:spid="_x0000_s117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74" o:spid="_x0000_s117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75" o:spid="_x0000_s117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sz w:val="21"/>
        </w:rPr>
        <w:pict>
          <v:group id="_x0000_s1127" o:spid="_x0000_s1127" o:spt="203" style="position:absolute;left:0pt;margin-left:402pt;margin-top:10.2pt;height:39pt;width:83.9pt;z-index:251685888;mso-width-relative:page;mso-height-relative:page;" coordorigin="11754,5286" coordsize="1678,780">
            <o:lock v:ext="edit" aspectratio="f"/>
            <v:group id="_x0000_s1128" o:spid="_x0000_s1128" o:spt="203" style="position:absolute;left:12594;top:5286;height:780;width:839;" coordorigin="1800,1599" coordsize="839,834">
              <o:lock v:ext="edit" aspectratio="f"/>
              <v:rect id="_x0000_s1129" o:spid="_x0000_s112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0" o:spid="_x0000_s113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31" o:spid="_x0000_s113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32" o:spid="_x0000_s1132" o:spt="203" style="position:absolute;left:11754;top:5286;height:780;width:839;" coordorigin="1800,1599" coordsize="839,834">
              <o:lock v:ext="edit" aspectratio="f"/>
              <v:rect id="_x0000_s1133" o:spid="_x0000_s113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4" o:spid="_x0000_s113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35" o:spid="_x0000_s113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rFonts w:hAnsi="宋体" w:cs="宋体"/>
          <w:sz w:val="24"/>
          <w:szCs w:val="24"/>
        </w:rPr>
        <w:t xml:space="preserve">                                                   </w:t>
      </w: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4"/>
          <w:szCs w:val="24"/>
        </w:rPr>
      </w:pPr>
    </w:p>
    <w:p>
      <w:pPr>
        <w:pStyle w:val="2"/>
        <w:rPr>
          <w:rFonts w:hAnsi="宋体" w:cs="宋体"/>
          <w:sz w:val="28"/>
          <w:szCs w:val="28"/>
          <w:lang w:val="en-US"/>
        </w:rPr>
      </w:pPr>
      <w:r>
        <w:rPr>
          <w:sz w:val="21"/>
        </w:rPr>
        <w:pict>
          <v:group id="_x0000_s1136" o:spid="_x0000_s1136" o:spt="203" style="position:absolute;left:0pt;margin-left:53.25pt;margin-top:30.3pt;height:39pt;width:83.9pt;z-index:251714560;mso-width-relative:page;mso-height-relative:page;" coordorigin="11754,5286" coordsize="1678,780">
            <o:lock v:ext="edit" aspectratio="f"/>
            <v:group id="_x0000_s1137" o:spid="_x0000_s1137" o:spt="203" style="position:absolute;left:12594;top:5286;height:780;width:839;" coordorigin="1800,1599" coordsize="839,834">
              <o:lock v:ext="edit" aspectratio="f"/>
              <v:rect id="_x0000_s1138" o:spid="_x0000_s1138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39" o:spid="_x0000_s1139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40" o:spid="_x0000_s1140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141" o:spid="_x0000_s1141" o:spt="203" style="position:absolute;left:11754;top:5286;height:780;width:839;" coordorigin="1800,1599" coordsize="839,834">
              <o:lock v:ext="edit" aspectratio="f"/>
              <v:rect id="_x0000_s1142" o:spid="_x0000_s1142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143" o:spid="_x0000_s1143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144" o:spid="_x0000_s1144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sz w:val="21"/>
        </w:rPr>
        <w:pict>
          <v:group id="_x0000_s1112" o:spid="_x0000_s1112" o:spt="203" style="position:absolute;left:0pt;margin-left:159.75pt;margin-top:30pt;height:41.7pt;width:128.15pt;z-index:251672576;mso-width-relative:page;mso-height-relative:page;" coordorigin="11634,6690" coordsize="2563,834">
            <o:lock v:ext="edit" aspectratio="f"/>
            <v:group id="_x0000_s1062" o:spid="_x0000_s1062" o:spt="203" style="position:absolute;left:12504;top:6690;height:834;width:839;" coordorigin="1800,1599" coordsize="839,834">
              <o:lock v:ext="edit" aspectratio="f"/>
              <v:rect id="_x0000_s1063" o:spid="_x0000_s1063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4" o:spid="_x0000_s1064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65" o:spid="_x0000_s1065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066" o:spid="_x0000_s1066" o:spt="203" style="position:absolute;left:11634;top:6690;height:834;width:839;" coordorigin="1800,1599" coordsize="839,834">
              <o:lock v:ext="edit" aspectratio="f"/>
              <v:rect id="_x0000_s1067" o:spid="_x0000_s1067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8" o:spid="_x0000_s1068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69" o:spid="_x0000_s1069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058" o:spid="_x0000_s1058" o:spt="203" style="position:absolute;left:13359;top:6690;height:834;width:839;" coordorigin="1800,1599" coordsize="839,834">
              <o:lock v:ext="edit" aspectratio="f"/>
              <v:rect id="_x0000_s1059" o:spid="_x0000_s1059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060" o:spid="_x0000_s1060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061" o:spid="_x0000_s1061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     shí    hòu     lái  bù    jí         yuán  zhū   bǐ</w:t>
      </w:r>
    </w:p>
    <w:p>
      <w:pPr>
        <w:pStyle w:val="2"/>
        <w:rPr>
          <w:rFonts w:hAnsi="宋体" w:cs="宋体"/>
          <w:sz w:val="28"/>
          <w:szCs w:val="28"/>
        </w:rPr>
      </w:pPr>
      <w:r>
        <w:rPr>
          <w:sz w:val="21"/>
        </w:rPr>
        <w:pict>
          <v:group id="_x0000_s1212" o:spid="_x0000_s1212" o:spt="203" style="position:absolute;left:0pt;margin-left:311.25pt;margin-top:1.05pt;height:41.7pt;width:128.15pt;z-index:253188096;mso-width-relative:page;mso-height-relative:page;" coordorigin="11634,6690" coordsize="2563,834">
            <o:lock v:ext="edit" aspectratio="f"/>
            <v:group id="_x0000_s1213" o:spid="_x0000_s1213" o:spt="203" style="position:absolute;left:12504;top:6690;height:834;width:839;" coordorigin="1800,1599" coordsize="839,834">
              <o:lock v:ext="edit" aspectratio="f"/>
              <v:rect id="_x0000_s1214" o:spid="_x0000_s1214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5" o:spid="_x0000_s1215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16" o:spid="_x0000_s1216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17" o:spid="_x0000_s1217" o:spt="203" style="position:absolute;left:11634;top:6690;height:834;width:839;" coordorigin="1800,1599" coordsize="839,834">
              <o:lock v:ext="edit" aspectratio="f"/>
              <v:rect id="_x0000_s1218" o:spid="_x0000_s1218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19" o:spid="_x0000_s1219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20" o:spid="_x0000_s1220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  <v:group id="_x0000_s1221" o:spid="_x0000_s1221" o:spt="203" style="position:absolute;left:13359;top:6690;height:834;width:839;" coordorigin="1800,1599" coordsize="839,834">
              <o:lock v:ext="edit" aspectratio="f"/>
              <v:rect id="_x0000_s1222" o:spid="_x0000_s1222" o:spt="1" style="position:absolute;left:1801;top:1599;height:834;width:835;" fillcolor="#FFFFFF" filled="t" stroked="t" coordsize="21600,21600">
                <v:path/>
                <v:fill on="t" color2="#FFFFFF" focussize="0,0"/>
                <v:stroke weight="1pt" color="#000000" joinstyle="miter"/>
                <v:imagedata o:title=""/>
                <o:lock v:ext="edit" aspectratio="t"/>
                <v:textbox inset="0.5mm,0mm,0.5mm,0mm">
                  <w:txbxContent>
                    <w:p>
                      <w:pPr>
                        <w:snapToGrid w:val="0"/>
                        <w:jc w:val="center"/>
                        <w:rPr>
                          <w:rFonts w:ascii="楷体" w:hAnsi="楷体" w:eastAsia="楷体"/>
                          <w:sz w:val="60"/>
                          <w:szCs w:val="60"/>
                        </w:rPr>
                      </w:pPr>
                    </w:p>
                  </w:txbxContent>
                </v:textbox>
              </v:rect>
              <v:line id="_x0000_s1223" o:spid="_x0000_s1223" o:spt="20" style="position:absolute;left:1800;top:2017;height:0;width:839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  <v:line id="_x0000_s1224" o:spid="_x0000_s1224" o:spt="20" style="position:absolute;left:2217;top:1602;height:828;width:2;" filled="f" stroked="t" coordsize="21600,21600">
                <v:path arrowok="t"/>
                <v:fill on="f" focussize="0,0"/>
                <v:stroke weight="1.5pt" color="#C0C0C0" dashstyle="1 1" endcap="round"/>
                <v:imagedata o:title=""/>
                <o:lock v:ext="edit" aspectratio="t"/>
              </v:line>
            </v:group>
          </v:group>
        </w:pict>
      </w:r>
    </w:p>
    <w:p>
      <w:pPr>
        <w:pStyle w:val="2"/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 xml:space="preserve">       </w:t>
      </w:r>
    </w:p>
    <w:p>
      <w:pPr>
        <w:pStyle w:val="2"/>
        <w:numPr>
          <w:ilvl w:val="0"/>
          <w:numId w:val="1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</w:p>
    <w:p>
      <w:pPr>
        <w:pStyle w:val="2"/>
        <w:numPr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sz w:val="28"/>
          <w:szCs w:val="28"/>
          <w:lang w:val="en-US" w:eastAsia="zh-CN"/>
        </w:rPr>
        <w:t>二、辨字组词</w:t>
      </w:r>
    </w:p>
    <w:p>
      <w:pPr>
        <w:pStyle w:val="2"/>
        <w:numPr>
          <w:ilvl w:val="0"/>
          <w:numId w:val="0"/>
        </w:numPr>
        <w:rPr>
          <w:rFonts w:hint="eastAsia" w:hAnsi="宋体" w:cs="宋体"/>
          <w:sz w:val="28"/>
          <w:szCs w:val="28"/>
          <w:lang w:val="en-US" w:eastAsia="zh-CN"/>
        </w:rPr>
      </w:pPr>
      <w:r>
        <w:rPr>
          <w:sz w:val="28"/>
        </w:rPr>
        <w:pict>
          <v:group id="_x0000_s1476" o:spid="_x0000_s1476" o:spt="203" style="position:absolute;left:0pt;margin-left:319.8pt;margin-top:9.45pt;height:90.7pt;width:164.2pt;z-index:271425536;mso-width-relative:page;mso-height-relative:page;" coordorigin="4770,12090" coordsize="3284,1814">
            <o:lock v:ext="edit" aspectratio="f"/>
            <v:shape id="_x0000_s1477" o:spid="_x0000_s1477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78" o:spid="_x0000_s1478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旺（     ）</w:t>
                    </w:r>
                  </w:p>
                </w:txbxContent>
              </v:textbox>
            </v:shape>
            <v:shape id="_x0000_s1479" o:spid="_x0000_s1479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汪（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72" o:spid="_x0000_s1472" o:spt="203" style="position:absolute;left:0pt;margin-left:178.05pt;margin-top:8.7pt;height:90.7pt;width:164.2pt;z-index:264836096;mso-width-relative:page;mso-height-relative:page;" coordorigin="4770,12090" coordsize="3284,1814">
            <o:lock v:ext="edit" aspectratio="f"/>
            <v:shape id="_x0000_s1473" o:spid="_x0000_s1473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74" o:spid="_x0000_s1474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谁（     ）</w:t>
                    </w:r>
                  </w:p>
                </w:txbxContent>
              </v:textbox>
            </v:shape>
            <v:shape id="_x0000_s1475" o:spid="_x0000_s1475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难（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71" o:spid="_x0000_s1471" o:spt="203" style="position:absolute;left:0pt;margin-left:28.8pt;margin-top:10.2pt;height:90.7pt;width:164.2pt;z-index:258246656;mso-width-relative:page;mso-height-relative:page;" coordorigin="4770,12090" coordsize="3284,1814">
            <o:lock v:ext="edit" aspectratio="f"/>
            <v:shape id="_x0000_s1468" o:spid="_x0000_s1468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69" o:spid="_x0000_s1469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旁（     ）</w:t>
                    </w:r>
                  </w:p>
                </w:txbxContent>
              </v:textbox>
            </v:shape>
            <v:shape id="_x0000_s1470" o:spid="_x0000_s1470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傍（     ）</w:t>
                    </w:r>
                  </w:p>
                </w:txbxContent>
              </v:textbox>
            </v:shape>
          </v:group>
        </w:pict>
      </w:r>
    </w:p>
    <w:p>
      <w:pPr>
        <w:pStyle w:val="2"/>
        <w:rPr>
          <w:rFonts w:hAnsi="宋体" w:cs="宋体"/>
          <w:sz w:val="28"/>
          <w:szCs w:val="28"/>
        </w:rPr>
      </w:pPr>
    </w:p>
    <w:p>
      <w:pPr>
        <w:pStyle w:val="2"/>
        <w:rPr>
          <w:rFonts w:hAnsi="宋体" w:cs="宋体"/>
          <w:sz w:val="28"/>
          <w:szCs w:val="28"/>
        </w:rPr>
      </w:pPr>
    </w:p>
    <w:p>
      <w:pPr>
        <w:pStyle w:val="2"/>
        <w:rPr>
          <w:rFonts w:hAnsi="宋体" w:cs="宋体"/>
          <w:sz w:val="28"/>
          <w:szCs w:val="28"/>
        </w:rPr>
      </w:pPr>
    </w:p>
    <w:p>
      <w:pPr>
        <w:pStyle w:val="2"/>
        <w:rPr>
          <w:rFonts w:hAnsi="宋体" w:cs="宋体"/>
          <w:sz w:val="28"/>
          <w:szCs w:val="28"/>
        </w:rPr>
      </w:pPr>
      <w:r>
        <w:rPr>
          <w:sz w:val="28"/>
        </w:rPr>
        <w:pict>
          <v:group id="_x0000_s1480" o:spid="_x0000_s1480" o:spt="203" style="position:absolute;left:0pt;margin-left:27.3pt;margin-top:0.15pt;height:90.7pt;width:164.2pt;z-index:278014976;mso-width-relative:page;mso-height-relative:page;" coordorigin="4770,12090" coordsize="3284,1814">
            <o:lock v:ext="edit" aspectratio="f"/>
            <v:shape id="_x0000_s1481" o:spid="_x0000_s1481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82" o:spid="_x0000_s1482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汽（     ）</w:t>
                    </w:r>
                  </w:p>
                </w:txbxContent>
              </v:textbox>
            </v:shape>
            <v:shape id="_x0000_s1483" o:spid="_x0000_s1483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气（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84" o:spid="_x0000_s1484" o:spt="203" style="position:absolute;left:0pt;margin-left:331.05pt;margin-top:0.9pt;height:90.7pt;width:164.2pt;z-index:304372736;mso-width-relative:page;mso-height-relative:page;" coordorigin="4770,12090" coordsize="3284,1814">
            <o:lock v:ext="edit" aspectratio="f"/>
            <v:shape id="_x0000_s1485" o:spid="_x0000_s1485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86" o:spid="_x0000_s1486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于（     ）</w:t>
                    </w:r>
                  </w:p>
                </w:txbxContent>
              </v:textbox>
            </v:shape>
            <v:shape id="_x0000_s1487" o:spid="_x0000_s1487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干（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88" o:spid="_x0000_s1488" o:spt="203" style="position:absolute;left:0pt;margin-left:167.55pt;margin-top:0.9pt;height:90.7pt;width:164.2pt;z-index:357088256;mso-width-relative:page;mso-height-relative:page;" coordorigin="4770,12090" coordsize="3284,1814">
            <o:lock v:ext="edit" aspectratio="f"/>
            <v:shape id="_x0000_s1489" o:spid="_x0000_s1489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90" o:spid="_x0000_s1490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轻（     ）</w:t>
                    </w:r>
                  </w:p>
                </w:txbxContent>
              </v:textbox>
            </v:shape>
            <v:shape id="_x0000_s1491" o:spid="_x0000_s1491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经（     ）</w:t>
                    </w:r>
                  </w:p>
                </w:txbxContent>
              </v:textbox>
            </v:shape>
          </v:group>
        </w:pict>
      </w:r>
    </w:p>
    <w:p>
      <w:pPr>
        <w:pStyle w:val="2"/>
        <w:rPr>
          <w:rFonts w:hAnsi="宋体" w:cs="宋体"/>
          <w:sz w:val="28"/>
          <w:szCs w:val="28"/>
        </w:rPr>
      </w:pPr>
      <w:r>
        <w:rPr>
          <w:rFonts w:hAnsi="宋体" w:cs="宋体"/>
          <w:sz w:val="28"/>
          <w:szCs w:val="28"/>
        </w:rPr>
        <w:t xml:space="preserve">                                                                            </w:t>
      </w: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  <w:r>
        <w:rPr>
          <w:sz w:val="28"/>
        </w:rPr>
        <w:pict>
          <v:group id="_x0000_s1504" o:spid="_x0000_s1504" o:spt="203" style="position:absolute;left:0pt;margin-left:183.3pt;margin-top:168pt;height:90.7pt;width:164.2pt;z-index:910601216;mso-width-relative:page;mso-height-relative:page;" coordorigin="4770,12090" coordsize="3284,1814">
            <o:lock v:ext="edit" aspectratio="f"/>
            <v:shape id="_x0000_s1505" o:spid="_x0000_s1505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506" o:spid="_x0000_s1506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阴（     ）</w:t>
                    </w:r>
                  </w:p>
                </w:txbxContent>
              </v:textbox>
            </v:shape>
            <v:shape id="_x0000_s1507" o:spid="_x0000_s1507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阳（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shape id="_x0000_s1515" o:spid="_x0000_s1515" o:spt="202" type="#_x0000_t202" style="position:absolute;left:0pt;margin-left:35.55pt;margin-top:228pt;height:33.75pt;width:147.7pt;z-index:-140753203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40"/>
                      <w:szCs w:val="4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40"/>
                      <w:szCs w:val="44"/>
                      <w:lang w:val="en-US" w:eastAsia="zh-CN"/>
                    </w:rPr>
                    <w:t>起（     ）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514" o:spid="_x0000_s1514" o:spt="202" type="#_x0000_t202" style="position:absolute;left:0pt;margin-left:37.05pt;margin-top:171pt;height:33.75pt;width:147.7pt;z-index:-1407533056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Theme="minorEastAsia" w:hAnsiTheme="minorEastAsia" w:eastAsiaTheme="minorEastAsia" w:cstheme="minorEastAsia"/>
                      <w:sz w:val="40"/>
                      <w:szCs w:val="44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40"/>
                      <w:szCs w:val="44"/>
                      <w:lang w:val="en-US" w:eastAsia="zh-CN"/>
                    </w:rPr>
                    <w:t>赶（     ）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513" o:spid="_x0000_s1513" o:spt="87" type="#_x0000_t87" style="position:absolute;left:0pt;margin-left:20.55pt;margin-top:173.25pt;height:86.25pt;width:9pt;z-index:-1407534080;mso-width-relative:page;mso-height-relative:page;" fillcolor="#FFFFFF" filled="t" stroked="t" coordsize="21600,21600" adj="1800,10800">
            <v:path arrowok="t"/>
            <v:fill on="t" color2="#FFFFFF" focussize="0,0"/>
            <v:stroke color="#000000"/>
            <v:imagedata o:title=""/>
            <o:lock v:ext="edit" aspectratio="f"/>
          </v:shape>
        </w:pict>
      </w:r>
      <w:r>
        <w:rPr>
          <w:sz w:val="28"/>
        </w:rPr>
        <w:pict>
          <v:group id="_x0000_s1508" o:spid="_x0000_s1508" o:spt="203" style="position:absolute;left:0pt;margin-left:331.05pt;margin-top:165pt;height:90.7pt;width:164.2pt;z-index:1569545216;mso-width-relative:page;mso-height-relative:page;" coordorigin="4770,12090" coordsize="3284,1814">
            <o:lock v:ext="edit" aspectratio="f"/>
            <v:shape id="_x0000_s1509" o:spid="_x0000_s1509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510" o:spid="_x0000_s1510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赶（     ）</w:t>
                    </w:r>
                  </w:p>
                </w:txbxContent>
              </v:textbox>
            </v:shape>
            <v:shape id="_x0000_s1511" o:spid="_x0000_s1511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起（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500" o:spid="_x0000_s1500" o:spt="203" style="position:absolute;left:0pt;margin-left:325.05pt;margin-top:59.25pt;height:90.7pt;width:164.2pt;z-index:778812416;mso-width-relative:page;mso-height-relative:page;" coordorigin="4770,12090" coordsize="3284,1814">
            <o:lock v:ext="edit" aspectratio="f"/>
            <v:shape id="_x0000_s1501" o:spid="_x0000_s1501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502" o:spid="_x0000_s1502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屋（     ）</w:t>
                    </w:r>
                  </w:p>
                </w:txbxContent>
              </v:textbox>
            </v:shape>
            <v:shape id="_x0000_s1503" o:spid="_x0000_s1503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房（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96" o:spid="_x0000_s1496" o:spt="203" style="position:absolute;left:0pt;margin-left:172.05pt;margin-top:57pt;height:90.7pt;width:164.2pt;z-index:515234816;mso-width-relative:page;mso-height-relative:page;" coordorigin="4770,12090" coordsize="3284,1814">
            <o:lock v:ext="edit" aspectratio="f"/>
            <v:shape id="_x0000_s1497" o:spid="_x0000_s1497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98" o:spid="_x0000_s1498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惊（     ）</w:t>
                    </w:r>
                  </w:p>
                </w:txbxContent>
              </v:textbox>
            </v:shape>
            <v:shape id="_x0000_s1499" o:spid="_x0000_s1499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京（     ）</w:t>
                    </w:r>
                  </w:p>
                </w:txbxContent>
              </v:textbox>
            </v:shape>
          </v:group>
        </w:pict>
      </w:r>
      <w:r>
        <w:rPr>
          <w:sz w:val="28"/>
        </w:rPr>
        <w:pict>
          <v:group id="_x0000_s1492" o:spid="_x0000_s1492" o:spt="203" style="position:absolute;left:0pt;margin-left:22.8pt;margin-top:57.75pt;height:90.7pt;width:164.2pt;z-index:383446016;mso-width-relative:page;mso-height-relative:page;" coordorigin="4770,12090" coordsize="3284,1814">
            <o:lock v:ext="edit" aspectratio="f"/>
            <v:shape id="_x0000_s1493" o:spid="_x0000_s1493" o:spt="87" type="#_x0000_t87" style="position:absolute;left:4770;top:12135;height:1725;width:180;" fillcolor="#FFFFFF" filled="t" stroked="t" coordsize="21600,21600" adj="1800,10800">
              <v:path arrowok="t"/>
              <v:fill on="t" color2="#FFFFFF" focussize="0,0"/>
              <v:stroke color="#000000"/>
              <v:imagedata o:title=""/>
              <o:lock v:ext="edit" aspectratio="f"/>
            </v:shape>
            <v:shape id="_x0000_s1494" o:spid="_x0000_s1494" o:spt="202" type="#_x0000_t202" style="position:absolute;left:5100;top:12090;height:675;width:2954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敢（     ）</w:t>
                    </w:r>
                  </w:p>
                </w:txbxContent>
              </v:textbox>
            </v:shape>
            <v:shape id="_x0000_s1495" o:spid="_x0000_s1495" o:spt="202" type="#_x0000_t202" style="position:absolute;left:5070;top:13230;height:675;width:295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40"/>
                        <w:szCs w:val="44"/>
                        <w:lang w:val="en-US" w:eastAsia="zh-CN"/>
                      </w:rPr>
                      <w:t>取（     ）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                                 </w:t>
      </w: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40" w:lineRule="atLeas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240" w:lineRule="atLeast"/>
        <w:ind w:left="0" w:leftChars="0" w:firstLine="0" w:firstLineChars="0"/>
        <w:rPr>
          <w:rFonts w:hint="eastAsia"/>
          <w:sz w:val="40"/>
          <w:szCs w:val="40"/>
          <w:lang w:val="en-US" w:eastAsia="zh-CN"/>
        </w:rPr>
      </w:pPr>
      <w:r>
        <w:rPr>
          <w:rFonts w:hint="eastAsia"/>
          <w:sz w:val="40"/>
          <w:szCs w:val="40"/>
          <w:lang w:val="en-US" w:eastAsia="zh-CN"/>
        </w:rPr>
        <w:t>多音字组词</w:t>
      </w:r>
      <w:bookmarkStart w:id="0" w:name="_GoBack"/>
      <w:bookmarkEnd w:id="0"/>
    </w:p>
    <w:p>
      <w:pPr>
        <w:numPr>
          <w:numId w:val="0"/>
        </w:numPr>
        <w:spacing w:line="240" w:lineRule="atLeast"/>
        <w:ind w:leftChars="0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spacing w:line="240" w:lineRule="atLeast"/>
        <w:ind w:left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6"/>
          <w:szCs w:val="36"/>
          <w:lang w:val="en-US" w:eastAsia="zh-CN"/>
        </w:rPr>
        <w:t xml:space="preserve">似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40"/>
          <w:szCs w:val="40"/>
          <w:lang w:val="en-US" w:eastAsia="zh-CN"/>
        </w:rPr>
        <w:sym w:font="Wingdings" w:char="F081"/>
      </w:r>
      <w:r>
        <w:rPr>
          <w:rFonts w:hint="eastAsia"/>
          <w:sz w:val="40"/>
          <w:szCs w:val="40"/>
          <w:lang w:val="en-US" w:eastAsia="zh-CN"/>
        </w:rPr>
        <w:t>sì</w:t>
      </w:r>
      <w:r>
        <w:rPr>
          <w:rFonts w:hint="eastAsia"/>
          <w:sz w:val="40"/>
          <w:szCs w:val="40"/>
          <w:lang w:val="en-US" w:eastAsia="zh-CN"/>
        </w:rPr>
        <w:sym w:font="Wingdings" w:char="F082"/>
      </w:r>
      <w:r>
        <w:rPr>
          <w:rFonts w:hint="eastAsia"/>
          <w:sz w:val="40"/>
          <w:szCs w:val="40"/>
          <w:lang w:val="en-US" w:eastAsia="zh-CN"/>
        </w:rPr>
        <w:t xml:space="preserve">shì 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似（   ）乎    似（   ）的  </w:t>
      </w:r>
    </w:p>
    <w:p>
      <w:pPr>
        <w:numPr>
          <w:numId w:val="0"/>
        </w:numPr>
        <w:spacing w:line="240" w:lineRule="atLeast"/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40"/>
          <w:szCs w:val="40"/>
          <w:lang w:val="en-US" w:eastAsia="zh-CN"/>
        </w:rPr>
        <w:t>行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40"/>
          <w:szCs w:val="40"/>
          <w:lang w:val="en-US" w:eastAsia="zh-CN"/>
        </w:rPr>
        <w:sym w:font="Wingdings" w:char="F081"/>
      </w:r>
      <w:r>
        <w:rPr>
          <w:rFonts w:hint="eastAsia"/>
          <w:sz w:val="40"/>
          <w:szCs w:val="40"/>
          <w:lang w:val="en-US" w:eastAsia="zh-CN"/>
        </w:rPr>
        <w:t>háng</w:t>
      </w:r>
      <w:r>
        <w:rPr>
          <w:rFonts w:hint="eastAsia"/>
          <w:sz w:val="40"/>
          <w:szCs w:val="40"/>
          <w:lang w:val="en-US" w:eastAsia="zh-CN"/>
        </w:rPr>
        <w:sym w:font="Wingdings" w:char="F082"/>
      </w:r>
      <w:r>
        <w:rPr>
          <w:rFonts w:hint="eastAsia"/>
          <w:sz w:val="40"/>
          <w:szCs w:val="40"/>
          <w:lang w:val="en-US" w:eastAsia="zh-CN"/>
        </w:rPr>
        <w:t>xíng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行（   ）人    银行（    ）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                 </w:t>
      </w:r>
    </w:p>
    <w:p>
      <w:pPr>
        <w:numPr>
          <w:numId w:val="0"/>
        </w:numPr>
        <w:spacing w:line="240" w:lineRule="atLeast"/>
        <w:ind w:firstLine="400" w:firstLineChars="100"/>
        <w:rPr>
          <w:sz w:val="24"/>
          <w:szCs w:val="24"/>
          <w:lang w:val="en-US"/>
        </w:rPr>
      </w:pPr>
      <w:r>
        <w:rPr>
          <w:rFonts w:hint="eastAsia"/>
          <w:sz w:val="40"/>
          <w:szCs w:val="40"/>
          <w:lang w:val="en-US" w:eastAsia="zh-CN"/>
        </w:rPr>
        <w:t xml:space="preserve">和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40"/>
          <w:szCs w:val="40"/>
          <w:lang w:val="en-US" w:eastAsia="zh-CN"/>
        </w:rPr>
        <w:sym w:font="Wingdings" w:char="F081"/>
      </w:r>
      <w:r>
        <w:rPr>
          <w:rFonts w:hint="eastAsia"/>
          <w:sz w:val="40"/>
          <w:szCs w:val="40"/>
          <w:lang w:val="en-US" w:eastAsia="zh-CN"/>
        </w:rPr>
        <w:t>hé</w:t>
      </w:r>
      <w:r>
        <w:rPr>
          <w:rFonts w:hint="eastAsia"/>
          <w:sz w:val="40"/>
          <w:szCs w:val="40"/>
          <w:lang w:val="en-US" w:eastAsia="zh-CN"/>
        </w:rPr>
        <w:sym w:font="Wingdings" w:char="F082"/>
      </w:r>
      <w:r>
        <w:rPr>
          <w:rFonts w:hint="eastAsia"/>
          <w:sz w:val="40"/>
          <w:szCs w:val="40"/>
          <w:lang w:val="en-US" w:eastAsia="zh-CN"/>
        </w:rPr>
        <w:t>huo</w:t>
      </w:r>
      <w:r>
        <w:rPr>
          <w:rFonts w:hint="eastAsia"/>
          <w:sz w:val="24"/>
          <w:szCs w:val="24"/>
          <w:lang w:val="en-US" w:eastAsia="zh-CN"/>
        </w:rPr>
        <w:t xml:space="preserve">        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暖和（    ）   和（   ）气 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       </w:t>
      </w:r>
    </w:p>
    <w:sectPr>
      <w:pgSz w:w="11906" w:h="16838"/>
      <w:pgMar w:top="779" w:right="1077" w:bottom="779" w:left="10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E2CC8"/>
    <w:multiLevelType w:val="singleLevel"/>
    <w:tmpl w:val="4D1E2CC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017"/>
    <w:rsid w:val="00032CEF"/>
    <w:rsid w:val="00066EF6"/>
    <w:rsid w:val="000F33E9"/>
    <w:rsid w:val="00164017"/>
    <w:rsid w:val="00184A2A"/>
    <w:rsid w:val="001A0026"/>
    <w:rsid w:val="001D7196"/>
    <w:rsid w:val="001E2E15"/>
    <w:rsid w:val="00280DC5"/>
    <w:rsid w:val="002C0A96"/>
    <w:rsid w:val="002F4790"/>
    <w:rsid w:val="002F5505"/>
    <w:rsid w:val="003055A2"/>
    <w:rsid w:val="00370C60"/>
    <w:rsid w:val="0037720F"/>
    <w:rsid w:val="003B21B6"/>
    <w:rsid w:val="00495869"/>
    <w:rsid w:val="00535876"/>
    <w:rsid w:val="005506FF"/>
    <w:rsid w:val="00552C2A"/>
    <w:rsid w:val="0056298E"/>
    <w:rsid w:val="00573BC7"/>
    <w:rsid w:val="0058663F"/>
    <w:rsid w:val="005C09C5"/>
    <w:rsid w:val="00601903"/>
    <w:rsid w:val="00646320"/>
    <w:rsid w:val="0070237F"/>
    <w:rsid w:val="00817E83"/>
    <w:rsid w:val="00827812"/>
    <w:rsid w:val="00853D5E"/>
    <w:rsid w:val="008B4038"/>
    <w:rsid w:val="008D5469"/>
    <w:rsid w:val="00913EFD"/>
    <w:rsid w:val="00926462"/>
    <w:rsid w:val="00950736"/>
    <w:rsid w:val="00950D29"/>
    <w:rsid w:val="00973B62"/>
    <w:rsid w:val="009F1B94"/>
    <w:rsid w:val="009F76AD"/>
    <w:rsid w:val="00A774D1"/>
    <w:rsid w:val="00AE3EE4"/>
    <w:rsid w:val="00B26ABD"/>
    <w:rsid w:val="00B36E6D"/>
    <w:rsid w:val="00B42AB1"/>
    <w:rsid w:val="00C34B92"/>
    <w:rsid w:val="00C6708A"/>
    <w:rsid w:val="00DE3012"/>
    <w:rsid w:val="00E3666A"/>
    <w:rsid w:val="00E541C8"/>
    <w:rsid w:val="00E870F5"/>
    <w:rsid w:val="00EC3E6F"/>
    <w:rsid w:val="00F56D47"/>
    <w:rsid w:val="00F7442B"/>
    <w:rsid w:val="00F96B1D"/>
    <w:rsid w:val="00FB4E7E"/>
    <w:rsid w:val="00FB57C7"/>
    <w:rsid w:val="00FE4DF6"/>
    <w:rsid w:val="00FE779D"/>
    <w:rsid w:val="39472A7E"/>
    <w:rsid w:val="7FE2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11"/>
    <w:semiHidden/>
    <w:qFormat/>
    <w:uiPriority w:val="99"/>
    <w:pPr>
      <w:ind w:left="100" w:leftChars="2500"/>
    </w:p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Date Char"/>
    <w:basedOn w:val="6"/>
    <w:link w:val="3"/>
    <w:semiHidden/>
    <w:qFormat/>
    <w:locked/>
    <w:uiPriority w:val="99"/>
    <w:rPr>
      <w:rFonts w:cs="Times New Roman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Plain Text Char"/>
    <w:basedOn w:val="6"/>
    <w:link w:val="2"/>
    <w:semiHidden/>
    <w:qFormat/>
    <w:locked/>
    <w:uiPriority w:val="99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3"/>
    <customShpInfo spid="_x0000_s1030"/>
    <customShpInfo spid="_x0000_s1035"/>
    <customShpInfo spid="_x0000_s1036"/>
    <customShpInfo spid="_x0000_s1037"/>
    <customShpInfo spid="_x0000_s1034"/>
    <customShpInfo spid="_x0000_s1039"/>
    <customShpInfo spid="_x0000_s1040"/>
    <customShpInfo spid="_x0000_s1041"/>
    <customShpInfo spid="_x0000_s1038"/>
    <customShpInfo spid="_x0000_s1126"/>
    <customShpInfo spid="_x0000_s1043"/>
    <customShpInfo spid="_x0000_s1044"/>
    <customShpInfo spid="_x0000_s1045"/>
    <customShpInfo spid="_x0000_s1042"/>
    <customShpInfo spid="_x0000_s1047"/>
    <customShpInfo spid="_x0000_s1048"/>
    <customShpInfo spid="_x0000_s1049"/>
    <customShpInfo spid="_x0000_s1046"/>
    <customShpInfo spid="_x0000_s1051"/>
    <customShpInfo spid="_x0000_s1052"/>
    <customShpInfo spid="_x0000_s1053"/>
    <customShpInfo spid="_x0000_s1050"/>
    <customShpInfo spid="_x0000_s1055"/>
    <customShpInfo spid="_x0000_s1056"/>
    <customShpInfo spid="_x0000_s1057"/>
    <customShpInfo spid="_x0000_s1054"/>
    <customShpInfo spid="_x0000_s1115"/>
    <customShpInfo spid="_x0000_s1116"/>
    <customShpInfo spid="_x0000_s1117"/>
    <customShpInfo spid="_x0000_s1114"/>
    <customShpInfo spid="_x0000_s1119"/>
    <customShpInfo spid="_x0000_s1120"/>
    <customShpInfo spid="_x0000_s1121"/>
    <customShpInfo spid="_x0000_s1118"/>
    <customShpInfo spid="_x0000_s1123"/>
    <customShpInfo spid="_x0000_s1124"/>
    <customShpInfo spid="_x0000_s1125"/>
    <customShpInfo spid="_x0000_s1122"/>
    <customShpInfo spid="_x0000_s1113"/>
    <customShpInfo spid="_x0000_s1071"/>
    <customShpInfo spid="_x0000_s1072"/>
    <customShpInfo spid="_x0000_s1073"/>
    <customShpInfo spid="_x0000_s1070"/>
    <customShpInfo spid="_x0000_s1075"/>
    <customShpInfo spid="_x0000_s1076"/>
    <customShpInfo spid="_x0000_s1077"/>
    <customShpInfo spid="_x0000_s1074"/>
    <customShpInfo spid="_x0000_s1079"/>
    <customShpInfo spid="_x0000_s1080"/>
    <customShpInfo spid="_x0000_s1081"/>
    <customShpInfo spid="_x0000_s1078"/>
    <customShpInfo spid="_x0000_s1083"/>
    <customShpInfo spid="_x0000_s1084"/>
    <customShpInfo spid="_x0000_s1085"/>
    <customShpInfo spid="_x0000_s1082"/>
    <customShpInfo spid="_x0000_s1087"/>
    <customShpInfo spid="_x0000_s1088"/>
    <customShpInfo spid="_x0000_s1089"/>
    <customShpInfo spid="_x0000_s1086"/>
    <customShpInfo spid="_x0000_s1091"/>
    <customShpInfo spid="_x0000_s1092"/>
    <customShpInfo spid="_x0000_s1093"/>
    <customShpInfo spid="_x0000_s1090"/>
    <customShpInfo spid="_x0000_s1254"/>
    <customShpInfo spid="_x0000_s1255"/>
    <customShpInfo spid="_x0000_s1256"/>
    <customShpInfo spid="_x0000_s1253"/>
    <customShpInfo spid="_x0000_s1258"/>
    <customShpInfo spid="_x0000_s1259"/>
    <customShpInfo spid="_x0000_s1260"/>
    <customShpInfo spid="_x0000_s1257"/>
    <customShpInfo spid="_x0000_s1262"/>
    <customShpInfo spid="_x0000_s1263"/>
    <customShpInfo spid="_x0000_s1264"/>
    <customShpInfo spid="_x0000_s1261"/>
    <customShpInfo spid="_x0000_s1266"/>
    <customShpInfo spid="_x0000_s1267"/>
    <customShpInfo spid="_x0000_s1268"/>
    <customShpInfo spid="_x0000_s1265"/>
    <customShpInfo spid="_x0000_s1252"/>
    <customShpInfo spid="_x0000_s1165"/>
    <customShpInfo spid="_x0000_s1166"/>
    <customShpInfo spid="_x0000_s1167"/>
    <customShpInfo spid="_x0000_s1164"/>
    <customShpInfo spid="_x0000_s1169"/>
    <customShpInfo spid="_x0000_s1170"/>
    <customShpInfo spid="_x0000_s1171"/>
    <customShpInfo spid="_x0000_s1168"/>
    <customShpInfo spid="_x0000_s1173"/>
    <customShpInfo spid="_x0000_s1174"/>
    <customShpInfo spid="_x0000_s1175"/>
    <customShpInfo spid="_x0000_s1172"/>
    <customShpInfo spid="_x0000_s1163"/>
    <customShpInfo spid="_x0000_s1129"/>
    <customShpInfo spid="_x0000_s1130"/>
    <customShpInfo spid="_x0000_s1131"/>
    <customShpInfo spid="_x0000_s1128"/>
    <customShpInfo spid="_x0000_s1133"/>
    <customShpInfo spid="_x0000_s1134"/>
    <customShpInfo spid="_x0000_s1135"/>
    <customShpInfo spid="_x0000_s1132"/>
    <customShpInfo spid="_x0000_s1127"/>
    <customShpInfo spid="_x0000_s1138"/>
    <customShpInfo spid="_x0000_s1139"/>
    <customShpInfo spid="_x0000_s1140"/>
    <customShpInfo spid="_x0000_s1137"/>
    <customShpInfo spid="_x0000_s1142"/>
    <customShpInfo spid="_x0000_s1143"/>
    <customShpInfo spid="_x0000_s1144"/>
    <customShpInfo spid="_x0000_s1141"/>
    <customShpInfo spid="_x0000_s1136"/>
    <customShpInfo spid="_x0000_s1063"/>
    <customShpInfo spid="_x0000_s1064"/>
    <customShpInfo spid="_x0000_s1065"/>
    <customShpInfo spid="_x0000_s1062"/>
    <customShpInfo spid="_x0000_s1067"/>
    <customShpInfo spid="_x0000_s1068"/>
    <customShpInfo spid="_x0000_s1069"/>
    <customShpInfo spid="_x0000_s1066"/>
    <customShpInfo spid="_x0000_s1059"/>
    <customShpInfo spid="_x0000_s1060"/>
    <customShpInfo spid="_x0000_s1061"/>
    <customShpInfo spid="_x0000_s1058"/>
    <customShpInfo spid="_x0000_s1112"/>
    <customShpInfo spid="_x0000_s1214"/>
    <customShpInfo spid="_x0000_s1215"/>
    <customShpInfo spid="_x0000_s1216"/>
    <customShpInfo spid="_x0000_s1213"/>
    <customShpInfo spid="_x0000_s1218"/>
    <customShpInfo spid="_x0000_s1219"/>
    <customShpInfo spid="_x0000_s1220"/>
    <customShpInfo spid="_x0000_s1217"/>
    <customShpInfo spid="_x0000_s1222"/>
    <customShpInfo spid="_x0000_s1223"/>
    <customShpInfo spid="_x0000_s1224"/>
    <customShpInfo spid="_x0000_s1221"/>
    <customShpInfo spid="_x0000_s1212"/>
    <customShpInfo spid="_x0000_s1477"/>
    <customShpInfo spid="_x0000_s1478"/>
    <customShpInfo spid="_x0000_s1479"/>
    <customShpInfo spid="_x0000_s1476"/>
    <customShpInfo spid="_x0000_s1473"/>
    <customShpInfo spid="_x0000_s1474"/>
    <customShpInfo spid="_x0000_s1475"/>
    <customShpInfo spid="_x0000_s1472"/>
    <customShpInfo spid="_x0000_s1468"/>
    <customShpInfo spid="_x0000_s1469"/>
    <customShpInfo spid="_x0000_s1470"/>
    <customShpInfo spid="_x0000_s1471"/>
    <customShpInfo spid="_x0000_s1481"/>
    <customShpInfo spid="_x0000_s1482"/>
    <customShpInfo spid="_x0000_s1483"/>
    <customShpInfo spid="_x0000_s1480"/>
    <customShpInfo spid="_x0000_s1485"/>
    <customShpInfo spid="_x0000_s1486"/>
    <customShpInfo spid="_x0000_s1487"/>
    <customShpInfo spid="_x0000_s1484"/>
    <customShpInfo spid="_x0000_s1489"/>
    <customShpInfo spid="_x0000_s1490"/>
    <customShpInfo spid="_x0000_s1491"/>
    <customShpInfo spid="_x0000_s1488"/>
    <customShpInfo spid="_x0000_s1505"/>
    <customShpInfo spid="_x0000_s1506"/>
    <customShpInfo spid="_x0000_s1507"/>
    <customShpInfo spid="_x0000_s1504"/>
    <customShpInfo spid="_x0000_s1515"/>
    <customShpInfo spid="_x0000_s1514"/>
    <customShpInfo spid="_x0000_s1513"/>
    <customShpInfo spid="_x0000_s1509"/>
    <customShpInfo spid="_x0000_s1510"/>
    <customShpInfo spid="_x0000_s1511"/>
    <customShpInfo spid="_x0000_s1508"/>
    <customShpInfo spid="_x0000_s1501"/>
    <customShpInfo spid="_x0000_s1502"/>
    <customShpInfo spid="_x0000_s1503"/>
    <customShpInfo spid="_x0000_s1500"/>
    <customShpInfo spid="_x0000_s1497"/>
    <customShpInfo spid="_x0000_s1498"/>
    <customShpInfo spid="_x0000_s1499"/>
    <customShpInfo spid="_x0000_s1496"/>
    <customShpInfo spid="_x0000_s1493"/>
    <customShpInfo spid="_x0000_s1494"/>
    <customShpInfo spid="_x0000_s1495"/>
    <customShpInfo spid="_x0000_s149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101</Words>
  <Characters>578</Characters>
  <Lines>0</Lines>
  <Paragraphs>0</Paragraphs>
  <TotalTime>4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2018-03-15T14:36:00Z</dcterms:created>
  <dc:creator>tw</dc:creator>
  <cp:lastModifiedBy>noodee</cp:lastModifiedBy>
  <dcterms:modified xsi:type="dcterms:W3CDTF">2018-12-05T13:01:06Z</dcterms:modified>
  <dc:title>棠外附小一年级下期语文周末作业单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